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B7811F" w14:textId="6FD02D1D" w:rsidR="000E5D49" w:rsidRPr="00510F6E" w:rsidRDefault="00017D93" w:rsidP="000E5D49">
      <w:pPr>
        <w:pStyle w:val="Heading1"/>
        <w:numPr>
          <w:ilvl w:val="0"/>
          <w:numId w:val="0"/>
        </w:numPr>
        <w:spacing w:line="0" w:lineRule="atLeast"/>
        <w:ind w:left="709" w:hanging="709"/>
        <w:rPr>
          <w:szCs w:val="18"/>
        </w:rPr>
      </w:pPr>
      <w:r>
        <w:rPr>
          <w:szCs w:val="18"/>
        </w:rPr>
        <w:t>1</w:t>
      </w:r>
      <w:r w:rsidR="00CF202B">
        <w:rPr>
          <w:szCs w:val="18"/>
        </w:rPr>
        <w:t>1</w:t>
      </w:r>
      <w:r w:rsidR="000E5D49" w:rsidRPr="00510F6E">
        <w:rPr>
          <w:szCs w:val="18"/>
        </w:rPr>
        <w:t xml:space="preserve">. </w:t>
      </w:r>
      <w:r w:rsidR="002A2B96">
        <w:rPr>
          <w:szCs w:val="18"/>
        </w:rPr>
        <w:t>aprill</w:t>
      </w:r>
      <w:r w:rsidR="000E5D49" w:rsidRPr="00510F6E">
        <w:rPr>
          <w:szCs w:val="18"/>
        </w:rPr>
        <w:t xml:space="preserve"> 202</w:t>
      </w:r>
      <w:r>
        <w:rPr>
          <w:szCs w:val="18"/>
        </w:rPr>
        <w:t>4</w:t>
      </w:r>
    </w:p>
    <w:p w14:paraId="75DFD26C" w14:textId="2698711F" w:rsidR="000E5D49" w:rsidRPr="00510F6E" w:rsidRDefault="000E5D49" w:rsidP="000E5D49">
      <w:pPr>
        <w:rPr>
          <w:lang w:val="et-EE"/>
        </w:rPr>
      </w:pPr>
    </w:p>
    <w:p w14:paraId="41387DB7" w14:textId="07FF6BBF" w:rsidR="000E5D49" w:rsidRPr="00510F6E" w:rsidRDefault="00F87362" w:rsidP="000E5D49">
      <w:pPr>
        <w:rPr>
          <w:b/>
          <w:bCs/>
          <w:lang w:val="et-EE"/>
        </w:rPr>
      </w:pPr>
      <w:r>
        <w:rPr>
          <w:b/>
          <w:bCs/>
          <w:lang w:val="et-EE"/>
        </w:rPr>
        <w:t xml:space="preserve">Riigimetsa Majandamise Keskus </w:t>
      </w:r>
    </w:p>
    <w:p w14:paraId="6C3C016C" w14:textId="671812CF" w:rsidR="000E5D49" w:rsidRPr="00510F6E" w:rsidRDefault="00C13875" w:rsidP="000E5D49">
      <w:pPr>
        <w:rPr>
          <w:b/>
          <w:bCs/>
          <w:lang w:val="et-EE"/>
        </w:rPr>
      </w:pPr>
      <w:proofErr w:type="spellStart"/>
      <w:r>
        <w:rPr>
          <w:b/>
          <w:bCs/>
          <w:lang w:val="et-EE"/>
        </w:rPr>
        <w:t>Sagadi</w:t>
      </w:r>
      <w:proofErr w:type="spellEnd"/>
      <w:r>
        <w:rPr>
          <w:b/>
          <w:bCs/>
          <w:lang w:val="et-EE"/>
        </w:rPr>
        <w:t xml:space="preserve"> küla, Haljala vald, 45</w:t>
      </w:r>
      <w:r w:rsidR="00427776">
        <w:rPr>
          <w:b/>
          <w:bCs/>
          <w:lang w:val="et-EE"/>
        </w:rPr>
        <w:t>403 Lääne-Viru maakond</w:t>
      </w:r>
    </w:p>
    <w:p w14:paraId="4476DE0B" w14:textId="419B7AEF" w:rsidR="005E5747" w:rsidRPr="00510F6E" w:rsidRDefault="005E5747" w:rsidP="000E5D49">
      <w:pPr>
        <w:rPr>
          <w:b/>
          <w:bCs/>
          <w:lang w:val="et-EE"/>
        </w:rPr>
      </w:pPr>
      <w:r w:rsidRPr="00510F6E">
        <w:rPr>
          <w:b/>
          <w:bCs/>
          <w:lang w:val="et-EE"/>
        </w:rPr>
        <w:t>E-post:</w:t>
      </w:r>
      <w:r w:rsidR="00427776">
        <w:rPr>
          <w:b/>
          <w:bCs/>
          <w:lang w:val="et-EE"/>
        </w:rPr>
        <w:t xml:space="preserve"> </w:t>
      </w:r>
      <w:hyperlink r:id="rId8" w:history="1">
        <w:r w:rsidR="00427776" w:rsidRPr="002F2DC9">
          <w:rPr>
            <w:rStyle w:val="Hyperlink"/>
            <w:b/>
            <w:bCs/>
            <w:lang w:val="et-EE"/>
          </w:rPr>
          <w:t>hiiumaa@rmk.ee</w:t>
        </w:r>
      </w:hyperlink>
      <w:r w:rsidR="0003708C">
        <w:rPr>
          <w:b/>
          <w:bCs/>
          <w:lang w:val="et-EE"/>
        </w:rPr>
        <w:t xml:space="preserve">; </w:t>
      </w:r>
      <w:hyperlink r:id="rId9" w:history="1">
        <w:r w:rsidR="00DB35A8" w:rsidRPr="002F2DC9">
          <w:rPr>
            <w:rStyle w:val="Hyperlink"/>
            <w:b/>
            <w:bCs/>
            <w:lang w:val="et-EE"/>
          </w:rPr>
          <w:t>andres.tammeveski@rmk.ee</w:t>
        </w:r>
      </w:hyperlink>
      <w:r w:rsidR="0003708C">
        <w:rPr>
          <w:b/>
          <w:bCs/>
          <w:lang w:val="et-EE"/>
        </w:rPr>
        <w:t xml:space="preserve"> </w:t>
      </w:r>
    </w:p>
    <w:p w14:paraId="15A9A0D1" w14:textId="34319BEB" w:rsidR="002635C4" w:rsidRDefault="002635C4" w:rsidP="000E5D49">
      <w:pPr>
        <w:rPr>
          <w:lang w:val="et-EE"/>
        </w:rPr>
      </w:pPr>
    </w:p>
    <w:p w14:paraId="05C8420F" w14:textId="77777777" w:rsidR="006D1996" w:rsidRPr="00510F6E" w:rsidRDefault="006D1996" w:rsidP="000E5D49">
      <w:pPr>
        <w:rPr>
          <w:lang w:val="et-EE"/>
        </w:rPr>
      </w:pPr>
    </w:p>
    <w:p w14:paraId="4B286A57" w14:textId="1B4D9E61" w:rsidR="005E5747" w:rsidRPr="00510F6E" w:rsidRDefault="003D2F2E" w:rsidP="000E5D49">
      <w:pPr>
        <w:rPr>
          <w:b/>
          <w:bCs/>
          <w:lang w:val="et-EE"/>
        </w:rPr>
      </w:pPr>
      <w:r>
        <w:rPr>
          <w:b/>
          <w:bCs/>
          <w:lang w:val="et-EE"/>
        </w:rPr>
        <w:t>KAASKIRI</w:t>
      </w:r>
    </w:p>
    <w:p w14:paraId="657C4EEA" w14:textId="437C4A4D" w:rsidR="005E5747" w:rsidRPr="00510F6E" w:rsidRDefault="006D1996" w:rsidP="000E5D49">
      <w:pPr>
        <w:rPr>
          <w:b/>
          <w:bCs/>
          <w:lang w:val="et-EE"/>
        </w:rPr>
      </w:pPr>
      <w:r>
        <w:rPr>
          <w:b/>
          <w:bCs/>
          <w:lang w:val="et-EE"/>
        </w:rPr>
        <w:t xml:space="preserve">seonduvalt </w:t>
      </w:r>
      <w:r w:rsidR="00BD2D66">
        <w:rPr>
          <w:b/>
          <w:bCs/>
          <w:lang w:val="et-EE"/>
        </w:rPr>
        <w:t>MTÜ Leluselja Jahiselts tellimusel läbi viidud eksperthinnanguga</w:t>
      </w:r>
    </w:p>
    <w:p w14:paraId="160E5E4D" w14:textId="77777777" w:rsidR="00B966B5" w:rsidRPr="00510F6E" w:rsidRDefault="00B966B5" w:rsidP="000E5D49">
      <w:pPr>
        <w:rPr>
          <w:lang w:val="et-EE"/>
        </w:rPr>
      </w:pPr>
    </w:p>
    <w:p w14:paraId="37B4BF62" w14:textId="2C1EEDCA" w:rsidR="0034242E" w:rsidRPr="00510F6E" w:rsidRDefault="0034242E" w:rsidP="000E5D49">
      <w:pPr>
        <w:rPr>
          <w:lang w:val="et-EE"/>
        </w:rPr>
      </w:pPr>
    </w:p>
    <w:p w14:paraId="39953A65" w14:textId="7274AEC3" w:rsidR="0034242E" w:rsidRPr="00510F6E" w:rsidRDefault="0034242E" w:rsidP="000E5D49">
      <w:pPr>
        <w:rPr>
          <w:lang w:val="et-EE"/>
        </w:rPr>
      </w:pPr>
      <w:r w:rsidRPr="00510F6E">
        <w:rPr>
          <w:lang w:val="et-EE"/>
        </w:rPr>
        <w:t xml:space="preserve">Lugupeetud </w:t>
      </w:r>
      <w:r w:rsidR="00427776">
        <w:rPr>
          <w:lang w:val="et-EE"/>
        </w:rPr>
        <w:t>Riigimetsa Majandamise Keskus</w:t>
      </w:r>
      <w:r w:rsidRPr="00510F6E">
        <w:rPr>
          <w:lang w:val="et-EE"/>
        </w:rPr>
        <w:t>,</w:t>
      </w:r>
    </w:p>
    <w:p w14:paraId="2845FE61" w14:textId="203C918D" w:rsidR="0034242E" w:rsidRPr="00510F6E" w:rsidRDefault="0034242E" w:rsidP="000E5D49">
      <w:pPr>
        <w:rPr>
          <w:lang w:val="et-EE"/>
        </w:rPr>
      </w:pPr>
    </w:p>
    <w:p w14:paraId="4EA89E8C" w14:textId="6F40F6D2" w:rsidR="0034242E" w:rsidRPr="00510F6E" w:rsidRDefault="007C1CF5" w:rsidP="000E5D49">
      <w:pPr>
        <w:rPr>
          <w:lang w:val="et-EE"/>
        </w:rPr>
      </w:pPr>
      <w:r w:rsidRPr="00510F6E">
        <w:rPr>
          <w:lang w:val="et-EE"/>
        </w:rPr>
        <w:t xml:space="preserve">Pöördume Teie poole meie </w:t>
      </w:r>
      <w:r w:rsidR="0000293D">
        <w:rPr>
          <w:lang w:val="et-EE"/>
        </w:rPr>
        <w:t>kliendi</w:t>
      </w:r>
      <w:r w:rsidRPr="00510F6E">
        <w:rPr>
          <w:lang w:val="et-EE"/>
        </w:rPr>
        <w:t xml:space="preserve"> </w:t>
      </w:r>
      <w:r w:rsidR="008050A3">
        <w:rPr>
          <w:lang w:val="et-EE"/>
        </w:rPr>
        <w:t>MTÜ Leluselja Jahiselts</w:t>
      </w:r>
      <w:r w:rsidR="00B950BF" w:rsidRPr="00510F6E">
        <w:rPr>
          <w:lang w:val="et-EE"/>
        </w:rPr>
        <w:t xml:space="preserve"> (edaspidi </w:t>
      </w:r>
      <w:r w:rsidR="0000293D">
        <w:rPr>
          <w:b/>
          <w:bCs/>
          <w:lang w:val="et-EE"/>
        </w:rPr>
        <w:t>Klient</w:t>
      </w:r>
      <w:r w:rsidR="00B950BF" w:rsidRPr="00510F6E">
        <w:rPr>
          <w:lang w:val="et-EE"/>
        </w:rPr>
        <w:t xml:space="preserve">) nimel ja ülesandel selleks, et </w:t>
      </w:r>
      <w:r w:rsidR="00BD2D66">
        <w:rPr>
          <w:lang w:val="et-EE"/>
        </w:rPr>
        <w:t>edastada</w:t>
      </w:r>
      <w:r w:rsidR="00B950BF" w:rsidRPr="00510F6E">
        <w:rPr>
          <w:lang w:val="et-EE"/>
        </w:rPr>
        <w:t xml:space="preserve"> </w:t>
      </w:r>
      <w:r w:rsidR="00D82B24">
        <w:rPr>
          <w:lang w:val="et-EE"/>
        </w:rPr>
        <w:t>Kliendi</w:t>
      </w:r>
      <w:r w:rsidR="00B950BF" w:rsidRPr="00510F6E">
        <w:rPr>
          <w:lang w:val="et-EE"/>
        </w:rPr>
        <w:t xml:space="preserve"> </w:t>
      </w:r>
      <w:r w:rsidR="00BD2D66">
        <w:rPr>
          <w:lang w:val="et-EE"/>
        </w:rPr>
        <w:t>tellitud eksperthinnang</w:t>
      </w:r>
      <w:r w:rsidR="00B950BF" w:rsidRPr="00510F6E">
        <w:rPr>
          <w:lang w:val="et-EE"/>
        </w:rPr>
        <w:t xml:space="preserve"> </w:t>
      </w:r>
      <w:r w:rsidR="008050A3">
        <w:rPr>
          <w:lang w:val="et-EE"/>
        </w:rPr>
        <w:t xml:space="preserve">seonduvalt Riigimetsa </w:t>
      </w:r>
      <w:r w:rsidR="00CC43E8">
        <w:rPr>
          <w:lang w:val="et-EE"/>
        </w:rPr>
        <w:t>m</w:t>
      </w:r>
      <w:r w:rsidR="008050A3">
        <w:rPr>
          <w:lang w:val="et-EE"/>
        </w:rPr>
        <w:t xml:space="preserve">ajandamise Keskuse (edaspidi </w:t>
      </w:r>
      <w:r w:rsidR="008050A3" w:rsidRPr="008050A3">
        <w:rPr>
          <w:b/>
          <w:bCs/>
          <w:lang w:val="et-EE"/>
        </w:rPr>
        <w:t>RMK</w:t>
      </w:r>
      <w:r w:rsidR="008050A3">
        <w:rPr>
          <w:lang w:val="et-EE"/>
        </w:rPr>
        <w:t>) poolt Kliendi</w:t>
      </w:r>
      <w:r w:rsidR="007E0646">
        <w:rPr>
          <w:lang w:val="et-EE"/>
        </w:rPr>
        <w:t>le edastatud</w:t>
      </w:r>
      <w:r w:rsidR="00801C9E">
        <w:rPr>
          <w:lang w:val="et-EE"/>
        </w:rPr>
        <w:t xml:space="preserve"> </w:t>
      </w:r>
      <w:r w:rsidR="0031368A">
        <w:rPr>
          <w:lang w:val="et-EE"/>
        </w:rPr>
        <w:t>kontrollaktiga</w:t>
      </w:r>
      <w:r w:rsidR="00920761">
        <w:rPr>
          <w:lang w:val="et-EE"/>
        </w:rPr>
        <w:t>.</w:t>
      </w:r>
      <w:r w:rsidR="00801C9E">
        <w:rPr>
          <w:lang w:val="et-EE"/>
        </w:rPr>
        <w:t xml:space="preserve"> </w:t>
      </w:r>
    </w:p>
    <w:p w14:paraId="65747B6D" w14:textId="40AFE8C7" w:rsidR="00B32D53" w:rsidRPr="00510F6E" w:rsidRDefault="00B32D53" w:rsidP="000E5D49">
      <w:pPr>
        <w:rPr>
          <w:lang w:val="et-EE"/>
        </w:rPr>
      </w:pPr>
    </w:p>
    <w:p w14:paraId="08E0ED06" w14:textId="4BBD0F40" w:rsidR="00BA10E7" w:rsidRPr="00510F6E" w:rsidRDefault="00096C60" w:rsidP="00127581">
      <w:pPr>
        <w:pStyle w:val="Heading1"/>
        <w:spacing w:line="0" w:lineRule="atLeast"/>
        <w:rPr>
          <w:szCs w:val="18"/>
        </w:rPr>
      </w:pPr>
      <w:r>
        <w:rPr>
          <w:szCs w:val="18"/>
        </w:rPr>
        <w:t>SISSEJUHATUS</w:t>
      </w:r>
    </w:p>
    <w:p w14:paraId="4D9391E2" w14:textId="3E5C21BA" w:rsidR="00BA10E7" w:rsidRPr="00510F6E" w:rsidRDefault="00BA10E7" w:rsidP="00127581">
      <w:pPr>
        <w:pStyle w:val="Heading1"/>
        <w:numPr>
          <w:ilvl w:val="0"/>
          <w:numId w:val="0"/>
        </w:numPr>
        <w:spacing w:line="0" w:lineRule="atLeast"/>
        <w:rPr>
          <w:szCs w:val="18"/>
        </w:rPr>
      </w:pPr>
    </w:p>
    <w:p w14:paraId="62DF84CA" w14:textId="484515E0" w:rsidR="00AC7634" w:rsidRPr="003A1955" w:rsidRDefault="00212965" w:rsidP="00212965">
      <w:pPr>
        <w:pStyle w:val="Level1"/>
        <w:spacing w:line="0" w:lineRule="atLeast"/>
        <w:rPr>
          <w:bCs w:val="0"/>
          <w:u w:val="single"/>
        </w:rPr>
      </w:pPr>
      <w:r>
        <w:rPr>
          <w:bCs w:val="0"/>
        </w:rPr>
        <w:t xml:space="preserve">Vastavalt RMK </w:t>
      </w:r>
      <w:r w:rsidR="008B5A82">
        <w:rPr>
          <w:bCs w:val="0"/>
        </w:rPr>
        <w:t>12</w:t>
      </w:r>
      <w:r w:rsidR="006C788F">
        <w:rPr>
          <w:bCs w:val="0"/>
        </w:rPr>
        <w:t>.</w:t>
      </w:r>
      <w:r w:rsidR="00550B3D">
        <w:rPr>
          <w:bCs w:val="0"/>
        </w:rPr>
        <w:t>0</w:t>
      </w:r>
      <w:r w:rsidR="008B5A82">
        <w:rPr>
          <w:bCs w:val="0"/>
        </w:rPr>
        <w:t>1</w:t>
      </w:r>
      <w:r w:rsidR="00D03B69" w:rsidRPr="00DB35A8">
        <w:rPr>
          <w:bCs w:val="0"/>
        </w:rPr>
        <w:t>.</w:t>
      </w:r>
      <w:r w:rsidR="006C788F">
        <w:rPr>
          <w:bCs w:val="0"/>
        </w:rPr>
        <w:t>202</w:t>
      </w:r>
      <w:r w:rsidR="00BB5656">
        <w:rPr>
          <w:bCs w:val="0"/>
        </w:rPr>
        <w:t>4</w:t>
      </w:r>
      <w:r w:rsidR="006C788F">
        <w:rPr>
          <w:bCs w:val="0"/>
        </w:rPr>
        <w:t xml:space="preserve"> kirjale kooskõlastas RMK </w:t>
      </w:r>
      <w:r w:rsidR="007D2672">
        <w:rPr>
          <w:bCs w:val="0"/>
        </w:rPr>
        <w:t>Kliendi poolt</w:t>
      </w:r>
      <w:r w:rsidR="00131F43">
        <w:rPr>
          <w:bCs w:val="0"/>
        </w:rPr>
        <w:t xml:space="preserve"> välja pakutud</w:t>
      </w:r>
      <w:r w:rsidR="00B95DE8">
        <w:rPr>
          <w:bCs w:val="0"/>
        </w:rPr>
        <w:t xml:space="preserve"> </w:t>
      </w:r>
      <w:r w:rsidR="009B1A31" w:rsidRPr="003A1955">
        <w:rPr>
          <w:bCs w:val="0"/>
        </w:rPr>
        <w:t xml:space="preserve">metsakorraldaja Eero </w:t>
      </w:r>
      <w:proofErr w:type="spellStart"/>
      <w:r w:rsidR="009B1A31" w:rsidRPr="003A1955">
        <w:rPr>
          <w:bCs w:val="0"/>
        </w:rPr>
        <w:t>Jesmini</w:t>
      </w:r>
      <w:proofErr w:type="spellEnd"/>
      <w:r w:rsidR="009B1A31" w:rsidRPr="003A1955">
        <w:rPr>
          <w:bCs w:val="0"/>
        </w:rPr>
        <w:t xml:space="preserve">. </w:t>
      </w:r>
      <w:r w:rsidR="008C7191">
        <w:rPr>
          <w:bCs w:val="0"/>
        </w:rPr>
        <w:t>Eksperdi eesmärgiks oli kontrollida ulukikahjustusi</w:t>
      </w:r>
      <w:r w:rsidR="000876D3">
        <w:rPr>
          <w:bCs w:val="0"/>
        </w:rPr>
        <w:t xml:space="preserve">, mis tuvastati </w:t>
      </w:r>
      <w:r w:rsidR="00AD4315">
        <w:rPr>
          <w:bCs w:val="0"/>
        </w:rPr>
        <w:t>eraldis</w:t>
      </w:r>
      <w:r w:rsidR="00FC5992">
        <w:rPr>
          <w:bCs w:val="0"/>
        </w:rPr>
        <w:t>t</w:t>
      </w:r>
      <w:r w:rsidR="00AD4315">
        <w:rPr>
          <w:bCs w:val="0"/>
        </w:rPr>
        <w:t>el PU27</w:t>
      </w:r>
      <w:r w:rsidR="00FC5992">
        <w:rPr>
          <w:bCs w:val="0"/>
        </w:rPr>
        <w:t>1</w:t>
      </w:r>
      <w:r w:rsidR="00AD4315">
        <w:rPr>
          <w:bCs w:val="0"/>
        </w:rPr>
        <w:t>-</w:t>
      </w:r>
      <w:r w:rsidR="00FC5992">
        <w:rPr>
          <w:bCs w:val="0"/>
        </w:rPr>
        <w:t>20, PU269-61, PU269</w:t>
      </w:r>
      <w:r w:rsidR="002A7A82">
        <w:rPr>
          <w:bCs w:val="0"/>
        </w:rPr>
        <w:t>-80</w:t>
      </w:r>
      <w:r w:rsidR="001F6E63">
        <w:rPr>
          <w:bCs w:val="0"/>
        </w:rPr>
        <w:t xml:space="preserve">, </w:t>
      </w:r>
      <w:r w:rsidR="002A7A82">
        <w:rPr>
          <w:bCs w:val="0"/>
        </w:rPr>
        <w:t>PU212-4</w:t>
      </w:r>
      <w:r w:rsidR="001F6E63">
        <w:rPr>
          <w:bCs w:val="0"/>
        </w:rPr>
        <w:t xml:space="preserve"> ja PU 212-14</w:t>
      </w:r>
      <w:r w:rsidR="00AD4315">
        <w:rPr>
          <w:bCs w:val="0"/>
        </w:rPr>
        <w:t xml:space="preserve"> </w:t>
      </w:r>
      <w:r w:rsidR="000876D3">
        <w:rPr>
          <w:bCs w:val="0"/>
        </w:rPr>
        <w:t>vastavalt</w:t>
      </w:r>
      <w:r w:rsidR="008C7191">
        <w:rPr>
          <w:bCs w:val="0"/>
        </w:rPr>
        <w:t xml:space="preserve"> </w:t>
      </w:r>
      <w:r w:rsidR="001F3571">
        <w:rPr>
          <w:bCs w:val="0"/>
        </w:rPr>
        <w:t xml:space="preserve">Eero Raja poolt koostatud </w:t>
      </w:r>
      <w:r w:rsidR="00171B0D">
        <w:rPr>
          <w:bCs w:val="0"/>
        </w:rPr>
        <w:t>21</w:t>
      </w:r>
      <w:r w:rsidR="001F3571">
        <w:rPr>
          <w:bCs w:val="0"/>
        </w:rPr>
        <w:t>.</w:t>
      </w:r>
      <w:r w:rsidR="00171B0D">
        <w:rPr>
          <w:bCs w:val="0"/>
        </w:rPr>
        <w:t>11</w:t>
      </w:r>
      <w:r w:rsidR="001F3571">
        <w:rPr>
          <w:bCs w:val="0"/>
        </w:rPr>
        <w:t>.2023</w:t>
      </w:r>
      <w:r w:rsidR="00CE37CC">
        <w:rPr>
          <w:bCs w:val="0"/>
        </w:rPr>
        <w:t xml:space="preserve"> </w:t>
      </w:r>
      <w:r w:rsidR="004119B1">
        <w:rPr>
          <w:bCs w:val="0"/>
        </w:rPr>
        <w:t>kontrollakti</w:t>
      </w:r>
      <w:r w:rsidR="000876D3">
        <w:rPr>
          <w:bCs w:val="0"/>
        </w:rPr>
        <w:t xml:space="preserve">le (edaspidi </w:t>
      </w:r>
      <w:r w:rsidR="000876D3" w:rsidRPr="000876D3">
        <w:rPr>
          <w:b/>
        </w:rPr>
        <w:t>Kontrollakt</w:t>
      </w:r>
      <w:r w:rsidR="000876D3">
        <w:rPr>
          <w:bCs w:val="0"/>
        </w:rPr>
        <w:t>)</w:t>
      </w:r>
      <w:r w:rsidR="004119B1">
        <w:rPr>
          <w:bCs w:val="0"/>
        </w:rPr>
        <w:t xml:space="preserve"> (</w:t>
      </w:r>
      <w:r w:rsidR="004119B1" w:rsidRPr="009B4FF7">
        <w:rPr>
          <w:b/>
        </w:rPr>
        <w:t xml:space="preserve">Lisa </w:t>
      </w:r>
      <w:r w:rsidR="009B4FF7" w:rsidRPr="009B4FF7">
        <w:rPr>
          <w:b/>
        </w:rPr>
        <w:t>1</w:t>
      </w:r>
      <w:r w:rsidR="009B4FF7">
        <w:rPr>
          <w:bCs w:val="0"/>
        </w:rPr>
        <w:t xml:space="preserve">). </w:t>
      </w:r>
    </w:p>
    <w:p w14:paraId="16E881E0" w14:textId="3B904263" w:rsidR="009B1A31" w:rsidRPr="003A1955" w:rsidRDefault="009B1A31" w:rsidP="009B1A31">
      <w:pPr>
        <w:pStyle w:val="Level1"/>
        <w:numPr>
          <w:ilvl w:val="0"/>
          <w:numId w:val="0"/>
        </w:numPr>
        <w:spacing w:line="0" w:lineRule="atLeast"/>
        <w:ind w:left="397"/>
        <w:rPr>
          <w:bCs w:val="0"/>
          <w:u w:val="single"/>
        </w:rPr>
      </w:pPr>
    </w:p>
    <w:p w14:paraId="2BAA33C1" w14:textId="5C25BCEF" w:rsidR="009B1A31" w:rsidRPr="003A1955" w:rsidRDefault="00712AAA" w:rsidP="00212965">
      <w:pPr>
        <w:pStyle w:val="Level1"/>
        <w:spacing w:line="0" w:lineRule="atLeast"/>
        <w:rPr>
          <w:bCs w:val="0"/>
          <w:u w:val="single"/>
        </w:rPr>
      </w:pPr>
      <w:r>
        <w:rPr>
          <w:bCs w:val="0"/>
        </w:rPr>
        <w:t>09</w:t>
      </w:r>
      <w:r w:rsidR="005301CF" w:rsidRPr="003A1955">
        <w:rPr>
          <w:bCs w:val="0"/>
        </w:rPr>
        <w:t>.</w:t>
      </w:r>
      <w:r w:rsidR="00354996" w:rsidRPr="003A1955">
        <w:rPr>
          <w:bCs w:val="0"/>
        </w:rPr>
        <w:t>0</w:t>
      </w:r>
      <w:r w:rsidR="008C7191">
        <w:rPr>
          <w:bCs w:val="0"/>
        </w:rPr>
        <w:t>4</w:t>
      </w:r>
      <w:r w:rsidR="005301CF" w:rsidRPr="003A1955">
        <w:rPr>
          <w:bCs w:val="0"/>
        </w:rPr>
        <w:t>.</w:t>
      </w:r>
      <w:r w:rsidR="00354996" w:rsidRPr="003A1955">
        <w:rPr>
          <w:bCs w:val="0"/>
        </w:rPr>
        <w:t>2023</w:t>
      </w:r>
      <w:r w:rsidR="005301CF" w:rsidRPr="003A1955">
        <w:rPr>
          <w:bCs w:val="0"/>
        </w:rPr>
        <w:t xml:space="preserve"> </w:t>
      </w:r>
      <w:r w:rsidR="008C7191">
        <w:rPr>
          <w:bCs w:val="0"/>
        </w:rPr>
        <w:t>allkirjastas</w:t>
      </w:r>
      <w:r w:rsidR="005301CF" w:rsidRPr="003A1955">
        <w:rPr>
          <w:bCs w:val="0"/>
        </w:rPr>
        <w:t xml:space="preserve"> ekspert Eero </w:t>
      </w:r>
      <w:proofErr w:type="spellStart"/>
      <w:r w:rsidR="005301CF" w:rsidRPr="003A1955">
        <w:rPr>
          <w:bCs w:val="0"/>
        </w:rPr>
        <w:t>Jesmin</w:t>
      </w:r>
      <w:proofErr w:type="spellEnd"/>
      <w:r w:rsidR="005301CF" w:rsidRPr="003A1955">
        <w:rPr>
          <w:bCs w:val="0"/>
        </w:rPr>
        <w:t xml:space="preserve"> </w:t>
      </w:r>
      <w:r w:rsidR="009E3528">
        <w:rPr>
          <w:bCs w:val="0"/>
        </w:rPr>
        <w:t xml:space="preserve">28.03.2024 </w:t>
      </w:r>
      <w:r w:rsidR="005301CF" w:rsidRPr="003A1955">
        <w:rPr>
          <w:bCs w:val="0"/>
        </w:rPr>
        <w:t>eksperthinnangu</w:t>
      </w:r>
      <w:r w:rsidR="001D2944" w:rsidRPr="003A1955">
        <w:rPr>
          <w:bCs w:val="0"/>
        </w:rPr>
        <w:t xml:space="preserve"> (edaspidi </w:t>
      </w:r>
      <w:r w:rsidR="001D2944" w:rsidRPr="003A1955">
        <w:rPr>
          <w:b/>
        </w:rPr>
        <w:t>Hinnang</w:t>
      </w:r>
      <w:r w:rsidR="001D2944" w:rsidRPr="003A1955">
        <w:rPr>
          <w:bCs w:val="0"/>
        </w:rPr>
        <w:t>)</w:t>
      </w:r>
      <w:r w:rsidR="005301CF" w:rsidRPr="003A1955">
        <w:rPr>
          <w:bCs w:val="0"/>
        </w:rPr>
        <w:t>, mille Klient soovib koos täiendavate seisukohtadega RMK-le edastada</w:t>
      </w:r>
      <w:r w:rsidR="001D2944" w:rsidRPr="003A1955">
        <w:rPr>
          <w:bCs w:val="0"/>
        </w:rPr>
        <w:t xml:space="preserve"> (</w:t>
      </w:r>
      <w:r w:rsidR="001D2944" w:rsidRPr="003A1955">
        <w:rPr>
          <w:b/>
        </w:rPr>
        <w:t xml:space="preserve">Lisa </w:t>
      </w:r>
      <w:r w:rsidR="009B4FF7">
        <w:rPr>
          <w:b/>
        </w:rPr>
        <w:t>2</w:t>
      </w:r>
      <w:r w:rsidR="001D2944" w:rsidRPr="003A1955">
        <w:rPr>
          <w:bCs w:val="0"/>
        </w:rPr>
        <w:t>)</w:t>
      </w:r>
      <w:r w:rsidR="005301CF" w:rsidRPr="003A1955">
        <w:rPr>
          <w:bCs w:val="0"/>
        </w:rPr>
        <w:t xml:space="preserve">. </w:t>
      </w:r>
    </w:p>
    <w:p w14:paraId="491CBCB4" w14:textId="77777777" w:rsidR="002635C4" w:rsidRPr="00510F6E" w:rsidRDefault="002635C4" w:rsidP="00DB35A8">
      <w:pPr>
        <w:pStyle w:val="Level1"/>
        <w:numPr>
          <w:ilvl w:val="0"/>
          <w:numId w:val="0"/>
        </w:numPr>
        <w:spacing w:line="0" w:lineRule="atLeast"/>
        <w:rPr>
          <w:b/>
        </w:rPr>
      </w:pPr>
    </w:p>
    <w:p w14:paraId="7D693F1B" w14:textId="0D418D60" w:rsidR="00E50E9C" w:rsidRPr="00510F6E" w:rsidRDefault="00E50E9C" w:rsidP="00E50E9C">
      <w:pPr>
        <w:pStyle w:val="Level1"/>
        <w:numPr>
          <w:ilvl w:val="0"/>
          <w:numId w:val="0"/>
        </w:numPr>
        <w:spacing w:line="0" w:lineRule="atLeast"/>
        <w:ind w:left="397" w:hanging="397"/>
        <w:rPr>
          <w:b/>
        </w:rPr>
      </w:pPr>
      <w:r w:rsidRPr="00510F6E">
        <w:rPr>
          <w:b/>
        </w:rPr>
        <w:t>III</w:t>
      </w:r>
      <w:r w:rsidRPr="00510F6E">
        <w:rPr>
          <w:b/>
        </w:rPr>
        <w:tab/>
      </w:r>
      <w:r w:rsidRPr="00510F6E">
        <w:rPr>
          <w:b/>
        </w:rPr>
        <w:tab/>
      </w:r>
      <w:r w:rsidR="00066CC7">
        <w:rPr>
          <w:b/>
        </w:rPr>
        <w:t xml:space="preserve">KLIENDI </w:t>
      </w:r>
      <w:r w:rsidR="005301CF">
        <w:rPr>
          <w:b/>
        </w:rPr>
        <w:t>TÄIENDAVAD SEISUKOHAD</w:t>
      </w:r>
    </w:p>
    <w:p w14:paraId="249A9ED2" w14:textId="77777777" w:rsidR="00E50E9C" w:rsidRPr="00510F6E" w:rsidRDefault="00E50E9C" w:rsidP="00E50E9C">
      <w:pPr>
        <w:pStyle w:val="Level1"/>
        <w:numPr>
          <w:ilvl w:val="0"/>
          <w:numId w:val="0"/>
        </w:numPr>
        <w:spacing w:line="0" w:lineRule="atLeast"/>
        <w:ind w:left="397" w:hanging="397"/>
        <w:rPr>
          <w:bCs w:val="0"/>
        </w:rPr>
      </w:pPr>
    </w:p>
    <w:p w14:paraId="2FAF0CB5" w14:textId="556E6E07" w:rsidR="00E50E9C" w:rsidRPr="00510F6E" w:rsidRDefault="00F363CE" w:rsidP="00127581">
      <w:pPr>
        <w:pStyle w:val="Level1"/>
        <w:spacing w:line="0" w:lineRule="atLeast"/>
        <w:rPr>
          <w:b/>
        </w:rPr>
      </w:pPr>
      <w:r>
        <w:rPr>
          <w:b/>
        </w:rPr>
        <w:t xml:space="preserve">Hinnangus toodud kahjustatud istikute arv erineb </w:t>
      </w:r>
      <w:r w:rsidR="000876D3">
        <w:rPr>
          <w:b/>
        </w:rPr>
        <w:t>Kontrollaktis</w:t>
      </w:r>
      <w:r>
        <w:rPr>
          <w:b/>
        </w:rPr>
        <w:t xml:space="preserve"> tuvastatust</w:t>
      </w:r>
      <w:r w:rsidR="000B2484">
        <w:rPr>
          <w:b/>
        </w:rPr>
        <w:t>.</w:t>
      </w:r>
    </w:p>
    <w:p w14:paraId="081977D3" w14:textId="208E2329" w:rsidR="00E50E9C" w:rsidRPr="00510F6E" w:rsidRDefault="00E50E9C" w:rsidP="00E50E9C">
      <w:pPr>
        <w:pStyle w:val="Level1"/>
        <w:numPr>
          <w:ilvl w:val="0"/>
          <w:numId w:val="0"/>
        </w:numPr>
        <w:spacing w:line="0" w:lineRule="atLeast"/>
        <w:rPr>
          <w:bCs w:val="0"/>
        </w:rPr>
      </w:pPr>
    </w:p>
    <w:p w14:paraId="21754244" w14:textId="7C26B5A8" w:rsidR="008315D4" w:rsidRPr="008315D4" w:rsidRDefault="00F363CE" w:rsidP="005301CF">
      <w:pPr>
        <w:pStyle w:val="Level2"/>
        <w:ind w:left="510" w:hanging="510"/>
      </w:pPr>
      <w:r>
        <w:t xml:space="preserve">Klient juhib tähelepanu, et Hinnangus sisalduvad andmed </w:t>
      </w:r>
      <w:r w:rsidR="001A3F78">
        <w:t xml:space="preserve">eraldistel asuvate tuvastatud taimede koguarvu kohta ning selle kohta, milline hulk ning suhtarv (protsendina) nendest taimedest on kahjustatud. </w:t>
      </w:r>
      <w:r w:rsidR="00890D2F">
        <w:t xml:space="preserve">Need andmed erinevad mõneti </w:t>
      </w:r>
      <w:r w:rsidR="00920761">
        <w:t>Kontroll</w:t>
      </w:r>
      <w:r w:rsidR="000876D3">
        <w:t>aktil</w:t>
      </w:r>
      <w:r w:rsidR="00890D2F">
        <w:t xml:space="preserve"> toodust, kuid </w:t>
      </w:r>
      <w:r w:rsidR="00584994">
        <w:rPr>
          <w:bCs/>
        </w:rPr>
        <w:t>Klient märgib, et suurusjär</w:t>
      </w:r>
      <w:r w:rsidR="006F6A2E">
        <w:rPr>
          <w:bCs/>
        </w:rPr>
        <w:t>gud</w:t>
      </w:r>
      <w:r w:rsidR="00584994">
        <w:rPr>
          <w:bCs/>
        </w:rPr>
        <w:t xml:space="preserve"> on mõlemal juhul sama</w:t>
      </w:r>
      <w:r w:rsidR="006F6A2E">
        <w:rPr>
          <w:bCs/>
        </w:rPr>
        <w:t>d</w:t>
      </w:r>
      <w:r w:rsidR="00584994">
        <w:rPr>
          <w:bCs/>
        </w:rPr>
        <w:t xml:space="preserve">. </w:t>
      </w:r>
    </w:p>
    <w:p w14:paraId="6DB3D49F" w14:textId="5191508D" w:rsidR="008315D4" w:rsidRDefault="008315D4" w:rsidP="008315D4">
      <w:pPr>
        <w:rPr>
          <w:lang w:val="et-EE"/>
        </w:rPr>
      </w:pPr>
    </w:p>
    <w:p w14:paraId="1795990E" w14:textId="7A66D8FE" w:rsidR="005301CF" w:rsidRPr="00510F6E" w:rsidRDefault="006F6A2E" w:rsidP="005301CF">
      <w:pPr>
        <w:pStyle w:val="Level1"/>
        <w:spacing w:line="0" w:lineRule="atLeast"/>
        <w:rPr>
          <w:b/>
        </w:rPr>
      </w:pPr>
      <w:r>
        <w:rPr>
          <w:b/>
        </w:rPr>
        <w:t>Hinnang</w:t>
      </w:r>
      <w:r w:rsidR="00603BB5">
        <w:rPr>
          <w:b/>
        </w:rPr>
        <w:t xml:space="preserve"> kinnitab, et osaliselt on taimed saanud </w:t>
      </w:r>
      <w:r w:rsidR="008C406C">
        <w:rPr>
          <w:b/>
        </w:rPr>
        <w:t>hukkunud ka kuivamise tõttu</w:t>
      </w:r>
      <w:r w:rsidR="005301CF">
        <w:rPr>
          <w:b/>
        </w:rPr>
        <w:t>.</w:t>
      </w:r>
    </w:p>
    <w:p w14:paraId="611D665B" w14:textId="77777777" w:rsidR="005301CF" w:rsidRPr="00A64466" w:rsidRDefault="005301CF" w:rsidP="005301CF">
      <w:pPr>
        <w:pStyle w:val="Level1"/>
        <w:numPr>
          <w:ilvl w:val="0"/>
          <w:numId w:val="0"/>
        </w:numPr>
        <w:spacing w:line="0" w:lineRule="atLeast"/>
        <w:rPr>
          <w:bCs w:val="0"/>
        </w:rPr>
      </w:pPr>
    </w:p>
    <w:p w14:paraId="270E2A5A" w14:textId="3AF25698" w:rsidR="003E45A8" w:rsidRPr="008315D4" w:rsidRDefault="008C406C" w:rsidP="003E45A8">
      <w:pPr>
        <w:pStyle w:val="Level2"/>
        <w:ind w:left="510" w:hanging="510"/>
      </w:pPr>
      <w:r w:rsidRPr="00A64466">
        <w:t xml:space="preserve">Ekspert kirjutab Hinnangus, et </w:t>
      </w:r>
      <w:r w:rsidR="00614E11" w:rsidRPr="00A64466">
        <w:t>osad</w:t>
      </w:r>
      <w:r w:rsidR="00BC3234" w:rsidRPr="00A64466">
        <w:t xml:space="preserve"> taimed on hukkunud ka kuivamise</w:t>
      </w:r>
      <w:r w:rsidR="003E025D" w:rsidRPr="00A64466">
        <w:t>st</w:t>
      </w:r>
      <w:r w:rsidR="00494622" w:rsidRPr="00A64466">
        <w:t xml:space="preserve"> ning mõned</w:t>
      </w:r>
      <w:r w:rsidR="00A64466" w:rsidRPr="00A64466">
        <w:t xml:space="preserve"> liigvee tõttu.</w:t>
      </w:r>
      <w:r w:rsidR="007A70F3">
        <w:t xml:space="preserve"> </w:t>
      </w:r>
      <w:r w:rsidR="003E025D">
        <w:t>See järeldus kehtib nii eraldiste PU271-20</w:t>
      </w:r>
      <w:r w:rsidR="00A64466">
        <w:t>,</w:t>
      </w:r>
      <w:r w:rsidR="003E025D">
        <w:t xml:space="preserve"> PU269-61 </w:t>
      </w:r>
      <w:r w:rsidR="00A64466">
        <w:t xml:space="preserve">kui ka PU269-80 </w:t>
      </w:r>
      <w:r w:rsidR="003E025D">
        <w:t xml:space="preserve">kohta. </w:t>
      </w:r>
      <w:r w:rsidR="007A70F3">
        <w:t>See tähendab, et</w:t>
      </w:r>
      <w:r w:rsidR="004F470C">
        <w:t xml:space="preserve"> </w:t>
      </w:r>
      <w:r w:rsidR="0009444D">
        <w:t>vähemalt mingis ulatuses pole taimede hukkumine põhjustatud ulukikahjustustest, vaid Kliendist sõltumatutest teguritest</w:t>
      </w:r>
      <w:r w:rsidR="003E45A8">
        <w:t xml:space="preserve">, mille puhul ei võimalda poolte vahel sõlmitud leping Kliendilt kompensatsiooni nõuda. </w:t>
      </w:r>
      <w:r w:rsidR="00BC3234">
        <w:t xml:space="preserve"> </w:t>
      </w:r>
    </w:p>
    <w:p w14:paraId="4ECC1F11" w14:textId="56CAD6C1" w:rsidR="005301CF" w:rsidRDefault="005301CF" w:rsidP="008315D4">
      <w:pPr>
        <w:rPr>
          <w:lang w:val="et-EE"/>
        </w:rPr>
      </w:pPr>
    </w:p>
    <w:p w14:paraId="6B7628E5" w14:textId="45505C97" w:rsidR="003E45A8" w:rsidRPr="00510F6E" w:rsidRDefault="003E45A8" w:rsidP="003E45A8">
      <w:pPr>
        <w:pStyle w:val="Level1"/>
        <w:spacing w:line="0" w:lineRule="atLeast"/>
        <w:rPr>
          <w:b/>
        </w:rPr>
      </w:pPr>
      <w:r>
        <w:rPr>
          <w:b/>
        </w:rPr>
        <w:t xml:space="preserve">Hinnangust tuleneb, et </w:t>
      </w:r>
      <w:r w:rsidR="000D3804">
        <w:rPr>
          <w:b/>
        </w:rPr>
        <w:t>eraldistele pole istutatud puid koguses, milles RMK väidab</w:t>
      </w:r>
      <w:r>
        <w:rPr>
          <w:b/>
        </w:rPr>
        <w:t>.</w:t>
      </w:r>
    </w:p>
    <w:p w14:paraId="2F0BBF3F" w14:textId="77777777" w:rsidR="003E45A8" w:rsidRPr="00510F6E" w:rsidRDefault="003E45A8" w:rsidP="003E45A8">
      <w:pPr>
        <w:pStyle w:val="Level1"/>
        <w:numPr>
          <w:ilvl w:val="0"/>
          <w:numId w:val="0"/>
        </w:numPr>
        <w:spacing w:line="0" w:lineRule="atLeast"/>
        <w:rPr>
          <w:bCs w:val="0"/>
        </w:rPr>
      </w:pPr>
    </w:p>
    <w:p w14:paraId="32EE0DEC" w14:textId="54A158A0" w:rsidR="00797D4C" w:rsidRPr="005301CF" w:rsidRDefault="000D3804" w:rsidP="00797D4C">
      <w:pPr>
        <w:pStyle w:val="Level2"/>
        <w:ind w:left="510" w:hanging="510"/>
      </w:pPr>
      <w:r>
        <w:t>RMK on Kliendile edastat</w:t>
      </w:r>
      <w:r w:rsidR="00A648A9">
        <w:t>ud</w:t>
      </w:r>
      <w:r w:rsidR="002A1EBF">
        <w:t xml:space="preserve"> </w:t>
      </w:r>
      <w:r w:rsidR="00FA2AD9">
        <w:t>02</w:t>
      </w:r>
      <w:r w:rsidR="002A1EBF">
        <w:t>.11.202</w:t>
      </w:r>
      <w:r w:rsidR="00FA2AD9">
        <w:t>3</w:t>
      </w:r>
      <w:r w:rsidR="00A648A9">
        <w:t xml:space="preserve"> kahju hüvitamise</w:t>
      </w:r>
      <w:r>
        <w:t xml:space="preserve"> akti</w:t>
      </w:r>
      <w:r w:rsidR="00A64466">
        <w:t>de</w:t>
      </w:r>
      <w:r w:rsidR="002A1EBF">
        <w:t>s</w:t>
      </w:r>
      <w:r>
        <w:t xml:space="preserve"> eelduseks võtnud asjaolu, et </w:t>
      </w:r>
      <w:r w:rsidR="00F953E5">
        <w:t xml:space="preserve">eraldistele on puid istutatud aktides näidatud koguses. </w:t>
      </w:r>
      <w:r w:rsidR="00277C4C">
        <w:t xml:space="preserve">Ekspert </w:t>
      </w:r>
      <w:r w:rsidR="00BC3D3B">
        <w:t>tuvastas</w:t>
      </w:r>
      <w:r w:rsidR="00EC25E4">
        <w:t xml:space="preserve">, et </w:t>
      </w:r>
      <w:r w:rsidR="00C97967">
        <w:t xml:space="preserve">vaatluse tulemusena ei loendatud istutuskohti rohkem, kui oli loendatud taimeistikuid. </w:t>
      </w:r>
      <w:r w:rsidR="0089659C">
        <w:t>See järeldus kehtib kõigi Hinnangus vaadeldud metsaeraldiste puhul.</w:t>
      </w:r>
      <w:r w:rsidR="00267EE6">
        <w:t xml:space="preserve"> Teisisõnu – ekspert kinnitab</w:t>
      </w:r>
      <w:r w:rsidR="005553CF">
        <w:t xml:space="preserve">, et </w:t>
      </w:r>
      <w:r w:rsidR="00FA2D06">
        <w:t xml:space="preserve">RMK on asunud Kliendilt hüvitist nõudma taimede eest </w:t>
      </w:r>
      <w:r w:rsidR="00797D4C">
        <w:t xml:space="preserve">olukorras, kus tegelikult pole RMK ise enne seda eraldistel nõutavat istutustaset täitnud. </w:t>
      </w:r>
    </w:p>
    <w:p w14:paraId="4B01DFBD" w14:textId="6C8B9E93" w:rsidR="003E45A8" w:rsidRDefault="003E45A8" w:rsidP="008315D4">
      <w:pPr>
        <w:rPr>
          <w:lang w:val="et-EE"/>
        </w:rPr>
      </w:pPr>
    </w:p>
    <w:p w14:paraId="544FFD21" w14:textId="77777777" w:rsidR="003E45A8" w:rsidRPr="00510F6E" w:rsidRDefault="003E45A8" w:rsidP="003E45A8">
      <w:pPr>
        <w:pStyle w:val="Level1"/>
        <w:spacing w:line="0" w:lineRule="atLeast"/>
        <w:rPr>
          <w:b/>
        </w:rPr>
      </w:pPr>
      <w:r>
        <w:rPr>
          <w:b/>
        </w:rPr>
        <w:t>Kokkuvõte.</w:t>
      </w:r>
    </w:p>
    <w:p w14:paraId="1BAEAFA9" w14:textId="77777777" w:rsidR="003E45A8" w:rsidRPr="00510F6E" w:rsidRDefault="003E45A8" w:rsidP="003E45A8">
      <w:pPr>
        <w:pStyle w:val="Level1"/>
        <w:numPr>
          <w:ilvl w:val="0"/>
          <w:numId w:val="0"/>
        </w:numPr>
        <w:spacing w:line="0" w:lineRule="atLeast"/>
        <w:rPr>
          <w:bCs w:val="0"/>
        </w:rPr>
      </w:pPr>
    </w:p>
    <w:p w14:paraId="434F4D29" w14:textId="1EB8CE0F" w:rsidR="003E45A8" w:rsidRDefault="00BF1F7C" w:rsidP="008315D4">
      <w:pPr>
        <w:pStyle w:val="Level2"/>
        <w:ind w:left="510" w:hanging="510"/>
      </w:pPr>
      <w:r>
        <w:t>Eksperdi hinnangust tuleneb</w:t>
      </w:r>
      <w:r w:rsidR="00B3434E">
        <w:t xml:space="preserve"> </w:t>
      </w:r>
      <w:r w:rsidR="00144A22">
        <w:t>kolm</w:t>
      </w:r>
      <w:r w:rsidR="00B3434E">
        <w:t xml:space="preserve"> peamist järeldust: </w:t>
      </w:r>
      <w:r w:rsidR="00144A22">
        <w:t xml:space="preserve">(a) </w:t>
      </w:r>
      <w:r w:rsidR="000B5085">
        <w:t>eraldisel on küll kahjustatud taimed,</w:t>
      </w:r>
      <w:r w:rsidR="00144A22">
        <w:t xml:space="preserve"> kuid </w:t>
      </w:r>
      <w:r w:rsidR="000B5085">
        <w:t xml:space="preserve">kahju pole tekkinud täielikult </w:t>
      </w:r>
      <w:r w:rsidR="00144A22">
        <w:t xml:space="preserve">ulukikahjustuse tulemusena, (b) RMK pole eraldistele istutamisaktis märgitud koguses puid istutanud ning (c) kui RMK oleks puud ettenähtud mahus istutanud, </w:t>
      </w:r>
      <w:r w:rsidR="00555FD0">
        <w:t xml:space="preserve">on </w:t>
      </w:r>
      <w:r w:rsidR="00555FD0">
        <w:lastRenderedPageBreak/>
        <w:t xml:space="preserve">tõenäoline, et </w:t>
      </w:r>
      <w:r w:rsidR="00144A22">
        <w:t>ka ulukikahjustuse tulemusena</w:t>
      </w:r>
      <w:r w:rsidR="00555FD0">
        <w:t xml:space="preserve"> poleks</w:t>
      </w:r>
      <w:r w:rsidR="00144A22">
        <w:t xml:space="preserve"> nende </w:t>
      </w:r>
      <w:r w:rsidR="00555FD0">
        <w:t xml:space="preserve">taimede </w:t>
      </w:r>
      <w:r w:rsidR="00144A22">
        <w:t xml:space="preserve">arv hektari kohta alla miinimumeesmärgi. </w:t>
      </w:r>
    </w:p>
    <w:p w14:paraId="66FBAC7D" w14:textId="6C1EA150" w:rsidR="00144A22" w:rsidRDefault="00144A22" w:rsidP="00144A22">
      <w:pPr>
        <w:pStyle w:val="Level2"/>
        <w:numPr>
          <w:ilvl w:val="0"/>
          <w:numId w:val="0"/>
        </w:numPr>
        <w:ind w:left="510"/>
      </w:pPr>
    </w:p>
    <w:p w14:paraId="46F2CFE7" w14:textId="11337225" w:rsidR="00144A22" w:rsidRDefault="00144A22" w:rsidP="008315D4">
      <w:pPr>
        <w:pStyle w:val="Level2"/>
        <w:ind w:left="510" w:hanging="510"/>
      </w:pPr>
      <w:r>
        <w:t>Järelikult, Kliendi hinnangul puudub RMK-l õigus nõuda Kliendilt</w:t>
      </w:r>
      <w:r w:rsidR="00001E75">
        <w:t xml:space="preserve"> kahju hüvitamist</w:t>
      </w:r>
      <w:r w:rsidR="00555FD0">
        <w:t xml:space="preserve"> </w:t>
      </w:r>
      <w:r w:rsidR="000C5007">
        <w:t>02.11.2023 kahju hüvitamise aktides näidatud ulatuses. RMK-l tuleb Hinnangu alusel enda nõuet täpsustada</w:t>
      </w:r>
      <w:r w:rsidR="00001E75">
        <w:t>.</w:t>
      </w:r>
    </w:p>
    <w:p w14:paraId="0708074F" w14:textId="169F1302" w:rsidR="00001E75" w:rsidRDefault="00001E75" w:rsidP="00001E75">
      <w:pPr>
        <w:pStyle w:val="Level2"/>
        <w:numPr>
          <w:ilvl w:val="0"/>
          <w:numId w:val="0"/>
        </w:numPr>
        <w:ind w:left="510"/>
      </w:pPr>
    </w:p>
    <w:p w14:paraId="36F2AB36" w14:textId="0BC96BB0" w:rsidR="00001E75" w:rsidRPr="003E45A8" w:rsidRDefault="00001E75" w:rsidP="008315D4">
      <w:pPr>
        <w:pStyle w:val="Level2"/>
        <w:ind w:left="510" w:hanging="510"/>
      </w:pPr>
      <w:r>
        <w:t xml:space="preserve">Klient ootab RMK vastust </w:t>
      </w:r>
      <w:r w:rsidR="00D832FF">
        <w:t xml:space="preserve">eeltoodule hiljemalt </w:t>
      </w:r>
      <w:r w:rsidR="00CF202B">
        <w:t>22</w:t>
      </w:r>
      <w:r w:rsidR="00D832FF">
        <w:t>.0</w:t>
      </w:r>
      <w:r w:rsidR="00876B0C">
        <w:t>4</w:t>
      </w:r>
      <w:r w:rsidR="00D832FF">
        <w:t>.202</w:t>
      </w:r>
      <w:r w:rsidR="00876B0C">
        <w:t>4</w:t>
      </w:r>
      <w:r w:rsidR="00D832FF">
        <w:t>.</w:t>
      </w:r>
    </w:p>
    <w:p w14:paraId="6C947D3E" w14:textId="77777777" w:rsidR="005301CF" w:rsidRPr="008315D4" w:rsidRDefault="005301CF" w:rsidP="008315D4">
      <w:pPr>
        <w:rPr>
          <w:lang w:val="et-EE"/>
        </w:rPr>
      </w:pPr>
    </w:p>
    <w:p w14:paraId="0EBD8443" w14:textId="77777777" w:rsidR="00CF202B" w:rsidRDefault="00CF202B" w:rsidP="00127581">
      <w:pPr>
        <w:pStyle w:val="NormalWeb"/>
        <w:spacing w:before="0" w:beforeAutospacing="0" w:after="0" w:afterAutospacing="0" w:line="0" w:lineRule="atLeast"/>
        <w:rPr>
          <w:rFonts w:ascii="Verdana" w:hAnsi="Verdana" w:cs="Arial"/>
          <w:bCs/>
          <w:color w:val="auto"/>
          <w:sz w:val="18"/>
          <w:szCs w:val="18"/>
        </w:rPr>
      </w:pPr>
    </w:p>
    <w:p w14:paraId="69E03054" w14:textId="4934EEE4" w:rsidR="008650AE" w:rsidRPr="00510F6E" w:rsidRDefault="008650AE" w:rsidP="00127581">
      <w:pPr>
        <w:pStyle w:val="NormalWeb"/>
        <w:spacing w:before="0" w:beforeAutospacing="0" w:after="0" w:afterAutospacing="0" w:line="0" w:lineRule="atLeast"/>
        <w:rPr>
          <w:rFonts w:ascii="Verdana" w:hAnsi="Verdana" w:cs="Arial"/>
          <w:bCs/>
          <w:color w:val="auto"/>
          <w:sz w:val="18"/>
          <w:szCs w:val="18"/>
        </w:rPr>
      </w:pPr>
      <w:r w:rsidRPr="00510F6E">
        <w:rPr>
          <w:rFonts w:ascii="Verdana" w:hAnsi="Verdana" w:cs="Arial"/>
          <w:bCs/>
          <w:color w:val="auto"/>
          <w:sz w:val="18"/>
          <w:szCs w:val="18"/>
        </w:rPr>
        <w:t>Lugupidamisega</w:t>
      </w:r>
    </w:p>
    <w:p w14:paraId="58AAE706" w14:textId="77777777" w:rsidR="008650AE" w:rsidRPr="00510F6E" w:rsidRDefault="008650AE" w:rsidP="00127581">
      <w:pPr>
        <w:pStyle w:val="NormalWeb"/>
        <w:spacing w:before="0" w:beforeAutospacing="0" w:after="0" w:afterAutospacing="0" w:line="0" w:lineRule="atLeast"/>
        <w:rPr>
          <w:rFonts w:ascii="Verdana" w:hAnsi="Verdana" w:cs="Arial"/>
          <w:bCs/>
          <w:i/>
          <w:color w:val="auto"/>
          <w:sz w:val="18"/>
          <w:szCs w:val="18"/>
        </w:rPr>
      </w:pPr>
    </w:p>
    <w:p w14:paraId="2F6DA939" w14:textId="77777777" w:rsidR="008650AE" w:rsidRPr="00510F6E" w:rsidRDefault="008650AE" w:rsidP="00127581">
      <w:pPr>
        <w:pStyle w:val="NormalWeb"/>
        <w:spacing w:before="0" w:beforeAutospacing="0" w:after="0" w:afterAutospacing="0" w:line="0" w:lineRule="atLeast"/>
        <w:rPr>
          <w:rFonts w:ascii="Verdana" w:hAnsi="Verdana" w:cs="Arial"/>
          <w:bCs/>
          <w:i/>
          <w:color w:val="auto"/>
          <w:sz w:val="18"/>
          <w:szCs w:val="18"/>
        </w:rPr>
      </w:pPr>
      <w:r w:rsidRPr="00510F6E">
        <w:rPr>
          <w:rFonts w:ascii="Verdana" w:hAnsi="Verdana" w:cs="Arial"/>
          <w:bCs/>
          <w:i/>
          <w:color w:val="auto"/>
          <w:sz w:val="18"/>
          <w:szCs w:val="18"/>
        </w:rPr>
        <w:t>/allkirjastatud digitaalselt/</w:t>
      </w:r>
    </w:p>
    <w:p w14:paraId="1D01B398" w14:textId="77777777" w:rsidR="008650AE" w:rsidRPr="00510F6E" w:rsidRDefault="008650AE" w:rsidP="00127581">
      <w:pPr>
        <w:pStyle w:val="NormalWeb"/>
        <w:spacing w:before="0" w:beforeAutospacing="0" w:after="0" w:afterAutospacing="0" w:line="0" w:lineRule="atLeast"/>
        <w:rPr>
          <w:rFonts w:ascii="Verdana" w:hAnsi="Verdana" w:cs="Arial"/>
          <w:bCs/>
          <w:color w:val="auto"/>
          <w:sz w:val="18"/>
          <w:szCs w:val="18"/>
        </w:rPr>
      </w:pPr>
    </w:p>
    <w:p w14:paraId="6553976C" w14:textId="6FE41ACC" w:rsidR="008650AE" w:rsidRPr="00510F6E" w:rsidRDefault="008650AE" w:rsidP="00127581">
      <w:pPr>
        <w:pStyle w:val="NormalWeb"/>
        <w:tabs>
          <w:tab w:val="left" w:pos="4111"/>
        </w:tabs>
        <w:spacing w:before="0" w:beforeAutospacing="0" w:after="0" w:afterAutospacing="0" w:line="0" w:lineRule="atLeast"/>
        <w:rPr>
          <w:rFonts w:ascii="Verdana" w:hAnsi="Verdana" w:cs="Arial"/>
          <w:bCs/>
          <w:color w:val="auto"/>
          <w:sz w:val="18"/>
          <w:szCs w:val="18"/>
        </w:rPr>
      </w:pPr>
      <w:r w:rsidRPr="00510F6E">
        <w:rPr>
          <w:rFonts w:ascii="Verdana" w:hAnsi="Verdana" w:cs="Arial"/>
          <w:bCs/>
          <w:color w:val="auto"/>
          <w:sz w:val="18"/>
          <w:szCs w:val="18"/>
        </w:rPr>
        <w:t>Toomas Pikamä</w:t>
      </w:r>
      <w:r w:rsidR="005A0DE1" w:rsidRPr="00510F6E">
        <w:rPr>
          <w:rFonts w:ascii="Verdana" w:hAnsi="Verdana" w:cs="Arial"/>
          <w:bCs/>
          <w:color w:val="auto"/>
          <w:sz w:val="18"/>
          <w:szCs w:val="18"/>
        </w:rPr>
        <w:t>e</w:t>
      </w:r>
    </w:p>
    <w:p w14:paraId="52E4F5D5" w14:textId="18D4E389" w:rsidR="008650AE" w:rsidRPr="00510F6E" w:rsidRDefault="005A0DE1" w:rsidP="00127581">
      <w:pPr>
        <w:pStyle w:val="NormalWeb"/>
        <w:tabs>
          <w:tab w:val="left" w:pos="4111"/>
        </w:tabs>
        <w:spacing w:before="0" w:beforeAutospacing="0" w:after="0" w:afterAutospacing="0" w:line="0" w:lineRule="atLeast"/>
        <w:rPr>
          <w:rFonts w:ascii="Verdana" w:hAnsi="Verdana" w:cs="Arial"/>
          <w:bCs/>
          <w:color w:val="auto"/>
          <w:sz w:val="18"/>
          <w:szCs w:val="18"/>
        </w:rPr>
      </w:pPr>
      <w:r w:rsidRPr="00510F6E">
        <w:rPr>
          <w:rFonts w:ascii="Verdana" w:hAnsi="Verdana" w:cs="Arial"/>
          <w:bCs/>
          <w:color w:val="auto"/>
          <w:sz w:val="18"/>
          <w:szCs w:val="18"/>
        </w:rPr>
        <w:t>v</w:t>
      </w:r>
      <w:r w:rsidR="008650AE" w:rsidRPr="00510F6E">
        <w:rPr>
          <w:rFonts w:ascii="Verdana" w:hAnsi="Verdana" w:cs="Arial"/>
          <w:bCs/>
          <w:color w:val="auto"/>
          <w:sz w:val="18"/>
          <w:szCs w:val="18"/>
        </w:rPr>
        <w:t>andeadvokaat</w:t>
      </w:r>
    </w:p>
    <w:p w14:paraId="4B76140A" w14:textId="64EA4DED" w:rsidR="00041897" w:rsidRDefault="00E67177" w:rsidP="00E67177">
      <w:pPr>
        <w:pStyle w:val="NormalWeb"/>
        <w:spacing w:before="0" w:beforeAutospacing="0" w:after="0" w:afterAutospacing="0" w:line="0" w:lineRule="atLeast"/>
        <w:rPr>
          <w:rFonts w:ascii="Verdana" w:hAnsi="Verdana" w:cs="Arial"/>
          <w:bCs/>
          <w:color w:val="auto"/>
          <w:sz w:val="18"/>
          <w:szCs w:val="18"/>
        </w:rPr>
      </w:pPr>
      <w:r>
        <w:rPr>
          <w:rFonts w:ascii="Verdana" w:hAnsi="Verdana" w:cs="Arial"/>
          <w:bCs/>
          <w:color w:val="auto"/>
          <w:sz w:val="18"/>
          <w:szCs w:val="18"/>
        </w:rPr>
        <w:t>MTÜ Leluselja Jahiselts</w:t>
      </w:r>
      <w:r w:rsidR="001F7832" w:rsidRPr="00510F6E">
        <w:rPr>
          <w:rFonts w:ascii="Verdana" w:hAnsi="Verdana" w:cs="Arial"/>
          <w:bCs/>
          <w:color w:val="auto"/>
          <w:sz w:val="18"/>
          <w:szCs w:val="18"/>
        </w:rPr>
        <w:t xml:space="preserve"> </w:t>
      </w:r>
      <w:r w:rsidR="005A0DE1" w:rsidRPr="00510F6E">
        <w:rPr>
          <w:rFonts w:ascii="Verdana" w:hAnsi="Verdana" w:cs="Arial"/>
          <w:bCs/>
          <w:color w:val="auto"/>
          <w:sz w:val="18"/>
          <w:szCs w:val="18"/>
        </w:rPr>
        <w:t>lepinguline esindaja</w:t>
      </w:r>
      <w:r w:rsidR="00827B7B">
        <w:rPr>
          <w:rFonts w:ascii="Verdana" w:hAnsi="Verdana" w:cs="Arial"/>
          <w:bCs/>
          <w:color w:val="auto"/>
          <w:sz w:val="18"/>
          <w:szCs w:val="18"/>
        </w:rPr>
        <w:t xml:space="preserve"> </w:t>
      </w:r>
    </w:p>
    <w:p w14:paraId="0BBC6840" w14:textId="55F808FC" w:rsidR="00AD3B30" w:rsidRDefault="00AD3B30" w:rsidP="00E67177">
      <w:pPr>
        <w:pStyle w:val="NormalWeb"/>
        <w:spacing w:before="0" w:beforeAutospacing="0" w:after="0" w:afterAutospacing="0" w:line="0" w:lineRule="atLeast"/>
        <w:rPr>
          <w:rFonts w:ascii="Verdana" w:hAnsi="Verdana" w:cs="Arial"/>
          <w:bCs/>
          <w:color w:val="auto"/>
          <w:sz w:val="18"/>
          <w:szCs w:val="18"/>
        </w:rPr>
      </w:pPr>
    </w:p>
    <w:p w14:paraId="277D8C0E" w14:textId="2C209128" w:rsidR="00AD3B30" w:rsidRPr="00D832FF" w:rsidRDefault="00D832FF" w:rsidP="00E67177">
      <w:pPr>
        <w:pStyle w:val="NormalWeb"/>
        <w:spacing w:before="0" w:beforeAutospacing="0" w:after="0" w:afterAutospacing="0" w:line="0" w:lineRule="atLeast"/>
        <w:rPr>
          <w:rFonts w:ascii="Verdana" w:hAnsi="Verdana" w:cs="Arial"/>
          <w:b/>
          <w:color w:val="auto"/>
          <w:sz w:val="18"/>
          <w:szCs w:val="18"/>
        </w:rPr>
      </w:pPr>
      <w:r w:rsidRPr="00D832FF">
        <w:rPr>
          <w:rFonts w:ascii="Verdana" w:hAnsi="Verdana" w:cs="Arial"/>
          <w:b/>
          <w:color w:val="auto"/>
          <w:sz w:val="18"/>
          <w:szCs w:val="18"/>
        </w:rPr>
        <w:t xml:space="preserve">Lisad: </w:t>
      </w:r>
    </w:p>
    <w:p w14:paraId="47E3EBE0" w14:textId="1FD1E1F4" w:rsidR="0060094A" w:rsidRDefault="0060094A" w:rsidP="00D832FF">
      <w:pPr>
        <w:pStyle w:val="NormalWeb"/>
        <w:numPr>
          <w:ilvl w:val="0"/>
          <w:numId w:val="27"/>
        </w:numPr>
        <w:spacing w:before="0" w:beforeAutospacing="0" w:after="0" w:afterAutospacing="0" w:line="0" w:lineRule="atLeast"/>
        <w:ind w:left="567" w:hanging="567"/>
        <w:rPr>
          <w:rFonts w:ascii="Verdana" w:hAnsi="Verdana" w:cs="Arial"/>
          <w:bCs/>
          <w:color w:val="auto"/>
          <w:sz w:val="18"/>
          <w:szCs w:val="18"/>
        </w:rPr>
      </w:pPr>
      <w:r>
        <w:rPr>
          <w:rFonts w:ascii="Verdana" w:hAnsi="Verdana" w:cs="Arial"/>
          <w:bCs/>
          <w:color w:val="auto"/>
          <w:sz w:val="18"/>
          <w:szCs w:val="18"/>
        </w:rPr>
        <w:t xml:space="preserve">Eero Raja </w:t>
      </w:r>
      <w:r w:rsidR="00DD4D66">
        <w:rPr>
          <w:rFonts w:ascii="Verdana" w:hAnsi="Verdana" w:cs="Arial"/>
          <w:bCs/>
          <w:color w:val="auto"/>
          <w:sz w:val="18"/>
          <w:szCs w:val="18"/>
        </w:rPr>
        <w:t>21</w:t>
      </w:r>
      <w:r>
        <w:rPr>
          <w:rFonts w:ascii="Verdana" w:hAnsi="Verdana" w:cs="Arial"/>
          <w:bCs/>
          <w:color w:val="auto"/>
          <w:sz w:val="18"/>
          <w:szCs w:val="18"/>
        </w:rPr>
        <w:t>.</w:t>
      </w:r>
      <w:r w:rsidR="00DD4D66">
        <w:rPr>
          <w:rFonts w:ascii="Verdana" w:hAnsi="Verdana" w:cs="Arial"/>
          <w:bCs/>
          <w:color w:val="auto"/>
          <w:sz w:val="18"/>
          <w:szCs w:val="18"/>
        </w:rPr>
        <w:t>11</w:t>
      </w:r>
      <w:r>
        <w:rPr>
          <w:rFonts w:ascii="Verdana" w:hAnsi="Verdana" w:cs="Arial"/>
          <w:bCs/>
          <w:color w:val="auto"/>
          <w:sz w:val="18"/>
          <w:szCs w:val="18"/>
        </w:rPr>
        <w:t>.202</w:t>
      </w:r>
      <w:r w:rsidR="00DD4D66">
        <w:rPr>
          <w:rFonts w:ascii="Verdana" w:hAnsi="Verdana" w:cs="Arial"/>
          <w:bCs/>
          <w:color w:val="auto"/>
          <w:sz w:val="18"/>
          <w:szCs w:val="18"/>
        </w:rPr>
        <w:t>3</w:t>
      </w:r>
      <w:r>
        <w:rPr>
          <w:rFonts w:ascii="Verdana" w:hAnsi="Verdana" w:cs="Arial"/>
          <w:bCs/>
          <w:color w:val="auto"/>
          <w:sz w:val="18"/>
          <w:szCs w:val="18"/>
        </w:rPr>
        <w:t xml:space="preserve"> kontrollakt; </w:t>
      </w:r>
    </w:p>
    <w:p w14:paraId="786D83CB" w14:textId="08CFFD9F" w:rsidR="00D832FF" w:rsidRPr="00510F6E" w:rsidRDefault="00D832FF" w:rsidP="00D832FF">
      <w:pPr>
        <w:pStyle w:val="NormalWeb"/>
        <w:numPr>
          <w:ilvl w:val="0"/>
          <w:numId w:val="27"/>
        </w:numPr>
        <w:spacing w:before="0" w:beforeAutospacing="0" w:after="0" w:afterAutospacing="0" w:line="0" w:lineRule="atLeast"/>
        <w:ind w:left="567" w:hanging="567"/>
        <w:rPr>
          <w:rFonts w:ascii="Verdana" w:hAnsi="Verdana" w:cs="Arial"/>
          <w:bCs/>
          <w:color w:val="auto"/>
          <w:sz w:val="18"/>
          <w:szCs w:val="18"/>
        </w:rPr>
      </w:pPr>
      <w:r>
        <w:rPr>
          <w:rFonts w:ascii="Verdana" w:hAnsi="Verdana" w:cs="Arial"/>
          <w:bCs/>
          <w:color w:val="auto"/>
          <w:sz w:val="18"/>
          <w:szCs w:val="18"/>
        </w:rPr>
        <w:t xml:space="preserve">Eero </w:t>
      </w:r>
      <w:proofErr w:type="spellStart"/>
      <w:r>
        <w:rPr>
          <w:rFonts w:ascii="Verdana" w:hAnsi="Verdana" w:cs="Arial"/>
          <w:bCs/>
          <w:color w:val="auto"/>
          <w:sz w:val="18"/>
          <w:szCs w:val="18"/>
        </w:rPr>
        <w:t>Jesmini</w:t>
      </w:r>
      <w:proofErr w:type="spellEnd"/>
      <w:r>
        <w:rPr>
          <w:rFonts w:ascii="Verdana" w:hAnsi="Verdana" w:cs="Arial"/>
          <w:bCs/>
          <w:color w:val="auto"/>
          <w:sz w:val="18"/>
          <w:szCs w:val="18"/>
        </w:rPr>
        <w:t xml:space="preserve"> 2</w:t>
      </w:r>
      <w:r w:rsidR="00DD4D66">
        <w:rPr>
          <w:rFonts w:ascii="Verdana" w:hAnsi="Verdana" w:cs="Arial"/>
          <w:bCs/>
          <w:color w:val="auto"/>
          <w:sz w:val="18"/>
          <w:szCs w:val="18"/>
        </w:rPr>
        <w:t>8</w:t>
      </w:r>
      <w:r>
        <w:rPr>
          <w:rFonts w:ascii="Verdana" w:hAnsi="Verdana" w:cs="Arial"/>
          <w:bCs/>
          <w:color w:val="auto"/>
          <w:sz w:val="18"/>
          <w:szCs w:val="18"/>
        </w:rPr>
        <w:t>.0</w:t>
      </w:r>
      <w:r w:rsidR="00DD4D66">
        <w:rPr>
          <w:rFonts w:ascii="Verdana" w:hAnsi="Verdana" w:cs="Arial"/>
          <w:bCs/>
          <w:color w:val="auto"/>
          <w:sz w:val="18"/>
          <w:szCs w:val="18"/>
        </w:rPr>
        <w:t>4</w:t>
      </w:r>
      <w:r>
        <w:rPr>
          <w:rFonts w:ascii="Verdana" w:hAnsi="Verdana" w:cs="Arial"/>
          <w:bCs/>
          <w:color w:val="auto"/>
          <w:sz w:val="18"/>
          <w:szCs w:val="18"/>
        </w:rPr>
        <w:t>.202</w:t>
      </w:r>
      <w:r w:rsidR="00DD4D66">
        <w:rPr>
          <w:rFonts w:ascii="Verdana" w:hAnsi="Verdana" w:cs="Arial"/>
          <w:bCs/>
          <w:color w:val="auto"/>
          <w:sz w:val="18"/>
          <w:szCs w:val="18"/>
        </w:rPr>
        <w:t>4</w:t>
      </w:r>
      <w:r>
        <w:rPr>
          <w:rFonts w:ascii="Verdana" w:hAnsi="Verdana" w:cs="Arial"/>
          <w:bCs/>
          <w:color w:val="auto"/>
          <w:sz w:val="18"/>
          <w:szCs w:val="18"/>
        </w:rPr>
        <w:t xml:space="preserve"> eksperthinnang. </w:t>
      </w:r>
    </w:p>
    <w:sectPr w:rsidR="00D832FF" w:rsidRPr="00510F6E" w:rsidSect="00C10D57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998" w:right="851" w:bottom="1418" w:left="1701" w:header="284" w:footer="454" w:gutter="0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BE603A" w14:textId="77777777" w:rsidR="00C10D57" w:rsidRDefault="00C10D57" w:rsidP="005D30CA">
      <w:r>
        <w:separator/>
      </w:r>
    </w:p>
  </w:endnote>
  <w:endnote w:type="continuationSeparator" w:id="0">
    <w:p w14:paraId="47F47A7E" w14:textId="77777777" w:rsidR="00C10D57" w:rsidRDefault="00C10D57" w:rsidP="005D30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ill Sans MT Ext Condensed Bold">
    <w:panose1 w:val="020B0902020104020203"/>
    <w:charset w:val="00"/>
    <w:family w:val="swiss"/>
    <w:pitch w:val="variable"/>
    <w:sig w:usb0="00000007" w:usb1="00000000" w:usb2="00000000" w:usb3="00000000" w:csb0="0000000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8F205A" w14:textId="77777777" w:rsidR="00E4572E" w:rsidRDefault="00E4572E" w:rsidP="007400E6">
    <w:pPr>
      <w:pStyle w:val="Footer"/>
      <w:tabs>
        <w:tab w:val="clear" w:pos="4536"/>
      </w:tabs>
      <w:rPr>
        <w:sz w:val="12"/>
      </w:rPr>
    </w:pPr>
  </w:p>
  <w:p w14:paraId="6BD907EA" w14:textId="77777777" w:rsidR="00E4572E" w:rsidRDefault="00E4572E" w:rsidP="00B253B4">
    <w:pPr>
      <w:pStyle w:val="ExtraInfo"/>
      <w:framePr w:w="0" w:hRule="auto" w:hSpace="0" w:wrap="auto" w:vAnchor="margin" w:hAnchor="text" w:xAlign="left" w:yAlign="inline"/>
      <w:spacing w:before="240"/>
    </w:pPr>
  </w:p>
  <w:p w14:paraId="00119984" w14:textId="77777777" w:rsidR="00E4572E" w:rsidRPr="0053419C" w:rsidRDefault="00E4572E" w:rsidP="007400E6">
    <w:pPr>
      <w:pStyle w:val="Footer"/>
      <w:tabs>
        <w:tab w:val="clear" w:pos="4536"/>
      </w:tabs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346" w:type="dxa"/>
      <w:tblInd w:w="-113" w:type="dxa"/>
      <w:tblLayout w:type="fixed"/>
      <w:tblLook w:val="01E0" w:firstRow="1" w:lastRow="1" w:firstColumn="1" w:lastColumn="1" w:noHBand="0" w:noVBand="0"/>
    </w:tblPr>
    <w:tblGrid>
      <w:gridCol w:w="8051"/>
      <w:gridCol w:w="2295"/>
    </w:tblGrid>
    <w:tr w:rsidR="00E4572E" w:rsidRPr="00BC285F" w14:paraId="47FB2ED0" w14:textId="77777777" w:rsidTr="002C0779">
      <w:trPr>
        <w:trHeight w:val="397"/>
        <w:hidden/>
      </w:trPr>
      <w:tc>
        <w:tcPr>
          <w:tcW w:w="8051" w:type="dxa"/>
          <w:vAlign w:val="bottom"/>
        </w:tcPr>
        <w:p w14:paraId="6C375E83" w14:textId="77777777" w:rsidR="00E4572E" w:rsidRPr="00BC285F" w:rsidRDefault="00E4572E" w:rsidP="00D55CB3">
          <w:pPr>
            <w:pStyle w:val="Footer"/>
            <w:ind w:right="317"/>
            <w:rPr>
              <w:rFonts w:cs="Verdana"/>
              <w:b/>
              <w:bCs/>
              <w:color w:val="000000"/>
              <w:sz w:val="10"/>
              <w:szCs w:val="10"/>
              <w:lang w:eastAsia="zh-CN"/>
            </w:rPr>
          </w:pPr>
          <w:r w:rsidRPr="00470BBB">
            <w:rPr>
              <w:vanish/>
              <w:sz w:val="10"/>
              <w:szCs w:val="10"/>
            </w:rPr>
            <w:drawing>
              <wp:anchor distT="0" distB="0" distL="114300" distR="114300" simplePos="0" relativeHeight="251671552" behindDoc="0" locked="0" layoutInCell="1" allowOverlap="1" wp14:anchorId="2AD365DD" wp14:editId="0AF794E6">
                <wp:simplePos x="0" y="0"/>
                <wp:positionH relativeFrom="page">
                  <wp:posOffset>822960</wp:posOffset>
                </wp:positionH>
                <wp:positionV relativeFrom="page">
                  <wp:posOffset>10761073</wp:posOffset>
                </wp:positionV>
                <wp:extent cx="895985" cy="2465705"/>
                <wp:effectExtent l="0" t="0" r="0" b="0"/>
                <wp:wrapNone/>
                <wp:docPr id="57" name="Picture 40" descr="Alex NAS Docs:Eversheds:Logos:Output:Logo_V_300dp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Alex NAS Docs:Eversheds:Logos:Output:Logo_V_300dp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985" cy="2465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ve="http://schemas.openxmlformats.org/markup-compatibility/2006" xmlns:arto="http://schemas.microsoft.com/office/word/2006/arto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cs="Verdana"/>
              <w:b/>
              <w:bCs/>
              <w:color w:val="000000"/>
              <w:sz w:val="10"/>
              <w:szCs w:val="10"/>
              <w:lang w:val="et-EE" w:eastAsia="zh-CN"/>
            </w:rPr>
            <w:t>E</w:t>
          </w:r>
          <w:r w:rsidRPr="00DD4593">
            <w:rPr>
              <w:rFonts w:cs="Verdana"/>
              <w:b/>
              <w:bCs/>
              <w:color w:val="000000"/>
              <w:sz w:val="10"/>
              <w:szCs w:val="10"/>
              <w:lang w:eastAsia="zh-CN"/>
            </w:rPr>
            <w:t xml:space="preserve">versheds </w:t>
          </w:r>
          <w:r>
            <w:rPr>
              <w:rFonts w:cs="Verdana"/>
              <w:b/>
              <w:bCs/>
              <w:color w:val="000000"/>
              <w:sz w:val="10"/>
              <w:szCs w:val="10"/>
              <w:lang w:eastAsia="zh-CN"/>
            </w:rPr>
            <w:t xml:space="preserve">Sutherland </w:t>
          </w:r>
          <w:r w:rsidRPr="00DD4593">
            <w:rPr>
              <w:rFonts w:cs="Verdana"/>
              <w:b/>
              <w:bCs/>
              <w:color w:val="000000"/>
              <w:sz w:val="10"/>
              <w:szCs w:val="10"/>
              <w:lang w:eastAsia="zh-CN"/>
            </w:rPr>
            <w:t>Ots &amp; Co</w:t>
          </w:r>
          <w:r>
            <w:rPr>
              <w:rFonts w:cs="Verdana"/>
              <w:b/>
              <w:bCs/>
              <w:color w:val="000000"/>
              <w:sz w:val="10"/>
              <w:szCs w:val="10"/>
              <w:lang w:eastAsia="zh-CN"/>
            </w:rPr>
            <w:t xml:space="preserve"> on </w:t>
          </w:r>
          <w:r w:rsidRPr="00BC285F">
            <w:rPr>
              <w:rFonts w:cs="Verdana"/>
              <w:b/>
              <w:bCs/>
              <w:color w:val="000000"/>
              <w:sz w:val="10"/>
              <w:szCs w:val="10"/>
              <w:lang w:eastAsia="zh-CN"/>
            </w:rPr>
            <w:t>Eversheds International Limited</w:t>
          </w:r>
          <w:r>
            <w:rPr>
              <w:rFonts w:cs="Verdana"/>
              <w:b/>
              <w:bCs/>
              <w:color w:val="000000"/>
              <w:sz w:val="10"/>
              <w:szCs w:val="10"/>
              <w:lang w:eastAsia="zh-CN"/>
            </w:rPr>
            <w:t>´i liige</w:t>
          </w:r>
        </w:p>
        <w:p w14:paraId="2331BF1A" w14:textId="77777777" w:rsidR="00E4572E" w:rsidRPr="00BC285F" w:rsidRDefault="00E4572E" w:rsidP="00BC285F">
          <w:pPr>
            <w:pStyle w:val="Footer"/>
            <w:ind w:right="317"/>
            <w:rPr>
              <w:sz w:val="10"/>
              <w:szCs w:val="10"/>
            </w:rPr>
          </w:pPr>
        </w:p>
      </w:tc>
      <w:tc>
        <w:tcPr>
          <w:tcW w:w="2295" w:type="dxa"/>
          <w:tcMar>
            <w:left w:w="28" w:type="dxa"/>
          </w:tcMar>
          <w:vAlign w:val="bottom"/>
        </w:tcPr>
        <w:p w14:paraId="467D177F" w14:textId="77777777" w:rsidR="00E4572E" w:rsidRPr="00BC285F" w:rsidRDefault="00E4572E" w:rsidP="007400E6">
          <w:pPr>
            <w:pStyle w:val="Footer"/>
            <w:spacing w:line="216" w:lineRule="auto"/>
            <w:rPr>
              <w:sz w:val="10"/>
              <w:szCs w:val="10"/>
            </w:rPr>
          </w:pPr>
          <w:r w:rsidRPr="00BC285F">
            <w:rPr>
              <w:sz w:val="10"/>
              <w:szCs w:val="10"/>
            </w:rPr>
            <w:t xml:space="preserve"> </w:t>
          </w:r>
        </w:p>
      </w:tc>
    </w:tr>
  </w:tbl>
  <w:p w14:paraId="0A3FCCF0" w14:textId="77777777" w:rsidR="00E4572E" w:rsidRDefault="00E4572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2E1F2A" w14:textId="77777777" w:rsidR="00C10D57" w:rsidRDefault="00C10D57" w:rsidP="005D30CA">
      <w:r>
        <w:separator/>
      </w:r>
    </w:p>
  </w:footnote>
  <w:footnote w:type="continuationSeparator" w:id="0">
    <w:p w14:paraId="6A7E950F" w14:textId="77777777" w:rsidR="00C10D57" w:rsidRDefault="00C10D57" w:rsidP="005D30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C631ED" w14:textId="77777777" w:rsidR="00E4572E" w:rsidRPr="009C44F0" w:rsidRDefault="00E4572E" w:rsidP="00013BAB">
    <w:pPr>
      <w:pStyle w:val="ExtraInfo"/>
      <w:framePr w:wrap="around" w:x="9498"/>
      <w:spacing w:before="240"/>
    </w:pPr>
    <w:r>
      <w:t xml:space="preserve">Page: </w:t>
    </w:r>
    <w:r w:rsidRPr="009C44F0">
      <w:fldChar w:fldCharType="begin"/>
    </w:r>
    <w:r w:rsidRPr="009C44F0">
      <w:instrText xml:space="preserve"> PAGE   \* MERGEFORMAT </w:instrText>
    </w:r>
    <w:r w:rsidRPr="009C44F0">
      <w:fldChar w:fldCharType="separate"/>
    </w:r>
    <w:r>
      <w:rPr>
        <w:noProof/>
      </w:rPr>
      <w:t>2</w:t>
    </w:r>
    <w:r w:rsidRPr="009C44F0">
      <w:rPr>
        <w:noProof/>
      </w:rPr>
      <w:fldChar w:fldCharType="end"/>
    </w:r>
  </w:p>
  <w:p w14:paraId="05761210" w14:textId="77777777" w:rsidR="00E4572E" w:rsidRPr="009C44F0" w:rsidRDefault="00E4572E" w:rsidP="007400E6">
    <w:pPr>
      <w:pStyle w:val="Header"/>
      <w:rPr>
        <w:sz w:val="2"/>
        <w:szCs w:val="2"/>
      </w:rPr>
    </w:pPr>
    <w:r>
      <w:drawing>
        <wp:anchor distT="0" distB="0" distL="114300" distR="114300" simplePos="0" relativeHeight="251681792" behindDoc="0" locked="0" layoutInCell="1" allowOverlap="1" wp14:anchorId="217AAC10" wp14:editId="7A279B21">
          <wp:simplePos x="0" y="0"/>
          <wp:positionH relativeFrom="page">
            <wp:posOffset>115570</wp:posOffset>
          </wp:positionH>
          <wp:positionV relativeFrom="page">
            <wp:posOffset>127635</wp:posOffset>
          </wp:positionV>
          <wp:extent cx="905154" cy="1843200"/>
          <wp:effectExtent l="0" t="0" r="9525" b="5080"/>
          <wp:wrapNone/>
          <wp:docPr id="55" name="Picture 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05154" cy="184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D9FB5CC" w14:textId="77777777" w:rsidR="00E4572E" w:rsidRPr="009C44F0" w:rsidRDefault="00E4572E"/>
  <w:p w14:paraId="130E1F9D" w14:textId="77777777" w:rsidR="00E4572E" w:rsidRPr="009C44F0" w:rsidRDefault="00E4572E">
    <w:pPr>
      <w:rPr>
        <w:sz w:val="19"/>
        <w:szCs w:val="19"/>
      </w:rPr>
    </w:pPr>
  </w:p>
  <w:p w14:paraId="1FDF8EF9" w14:textId="77777777" w:rsidR="00E4572E" w:rsidRPr="009C44F0" w:rsidRDefault="00E4572E"/>
  <w:p w14:paraId="5E7C9E21" w14:textId="77777777" w:rsidR="00E4572E" w:rsidRPr="009C44F0" w:rsidRDefault="00E4572E" w:rsidP="00A52F47">
    <w:pPr>
      <w:pStyle w:val="Header"/>
      <w:spacing w:line="360" w:lineRule="auto"/>
    </w:pPr>
  </w:p>
  <w:p w14:paraId="6DCB3040" w14:textId="77777777" w:rsidR="00E4572E" w:rsidRPr="009C44F0" w:rsidRDefault="00E4572E" w:rsidP="00A52F47">
    <w:pPr>
      <w:pStyle w:val="Header"/>
      <w:spacing w:line="360" w:lineRule="auto"/>
    </w:pPr>
  </w:p>
  <w:p w14:paraId="27070668" w14:textId="77777777" w:rsidR="00E4572E" w:rsidRPr="009C44F0" w:rsidRDefault="00E4572E" w:rsidP="007400E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3155" w:type="dxa"/>
      <w:tblInd w:w="70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600" w:firstRow="0" w:lastRow="0" w:firstColumn="0" w:lastColumn="0" w:noHBand="1" w:noVBand="1"/>
    </w:tblPr>
    <w:tblGrid>
      <w:gridCol w:w="3155"/>
    </w:tblGrid>
    <w:tr w:rsidR="00E4572E" w:rsidRPr="009C44F0" w14:paraId="4B4E3C2C" w14:textId="77777777" w:rsidTr="00CF7EB0">
      <w:trPr>
        <w:trHeight w:val="1928"/>
      </w:trPr>
      <w:tc>
        <w:tcPr>
          <w:tcW w:w="3155" w:type="dxa"/>
        </w:tcPr>
        <w:p w14:paraId="7C620D14" w14:textId="77777777" w:rsidR="00E4572E" w:rsidRPr="00DD4593" w:rsidRDefault="00E4572E" w:rsidP="00CF7EB0">
          <w:pPr>
            <w:pStyle w:val="Header"/>
            <w:tabs>
              <w:tab w:val="left" w:pos="633"/>
            </w:tabs>
            <w:spacing w:line="216" w:lineRule="auto"/>
            <w:ind w:left="491" w:right="-855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 xml:space="preserve">OÜ </w:t>
          </w:r>
          <w:r w:rsidRPr="00DD4593">
            <w:rPr>
              <w:b/>
              <w:sz w:val="14"/>
              <w:szCs w:val="14"/>
            </w:rPr>
            <w:t>Advokaadibüroo</w:t>
          </w:r>
        </w:p>
        <w:p w14:paraId="589CA8E2" w14:textId="77777777" w:rsidR="00E4572E" w:rsidRDefault="00E4572E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b/>
              <w:sz w:val="14"/>
              <w:szCs w:val="14"/>
            </w:rPr>
          </w:pPr>
          <w:r w:rsidRPr="00DD4593">
            <w:rPr>
              <w:b/>
              <w:sz w:val="14"/>
              <w:szCs w:val="14"/>
            </w:rPr>
            <w:t xml:space="preserve">Eversheds </w:t>
          </w:r>
          <w:r>
            <w:rPr>
              <w:b/>
              <w:sz w:val="14"/>
              <w:szCs w:val="14"/>
            </w:rPr>
            <w:t xml:space="preserve">Sutherland </w:t>
          </w:r>
        </w:p>
        <w:p w14:paraId="0D07C03E" w14:textId="77777777" w:rsidR="00E4572E" w:rsidRPr="00DD4593" w:rsidRDefault="00E4572E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b/>
              <w:sz w:val="14"/>
              <w:szCs w:val="14"/>
            </w:rPr>
          </w:pPr>
          <w:r w:rsidRPr="00DD4593">
            <w:rPr>
              <w:b/>
              <w:sz w:val="14"/>
              <w:szCs w:val="14"/>
            </w:rPr>
            <w:t>Ots &amp; Co</w:t>
          </w:r>
        </w:p>
        <w:p w14:paraId="7D66D1B4" w14:textId="77777777" w:rsidR="00E4572E" w:rsidRPr="00461D81" w:rsidRDefault="00E4572E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sz w:val="14"/>
              <w:szCs w:val="14"/>
              <w:lang w:val="fi-FI"/>
            </w:rPr>
          </w:pPr>
          <w:r w:rsidRPr="00461D81">
            <w:rPr>
              <w:sz w:val="14"/>
              <w:szCs w:val="14"/>
              <w:lang w:val="fi-FI"/>
            </w:rPr>
            <w:t>Kentmanni 4/Sakala 10</w:t>
          </w:r>
        </w:p>
        <w:p w14:paraId="6C87D5A8" w14:textId="77777777" w:rsidR="00E4572E" w:rsidRPr="00461D81" w:rsidRDefault="00E4572E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sz w:val="14"/>
              <w:szCs w:val="14"/>
              <w:lang w:val="fi-FI"/>
            </w:rPr>
          </w:pPr>
          <w:r w:rsidRPr="00461D81">
            <w:rPr>
              <w:sz w:val="14"/>
              <w:szCs w:val="14"/>
              <w:lang w:val="fi-FI"/>
            </w:rPr>
            <w:t>10116 Tallinn</w:t>
          </w:r>
        </w:p>
        <w:p w14:paraId="321C8432" w14:textId="77777777" w:rsidR="00E4572E" w:rsidRPr="00461D81" w:rsidRDefault="00E4572E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sz w:val="14"/>
              <w:szCs w:val="14"/>
              <w:lang w:val="fi-FI"/>
            </w:rPr>
          </w:pPr>
          <w:r w:rsidRPr="00461D81">
            <w:rPr>
              <w:sz w:val="14"/>
              <w:szCs w:val="14"/>
              <w:lang w:val="fi-FI"/>
            </w:rPr>
            <w:t>Eesti</w:t>
          </w:r>
        </w:p>
        <w:p w14:paraId="0B0836E0" w14:textId="77777777" w:rsidR="00E4572E" w:rsidRPr="00461D81" w:rsidRDefault="00E4572E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sz w:val="14"/>
              <w:szCs w:val="14"/>
              <w:lang w:val="fi-FI"/>
            </w:rPr>
          </w:pPr>
        </w:p>
        <w:p w14:paraId="552DF881" w14:textId="77777777" w:rsidR="00E4572E" w:rsidRPr="00461D81" w:rsidRDefault="00E4572E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sz w:val="14"/>
              <w:szCs w:val="14"/>
              <w:lang w:val="fi-FI"/>
            </w:rPr>
          </w:pPr>
          <w:r w:rsidRPr="00461D81">
            <w:rPr>
              <w:sz w:val="14"/>
              <w:szCs w:val="14"/>
              <w:lang w:val="fi-FI"/>
            </w:rPr>
            <w:t>Registrikood 10639559</w:t>
          </w:r>
        </w:p>
        <w:p w14:paraId="5FA3517E" w14:textId="77777777" w:rsidR="00E4572E" w:rsidRPr="00461D81" w:rsidRDefault="00E4572E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sz w:val="14"/>
              <w:szCs w:val="14"/>
              <w:lang w:val="fi-FI"/>
            </w:rPr>
          </w:pPr>
        </w:p>
        <w:p w14:paraId="177A2671" w14:textId="77777777" w:rsidR="00E4572E" w:rsidRPr="00DD4593" w:rsidRDefault="00E4572E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sz w:val="14"/>
              <w:szCs w:val="14"/>
            </w:rPr>
          </w:pPr>
          <w:r>
            <w:rPr>
              <w:sz w:val="14"/>
              <w:szCs w:val="14"/>
            </w:rPr>
            <w:t xml:space="preserve">T: </w:t>
          </w:r>
          <w:r w:rsidRPr="00DD4593">
            <w:rPr>
              <w:sz w:val="14"/>
              <w:szCs w:val="14"/>
            </w:rPr>
            <w:t>622 9990</w:t>
          </w:r>
        </w:p>
        <w:p w14:paraId="44218475" w14:textId="77777777" w:rsidR="00E4572E" w:rsidRPr="00DD4593" w:rsidRDefault="00E4572E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sz w:val="14"/>
              <w:szCs w:val="14"/>
            </w:rPr>
          </w:pPr>
          <w:r w:rsidRPr="00DD4593">
            <w:rPr>
              <w:sz w:val="14"/>
              <w:szCs w:val="14"/>
            </w:rPr>
            <w:t>F: 622 9999</w:t>
          </w:r>
        </w:p>
        <w:p w14:paraId="54E35A50" w14:textId="77777777" w:rsidR="00E4572E" w:rsidRPr="00DD4593" w:rsidRDefault="00E4572E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sz w:val="14"/>
              <w:szCs w:val="14"/>
            </w:rPr>
          </w:pPr>
        </w:p>
        <w:p w14:paraId="310C98CA" w14:textId="77777777" w:rsidR="00E4572E" w:rsidRPr="009C44F0" w:rsidRDefault="00E4572E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sz w:val="14"/>
              <w:szCs w:val="14"/>
            </w:rPr>
          </w:pPr>
          <w:r>
            <w:rPr>
              <w:sz w:val="14"/>
              <w:szCs w:val="14"/>
            </w:rPr>
            <w:t>e</w:t>
          </w:r>
          <w:r w:rsidRPr="00DD4593">
            <w:rPr>
              <w:sz w:val="14"/>
              <w:szCs w:val="14"/>
            </w:rPr>
            <w:t>versheds</w:t>
          </w:r>
          <w:r>
            <w:rPr>
              <w:sz w:val="14"/>
              <w:szCs w:val="14"/>
            </w:rPr>
            <w:t>-sutherland</w:t>
          </w:r>
          <w:r w:rsidRPr="00DD4593">
            <w:rPr>
              <w:sz w:val="14"/>
              <w:szCs w:val="14"/>
            </w:rPr>
            <w:t>.</w:t>
          </w:r>
          <w:r>
            <w:rPr>
              <w:sz w:val="14"/>
              <w:szCs w:val="14"/>
            </w:rPr>
            <w:t>ee</w:t>
          </w:r>
        </w:p>
      </w:tc>
    </w:tr>
  </w:tbl>
  <w:p w14:paraId="13674612" w14:textId="77777777" w:rsidR="00E4572E" w:rsidRPr="009C44F0" w:rsidRDefault="00E4572E" w:rsidP="007400E6">
    <w:pPr>
      <w:pStyle w:val="Header"/>
      <w:rPr>
        <w:sz w:val="2"/>
        <w:szCs w:val="2"/>
      </w:rPr>
    </w:pPr>
    <w:r>
      <w:drawing>
        <wp:anchor distT="0" distB="0" distL="114300" distR="114300" simplePos="0" relativeHeight="251679744" behindDoc="0" locked="0" layoutInCell="1" allowOverlap="1" wp14:anchorId="5C773F77" wp14:editId="65CAA972">
          <wp:simplePos x="0" y="0"/>
          <wp:positionH relativeFrom="page">
            <wp:posOffset>99061</wp:posOffset>
          </wp:positionH>
          <wp:positionV relativeFrom="page">
            <wp:posOffset>91441</wp:posOffset>
          </wp:positionV>
          <wp:extent cx="905566" cy="1844040"/>
          <wp:effectExtent l="0" t="0" r="8890" b="3810"/>
          <wp:wrapNone/>
          <wp:docPr id="56" name="Picture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10572" cy="1854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C6141"/>
    <w:multiLevelType w:val="multilevel"/>
    <w:tmpl w:val="E5C8DE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7002FF0"/>
    <w:multiLevelType w:val="hybridMultilevel"/>
    <w:tmpl w:val="F21EFB4E"/>
    <w:lvl w:ilvl="0" w:tplc="6F86D7A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Gill Sans MT Ext Condensed Bold" w:hAnsi="Verdana" w:cs="Gill Sans MT Ext Condensed Bold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C5124"/>
    <w:multiLevelType w:val="hybridMultilevel"/>
    <w:tmpl w:val="505EBDAA"/>
    <w:lvl w:ilvl="0" w:tplc="0B7E30A4">
      <w:start w:val="1"/>
      <w:numFmt w:val="decimal"/>
      <w:lvlText w:val="%1)"/>
      <w:lvlJc w:val="left"/>
      <w:pPr>
        <w:ind w:left="757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77" w:hanging="360"/>
      </w:pPr>
    </w:lvl>
    <w:lvl w:ilvl="2" w:tplc="0425001B" w:tentative="1">
      <w:start w:val="1"/>
      <w:numFmt w:val="lowerRoman"/>
      <w:lvlText w:val="%3."/>
      <w:lvlJc w:val="right"/>
      <w:pPr>
        <w:ind w:left="2197" w:hanging="180"/>
      </w:pPr>
    </w:lvl>
    <w:lvl w:ilvl="3" w:tplc="0425000F" w:tentative="1">
      <w:start w:val="1"/>
      <w:numFmt w:val="decimal"/>
      <w:lvlText w:val="%4."/>
      <w:lvlJc w:val="left"/>
      <w:pPr>
        <w:ind w:left="2917" w:hanging="360"/>
      </w:pPr>
    </w:lvl>
    <w:lvl w:ilvl="4" w:tplc="04250019" w:tentative="1">
      <w:start w:val="1"/>
      <w:numFmt w:val="lowerLetter"/>
      <w:lvlText w:val="%5."/>
      <w:lvlJc w:val="left"/>
      <w:pPr>
        <w:ind w:left="3637" w:hanging="360"/>
      </w:pPr>
    </w:lvl>
    <w:lvl w:ilvl="5" w:tplc="0425001B" w:tentative="1">
      <w:start w:val="1"/>
      <w:numFmt w:val="lowerRoman"/>
      <w:lvlText w:val="%6."/>
      <w:lvlJc w:val="right"/>
      <w:pPr>
        <w:ind w:left="4357" w:hanging="180"/>
      </w:pPr>
    </w:lvl>
    <w:lvl w:ilvl="6" w:tplc="0425000F" w:tentative="1">
      <w:start w:val="1"/>
      <w:numFmt w:val="decimal"/>
      <w:lvlText w:val="%7."/>
      <w:lvlJc w:val="left"/>
      <w:pPr>
        <w:ind w:left="5077" w:hanging="360"/>
      </w:pPr>
    </w:lvl>
    <w:lvl w:ilvl="7" w:tplc="04250019" w:tentative="1">
      <w:start w:val="1"/>
      <w:numFmt w:val="lowerLetter"/>
      <w:lvlText w:val="%8."/>
      <w:lvlJc w:val="left"/>
      <w:pPr>
        <w:ind w:left="5797" w:hanging="360"/>
      </w:pPr>
    </w:lvl>
    <w:lvl w:ilvl="8" w:tplc="042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" w15:restartNumberingAfterBreak="0">
    <w:nsid w:val="10DA2099"/>
    <w:multiLevelType w:val="hybridMultilevel"/>
    <w:tmpl w:val="E4C87598"/>
    <w:lvl w:ilvl="0" w:tplc="EE62EA9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37" w:hanging="360"/>
      </w:pPr>
    </w:lvl>
    <w:lvl w:ilvl="2" w:tplc="0425001B" w:tentative="1">
      <w:start w:val="1"/>
      <w:numFmt w:val="lowerRoman"/>
      <w:lvlText w:val="%3."/>
      <w:lvlJc w:val="right"/>
      <w:pPr>
        <w:ind w:left="2157" w:hanging="180"/>
      </w:pPr>
    </w:lvl>
    <w:lvl w:ilvl="3" w:tplc="0425000F" w:tentative="1">
      <w:start w:val="1"/>
      <w:numFmt w:val="decimal"/>
      <w:lvlText w:val="%4."/>
      <w:lvlJc w:val="left"/>
      <w:pPr>
        <w:ind w:left="2877" w:hanging="360"/>
      </w:pPr>
    </w:lvl>
    <w:lvl w:ilvl="4" w:tplc="04250019" w:tentative="1">
      <w:start w:val="1"/>
      <w:numFmt w:val="lowerLetter"/>
      <w:lvlText w:val="%5."/>
      <w:lvlJc w:val="left"/>
      <w:pPr>
        <w:ind w:left="3597" w:hanging="360"/>
      </w:pPr>
    </w:lvl>
    <w:lvl w:ilvl="5" w:tplc="0425001B" w:tentative="1">
      <w:start w:val="1"/>
      <w:numFmt w:val="lowerRoman"/>
      <w:lvlText w:val="%6."/>
      <w:lvlJc w:val="right"/>
      <w:pPr>
        <w:ind w:left="4317" w:hanging="180"/>
      </w:pPr>
    </w:lvl>
    <w:lvl w:ilvl="6" w:tplc="0425000F" w:tentative="1">
      <w:start w:val="1"/>
      <w:numFmt w:val="decimal"/>
      <w:lvlText w:val="%7."/>
      <w:lvlJc w:val="left"/>
      <w:pPr>
        <w:ind w:left="5037" w:hanging="360"/>
      </w:pPr>
    </w:lvl>
    <w:lvl w:ilvl="7" w:tplc="04250019" w:tentative="1">
      <w:start w:val="1"/>
      <w:numFmt w:val="lowerLetter"/>
      <w:lvlText w:val="%8."/>
      <w:lvlJc w:val="left"/>
      <w:pPr>
        <w:ind w:left="5757" w:hanging="360"/>
      </w:pPr>
    </w:lvl>
    <w:lvl w:ilvl="8" w:tplc="042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54A5C46"/>
    <w:multiLevelType w:val="singleLevel"/>
    <w:tmpl w:val="76B20EBE"/>
    <w:lvl w:ilvl="0">
      <w:start w:val="1"/>
      <w:numFmt w:val="decimal"/>
      <w:pStyle w:val="Schedule"/>
      <w:lvlText w:val="%1"/>
      <w:lvlJc w:val="center"/>
      <w:pPr>
        <w:tabs>
          <w:tab w:val="num" w:pos="0"/>
        </w:tabs>
        <w:ind w:left="0" w:firstLine="0"/>
      </w:pPr>
      <w:rPr>
        <w:rFonts w:hint="default"/>
        <w:vanish/>
      </w:rPr>
    </w:lvl>
  </w:abstractNum>
  <w:abstractNum w:abstractNumId="5" w15:restartNumberingAfterBreak="0">
    <w:nsid w:val="17024C0D"/>
    <w:multiLevelType w:val="multilevel"/>
    <w:tmpl w:val="BB229E12"/>
    <w:lvl w:ilvl="0">
      <w:start w:val="1"/>
      <w:numFmt w:val="decimal"/>
      <w:pStyle w:val="Part"/>
      <w:lvlText w:val="Part 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933730B"/>
    <w:multiLevelType w:val="singleLevel"/>
    <w:tmpl w:val="A7BAF762"/>
    <w:lvl w:ilvl="0">
      <w:start w:val="1"/>
      <w:numFmt w:val="decimal"/>
      <w:pStyle w:val="Parties"/>
      <w:lvlText w:val="(%1)"/>
      <w:lvlJc w:val="left"/>
      <w:pPr>
        <w:tabs>
          <w:tab w:val="num" w:pos="851"/>
        </w:tabs>
        <w:ind w:left="851" w:hanging="851"/>
      </w:pPr>
    </w:lvl>
  </w:abstractNum>
  <w:abstractNum w:abstractNumId="7" w15:restartNumberingAfterBreak="0">
    <w:nsid w:val="202557C0"/>
    <w:multiLevelType w:val="multilevel"/>
    <w:tmpl w:val="616CC2A4"/>
    <w:lvl w:ilvl="0">
      <w:start w:val="1"/>
      <w:numFmt w:val="lowerLetter"/>
      <w:pStyle w:val="aBankingDefinition"/>
      <w:lvlText w:val="(%1)"/>
      <w:lvlJc w:val="left"/>
      <w:pPr>
        <w:tabs>
          <w:tab w:val="num" w:pos="1843"/>
        </w:tabs>
        <w:ind w:left="1843" w:hanging="992"/>
      </w:pPr>
      <w:rPr>
        <w:rFonts w:hint="default"/>
      </w:rPr>
    </w:lvl>
    <w:lvl w:ilvl="1">
      <w:start w:val="1"/>
      <w:numFmt w:val="lowerRoman"/>
      <w:pStyle w:val="iBankingDefinition"/>
      <w:lvlText w:val="(%2)"/>
      <w:lvlJc w:val="left"/>
      <w:pPr>
        <w:tabs>
          <w:tab w:val="num" w:pos="3119"/>
        </w:tabs>
        <w:ind w:left="3119" w:hanging="1276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4253"/>
        </w:tabs>
        <w:ind w:left="4253" w:hanging="1134"/>
      </w:pPr>
      <w:rPr>
        <w:rFonts w:hint="default"/>
      </w:rPr>
    </w:lvl>
    <w:lvl w:ilvl="3">
      <w:start w:val="1"/>
      <w:numFmt w:val="lowerLetter"/>
      <w:lvlText w:val="(%4)"/>
      <w:lvlJc w:val="left"/>
      <w:pPr>
        <w:tabs>
          <w:tab w:val="num" w:pos="4253"/>
        </w:tabs>
        <w:ind w:left="4253" w:hanging="113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 w15:restartNumberingAfterBreak="0">
    <w:nsid w:val="253E7316"/>
    <w:multiLevelType w:val="hybridMultilevel"/>
    <w:tmpl w:val="CEEA8A2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D8684C"/>
    <w:multiLevelType w:val="hybridMultilevel"/>
    <w:tmpl w:val="76D06B0A"/>
    <w:lvl w:ilvl="0" w:tplc="B8EA8498">
      <w:start w:val="1"/>
      <w:numFmt w:val="decimal"/>
      <w:pStyle w:val="Muu"/>
      <w:lvlText w:val="%1)"/>
      <w:lvlJc w:val="left"/>
      <w:pPr>
        <w:ind w:left="757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77" w:hanging="360"/>
      </w:pPr>
    </w:lvl>
    <w:lvl w:ilvl="2" w:tplc="0425001B" w:tentative="1">
      <w:start w:val="1"/>
      <w:numFmt w:val="lowerRoman"/>
      <w:lvlText w:val="%3."/>
      <w:lvlJc w:val="right"/>
      <w:pPr>
        <w:ind w:left="2197" w:hanging="180"/>
      </w:pPr>
    </w:lvl>
    <w:lvl w:ilvl="3" w:tplc="0425000F" w:tentative="1">
      <w:start w:val="1"/>
      <w:numFmt w:val="decimal"/>
      <w:lvlText w:val="%4."/>
      <w:lvlJc w:val="left"/>
      <w:pPr>
        <w:ind w:left="2917" w:hanging="360"/>
      </w:pPr>
    </w:lvl>
    <w:lvl w:ilvl="4" w:tplc="04250019" w:tentative="1">
      <w:start w:val="1"/>
      <w:numFmt w:val="lowerLetter"/>
      <w:lvlText w:val="%5."/>
      <w:lvlJc w:val="left"/>
      <w:pPr>
        <w:ind w:left="3637" w:hanging="360"/>
      </w:pPr>
    </w:lvl>
    <w:lvl w:ilvl="5" w:tplc="0425001B" w:tentative="1">
      <w:start w:val="1"/>
      <w:numFmt w:val="lowerRoman"/>
      <w:lvlText w:val="%6."/>
      <w:lvlJc w:val="right"/>
      <w:pPr>
        <w:ind w:left="4357" w:hanging="180"/>
      </w:pPr>
    </w:lvl>
    <w:lvl w:ilvl="6" w:tplc="0425000F" w:tentative="1">
      <w:start w:val="1"/>
      <w:numFmt w:val="decimal"/>
      <w:lvlText w:val="%7."/>
      <w:lvlJc w:val="left"/>
      <w:pPr>
        <w:ind w:left="5077" w:hanging="360"/>
      </w:pPr>
    </w:lvl>
    <w:lvl w:ilvl="7" w:tplc="04250019" w:tentative="1">
      <w:start w:val="1"/>
      <w:numFmt w:val="lowerLetter"/>
      <w:lvlText w:val="%8."/>
      <w:lvlJc w:val="left"/>
      <w:pPr>
        <w:ind w:left="5797" w:hanging="360"/>
      </w:pPr>
    </w:lvl>
    <w:lvl w:ilvl="8" w:tplc="042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0" w15:restartNumberingAfterBreak="0">
    <w:nsid w:val="3757382E"/>
    <w:multiLevelType w:val="multilevel"/>
    <w:tmpl w:val="56AA0988"/>
    <w:lvl w:ilvl="0">
      <w:start w:val="1"/>
      <w:numFmt w:val="decimal"/>
      <w:pStyle w:val="Rule1"/>
      <w:lvlText w:val="Rule %1"/>
      <w:lvlJc w:val="left"/>
      <w:pPr>
        <w:tabs>
          <w:tab w:val="num" w:pos="1077"/>
        </w:tabs>
        <w:ind w:left="1077" w:hanging="1077"/>
      </w:pPr>
      <w:rPr>
        <w:rFonts w:hint="default"/>
        <w:b/>
        <w:i w:val="0"/>
      </w:rPr>
    </w:lvl>
    <w:lvl w:ilvl="1">
      <w:start w:val="1"/>
      <w:numFmt w:val="decimal"/>
      <w:pStyle w:val="Rule2"/>
      <w:lvlText w:val="%1.%2"/>
      <w:lvlJc w:val="left"/>
      <w:pPr>
        <w:tabs>
          <w:tab w:val="num" w:pos="1077"/>
        </w:tabs>
        <w:ind w:left="1077" w:hanging="1077"/>
      </w:pPr>
      <w:rPr>
        <w:rFonts w:hint="default"/>
      </w:rPr>
    </w:lvl>
    <w:lvl w:ilvl="2">
      <w:start w:val="1"/>
      <w:numFmt w:val="decimal"/>
      <w:pStyle w:val="Rule3"/>
      <w:lvlText w:val="%1.%2.%3"/>
      <w:lvlJc w:val="left"/>
      <w:pPr>
        <w:tabs>
          <w:tab w:val="num" w:pos="2211"/>
        </w:tabs>
        <w:ind w:left="2211" w:hanging="1134"/>
      </w:pPr>
      <w:rPr>
        <w:rFonts w:hint="default"/>
      </w:rPr>
    </w:lvl>
    <w:lvl w:ilvl="3">
      <w:start w:val="1"/>
      <w:numFmt w:val="decimal"/>
      <w:pStyle w:val="Rule4"/>
      <w:lvlText w:val="%1.%2.%3.%4"/>
      <w:lvlJc w:val="left"/>
      <w:pPr>
        <w:tabs>
          <w:tab w:val="num" w:pos="3686"/>
        </w:tabs>
        <w:ind w:left="3686" w:hanging="1475"/>
      </w:pPr>
      <w:rPr>
        <w:rFonts w:hint="default"/>
      </w:rPr>
    </w:lvl>
    <w:lvl w:ilvl="4">
      <w:start w:val="1"/>
      <w:numFmt w:val="decimal"/>
      <w:pStyle w:val="Rule5"/>
      <w:lvlText w:val="%1.%2.%3.%4.%5"/>
      <w:lvlJc w:val="left"/>
      <w:pPr>
        <w:tabs>
          <w:tab w:val="num" w:pos="3686"/>
        </w:tabs>
        <w:ind w:left="3686" w:hanging="1475"/>
      </w:pPr>
      <w:rPr>
        <w:rFonts w:hint="default"/>
      </w:rPr>
    </w:lvl>
    <w:lvl w:ilvl="5">
      <w:start w:val="1"/>
      <w:numFmt w:val="none"/>
      <w:lvlText w:val="(Not Defined)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none"/>
      <w:lvlText w:val="(Not Defined)"/>
      <w:lvlJc w:val="left"/>
      <w:pPr>
        <w:tabs>
          <w:tab w:val="num" w:pos="1440"/>
        </w:tabs>
        <w:ind w:left="1296" w:hanging="1296"/>
      </w:pPr>
      <w:rPr>
        <w:rFonts w:hint="default"/>
      </w:rPr>
    </w:lvl>
    <w:lvl w:ilvl="7">
      <w:start w:val="1"/>
      <w:numFmt w:val="none"/>
      <w:lvlText w:val="(Not Defined)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(Not Defined)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41121C39"/>
    <w:multiLevelType w:val="multilevel"/>
    <w:tmpl w:val="F32EB1EC"/>
    <w:lvl w:ilvl="0">
      <w:start w:val="1"/>
      <w:numFmt w:val="none"/>
      <w:pStyle w:val="Body"/>
      <w:suff w:val="nothing"/>
      <w:lvlText w:val=""/>
      <w:lvlJc w:val="left"/>
      <w:pPr>
        <w:ind w:left="0" w:firstLine="0"/>
      </w:pPr>
      <w:rPr>
        <w:rFonts w:hint="default"/>
        <w:b w:val="0"/>
        <w:i w:val="0"/>
      </w:rPr>
    </w:lvl>
    <w:lvl w:ilvl="1">
      <w:start w:val="1"/>
      <w:numFmt w:val="lowerLetter"/>
      <w:pStyle w:val="aDefinition"/>
      <w:lvlText w:val="(%2)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Roman"/>
      <w:pStyle w:val="iDefinition"/>
      <w:lvlText w:val="( %3)"/>
      <w:lvlJc w:val="left"/>
      <w:pPr>
        <w:tabs>
          <w:tab w:val="num" w:pos="1843"/>
        </w:tabs>
        <w:ind w:left="1843" w:hanging="992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7071E4D"/>
    <w:multiLevelType w:val="hybridMultilevel"/>
    <w:tmpl w:val="87A8D54A"/>
    <w:lvl w:ilvl="0" w:tplc="ACDE3676">
      <w:start w:val="1"/>
      <w:numFmt w:val="upperRoman"/>
      <w:pStyle w:val="Heading1"/>
      <w:lvlText w:val="%1"/>
      <w:lvlJc w:val="left"/>
      <w:pPr>
        <w:ind w:left="644" w:hanging="360"/>
      </w:pPr>
      <w:rPr>
        <w:rFonts w:ascii="Verdana" w:hAnsi="Verdana" w:hint="default"/>
        <w:b/>
        <w:i w:val="0"/>
        <w:sz w:val="18"/>
      </w:rPr>
    </w:lvl>
    <w:lvl w:ilvl="1" w:tplc="44E21A2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AD36859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2C2E53"/>
    <w:multiLevelType w:val="hybridMultilevel"/>
    <w:tmpl w:val="FAD4256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795370"/>
    <w:multiLevelType w:val="hybridMultilevel"/>
    <w:tmpl w:val="202EC620"/>
    <w:lvl w:ilvl="0" w:tplc="1D3A96C8">
      <w:start w:val="1"/>
      <w:numFmt w:val="bullet"/>
      <w:lvlText w:val="-"/>
      <w:lvlJc w:val="left"/>
      <w:pPr>
        <w:ind w:left="717" w:hanging="360"/>
      </w:pPr>
      <w:rPr>
        <w:rFonts w:ascii="Verdana" w:eastAsia="Times New Roman" w:hAnsi="Verdana" w:cs="Arial" w:hint="default"/>
      </w:rPr>
    </w:lvl>
    <w:lvl w:ilvl="1" w:tplc="042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5" w15:restartNumberingAfterBreak="0">
    <w:nsid w:val="4D627D1B"/>
    <w:multiLevelType w:val="hybridMultilevel"/>
    <w:tmpl w:val="D3E2263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7A5CFA"/>
    <w:multiLevelType w:val="hybridMultilevel"/>
    <w:tmpl w:val="904AED00"/>
    <w:lvl w:ilvl="0" w:tplc="3B3CDC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8371A2"/>
    <w:multiLevelType w:val="hybridMultilevel"/>
    <w:tmpl w:val="5974396C"/>
    <w:lvl w:ilvl="0" w:tplc="01BE2F78">
      <w:start w:val="1"/>
      <w:numFmt w:val="bullet"/>
      <w:lvlText w:val="-"/>
      <w:lvlJc w:val="left"/>
      <w:pPr>
        <w:ind w:left="1152" w:hanging="360"/>
      </w:pPr>
      <w:rPr>
        <w:rFonts w:ascii="Verdana" w:eastAsia="Times New Roman" w:hAnsi="Verdana" w:cs="Arial" w:hint="default"/>
      </w:rPr>
    </w:lvl>
    <w:lvl w:ilvl="1" w:tplc="042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8" w15:restartNumberingAfterBreak="0">
    <w:nsid w:val="62787184"/>
    <w:multiLevelType w:val="multilevel"/>
    <w:tmpl w:val="34ACF83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 w:val="0"/>
        <w:i w:val="0"/>
        <w:u w:val="none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  <w:b w:val="0"/>
        <w:i w:val="0"/>
        <w:u w:val="none"/>
      </w:rPr>
    </w:lvl>
    <w:lvl w:ilvl="2">
      <w:start w:val="1"/>
      <w:numFmt w:val="decimal"/>
      <w:lvlText w:val="%1.%2.%3"/>
      <w:lvlJc w:val="left"/>
      <w:pPr>
        <w:tabs>
          <w:tab w:val="num" w:pos="1843"/>
        </w:tabs>
        <w:ind w:left="1843" w:hanging="992"/>
      </w:pPr>
      <w:rPr>
        <w:rFonts w:hint="default"/>
        <w:b w:val="0"/>
        <w:i w:val="0"/>
        <w:u w:val="none"/>
      </w:rPr>
    </w:lvl>
    <w:lvl w:ilvl="3">
      <w:start w:val="1"/>
      <w:numFmt w:val="decimal"/>
      <w:pStyle w:val="Level4"/>
      <w:lvlText w:val="%1.%2.%3.%4"/>
      <w:lvlJc w:val="left"/>
      <w:pPr>
        <w:tabs>
          <w:tab w:val="num" w:pos="3119"/>
        </w:tabs>
        <w:ind w:left="3119" w:hanging="1276"/>
      </w:pPr>
      <w:rPr>
        <w:rFonts w:hint="default"/>
        <w:b w:val="0"/>
        <w:i w:val="0"/>
        <w:u w:val="none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3119"/>
        </w:tabs>
        <w:ind w:left="3119" w:hanging="1276"/>
      </w:pPr>
      <w:rPr>
        <w:rFonts w:hint="default"/>
        <w:b w:val="0"/>
        <w:i w:val="0"/>
        <w:u w:val="none"/>
      </w:rPr>
    </w:lvl>
    <w:lvl w:ilvl="5">
      <w:start w:val="1"/>
      <w:numFmt w:val="none"/>
      <w:lvlText w:val="(Not Defined)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none"/>
      <w:lvlText w:val="(Not Defined)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none"/>
      <w:lvlText w:val="(Not Defined)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none"/>
      <w:lvlText w:val="(Not Defined)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63270F99"/>
    <w:multiLevelType w:val="multilevel"/>
    <w:tmpl w:val="471A0B86"/>
    <w:lvl w:ilvl="0">
      <w:start w:val="1"/>
      <w:numFmt w:val="bullet"/>
      <w:pStyle w:val="Bullet1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  <w:b w:val="0"/>
        <w:i w:val="0"/>
        <w:u w:val="none"/>
      </w:rPr>
    </w:lvl>
    <w:lvl w:ilvl="1">
      <w:start w:val="1"/>
      <w:numFmt w:val="bullet"/>
      <w:pStyle w:val="Bullet2"/>
      <w:lvlText w:val=""/>
      <w:lvlJc w:val="left"/>
      <w:pPr>
        <w:tabs>
          <w:tab w:val="num" w:pos="1843"/>
        </w:tabs>
        <w:ind w:left="1843" w:hanging="992"/>
      </w:pPr>
      <w:rPr>
        <w:rFonts w:ascii="Symbol" w:hAnsi="Symbol" w:hint="default"/>
        <w:b w:val="0"/>
        <w:i w:val="0"/>
        <w:u w:val="none"/>
      </w:rPr>
    </w:lvl>
    <w:lvl w:ilvl="2">
      <w:start w:val="1"/>
      <w:numFmt w:val="bullet"/>
      <w:pStyle w:val="Bullet3"/>
      <w:lvlText w:val=""/>
      <w:lvlJc w:val="left"/>
      <w:pPr>
        <w:tabs>
          <w:tab w:val="num" w:pos="3119"/>
        </w:tabs>
        <w:ind w:left="3119" w:hanging="1276"/>
      </w:pPr>
      <w:rPr>
        <w:rFonts w:ascii="Symbol" w:hAnsi="Symbol" w:hint="default"/>
        <w:b w:val="0"/>
        <w:i w:val="0"/>
        <w:u w:val="none"/>
      </w:rPr>
    </w:lvl>
    <w:lvl w:ilvl="3">
      <w:start w:val="1"/>
      <w:numFmt w:val="lowerLetter"/>
      <w:isLgl/>
      <w:lvlText w:val="%1(Not Defined)"/>
      <w:lvlJc w:val="left"/>
      <w:pPr>
        <w:tabs>
          <w:tab w:val="num" w:pos="4505"/>
        </w:tabs>
        <w:ind w:left="4122" w:hanging="1417"/>
      </w:pPr>
      <w:rPr>
        <w:rFonts w:hint="default"/>
        <w:b w:val="0"/>
        <w:i w:val="0"/>
        <w:u w:val="none"/>
      </w:rPr>
    </w:lvl>
    <w:lvl w:ilvl="4">
      <w:start w:val="1"/>
      <w:numFmt w:val="none"/>
      <w:lvlText w:val="(Not Defined)"/>
      <w:lvlJc w:val="left"/>
      <w:pPr>
        <w:tabs>
          <w:tab w:val="num" w:pos="5562"/>
        </w:tabs>
        <w:ind w:left="4689" w:hanging="567"/>
      </w:pPr>
      <w:rPr>
        <w:rFonts w:hint="default"/>
        <w:b w:val="0"/>
        <w:i w:val="0"/>
        <w:u w:val="none"/>
      </w:rPr>
    </w:lvl>
    <w:lvl w:ilvl="5">
      <w:start w:val="1"/>
      <w:numFmt w:val="none"/>
      <w:lvlText w:val="(Not Defined)"/>
      <w:lvlJc w:val="left"/>
      <w:pPr>
        <w:tabs>
          <w:tab w:val="num" w:pos="6129"/>
        </w:tabs>
        <w:ind w:left="5256" w:hanging="567"/>
      </w:pPr>
      <w:rPr>
        <w:rFonts w:hint="default"/>
        <w:b w:val="0"/>
        <w:i w:val="0"/>
      </w:rPr>
    </w:lvl>
    <w:lvl w:ilvl="6">
      <w:start w:val="1"/>
      <w:numFmt w:val="none"/>
      <w:lvlText w:val="(Not Defined)"/>
      <w:lvlJc w:val="left"/>
      <w:pPr>
        <w:tabs>
          <w:tab w:val="num" w:pos="4320"/>
        </w:tabs>
        <w:ind w:left="3960" w:hanging="1080"/>
      </w:pPr>
      <w:rPr>
        <w:rFonts w:hint="default"/>
        <w:b w:val="0"/>
        <w:i w:val="0"/>
      </w:rPr>
    </w:lvl>
    <w:lvl w:ilvl="7">
      <w:start w:val="1"/>
      <w:numFmt w:val="none"/>
      <w:lvlText w:val="(Not Defined)"/>
      <w:lvlJc w:val="left"/>
      <w:pPr>
        <w:tabs>
          <w:tab w:val="num" w:pos="4680"/>
        </w:tabs>
        <w:ind w:left="4464" w:hanging="1224"/>
      </w:pPr>
      <w:rPr>
        <w:rFonts w:hint="default"/>
        <w:b w:val="0"/>
        <w:i w:val="0"/>
      </w:rPr>
    </w:lvl>
    <w:lvl w:ilvl="8">
      <w:start w:val="1"/>
      <w:numFmt w:val="none"/>
      <w:lvlText w:val="(Not Defined)"/>
      <w:lvlJc w:val="left"/>
      <w:pPr>
        <w:tabs>
          <w:tab w:val="num" w:pos="5040"/>
        </w:tabs>
        <w:ind w:left="5040" w:hanging="1440"/>
      </w:pPr>
      <w:rPr>
        <w:rFonts w:hint="default"/>
        <w:b w:val="0"/>
        <w:i w:val="0"/>
      </w:rPr>
    </w:lvl>
  </w:abstractNum>
  <w:abstractNum w:abstractNumId="20" w15:restartNumberingAfterBreak="0">
    <w:nsid w:val="64B128E5"/>
    <w:multiLevelType w:val="multilevel"/>
    <w:tmpl w:val="6AB2AB34"/>
    <w:lvl w:ilvl="0">
      <w:start w:val="1"/>
      <w:numFmt w:val="decimal"/>
      <w:pStyle w:val="Level1"/>
      <w:lvlText w:val="%1."/>
      <w:lvlJc w:val="left"/>
      <w:pPr>
        <w:tabs>
          <w:tab w:val="num" w:pos="390"/>
        </w:tabs>
        <w:ind w:left="397" w:hanging="397"/>
      </w:pPr>
      <w:rPr>
        <w:rFonts w:hint="default"/>
        <w:b/>
        <w:i w:val="0"/>
      </w:rPr>
    </w:lvl>
    <w:lvl w:ilvl="1">
      <w:start w:val="1"/>
      <w:numFmt w:val="decimal"/>
      <w:pStyle w:val="Level2"/>
      <w:lvlText w:val="%1.%2."/>
      <w:lvlJc w:val="left"/>
      <w:pPr>
        <w:tabs>
          <w:tab w:val="num" w:pos="720"/>
        </w:tabs>
        <w:ind w:left="680" w:hanging="680"/>
      </w:pPr>
      <w:rPr>
        <w:rFonts w:hint="default"/>
        <w:b/>
        <w:bCs/>
        <w:i w:val="0"/>
      </w:rPr>
    </w:lvl>
    <w:lvl w:ilvl="2">
      <w:start w:val="1"/>
      <w:numFmt w:val="decimal"/>
      <w:pStyle w:val="Level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 w15:restartNumberingAfterBreak="0">
    <w:nsid w:val="68223CFD"/>
    <w:multiLevelType w:val="hybridMultilevel"/>
    <w:tmpl w:val="9A3EA5E8"/>
    <w:lvl w:ilvl="0" w:tplc="BA2008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FC0388A">
      <w:start w:val="1"/>
      <w:numFmt w:val="bullet"/>
      <w:lvlText w:val="-"/>
      <w:lvlJc w:val="left"/>
      <w:pPr>
        <w:ind w:left="1440" w:hanging="360"/>
      </w:pPr>
      <w:rPr>
        <w:rFonts w:ascii="Verdana" w:eastAsia="Calibri" w:hAnsi="Verdana" w:cs="Aria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A05BA3"/>
    <w:multiLevelType w:val="hybridMultilevel"/>
    <w:tmpl w:val="7F94CB3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845185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B9D102E"/>
    <w:multiLevelType w:val="singleLevel"/>
    <w:tmpl w:val="0DD0592C"/>
    <w:lvl w:ilvl="0">
      <w:start w:val="1"/>
      <w:numFmt w:val="upperLetter"/>
      <w:pStyle w:val="Background"/>
      <w:lvlText w:val="(%1)"/>
      <w:lvlJc w:val="left"/>
      <w:pPr>
        <w:tabs>
          <w:tab w:val="num" w:pos="851"/>
        </w:tabs>
        <w:ind w:left="851" w:hanging="851"/>
      </w:pPr>
    </w:lvl>
  </w:abstractNum>
  <w:abstractNum w:abstractNumId="25" w15:restartNumberingAfterBreak="0">
    <w:nsid w:val="7F2B7539"/>
    <w:multiLevelType w:val="hybridMultilevel"/>
    <w:tmpl w:val="A63866B2"/>
    <w:lvl w:ilvl="0" w:tplc="48904B16">
      <w:start w:val="1"/>
      <w:numFmt w:val="decimal"/>
      <w:lvlText w:val="%1)"/>
      <w:lvlJc w:val="left"/>
      <w:pPr>
        <w:ind w:left="2250" w:hanging="360"/>
      </w:pPr>
      <w:rPr>
        <w:rFonts w:hint="default"/>
        <w:b w:val="0"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5351125">
    <w:abstractNumId w:val="24"/>
  </w:num>
  <w:num w:numId="2" w16cid:durableId="744642973">
    <w:abstractNumId w:val="19"/>
  </w:num>
  <w:num w:numId="3" w16cid:durableId="247932966">
    <w:abstractNumId w:val="18"/>
  </w:num>
  <w:num w:numId="4" w16cid:durableId="912273938">
    <w:abstractNumId w:val="6"/>
  </w:num>
  <w:num w:numId="5" w16cid:durableId="1095906679">
    <w:abstractNumId w:val="10"/>
  </w:num>
  <w:num w:numId="6" w16cid:durableId="1176109970">
    <w:abstractNumId w:val="4"/>
  </w:num>
  <w:num w:numId="7" w16cid:durableId="583299084">
    <w:abstractNumId w:val="5"/>
  </w:num>
  <w:num w:numId="8" w16cid:durableId="1984237772">
    <w:abstractNumId w:val="7"/>
  </w:num>
  <w:num w:numId="9" w16cid:durableId="685181010">
    <w:abstractNumId w:val="11"/>
  </w:num>
  <w:num w:numId="10" w16cid:durableId="318777505">
    <w:abstractNumId w:val="20"/>
  </w:num>
  <w:num w:numId="11" w16cid:durableId="617562469">
    <w:abstractNumId w:val="9"/>
  </w:num>
  <w:num w:numId="12" w16cid:durableId="1373916850">
    <w:abstractNumId w:val="12"/>
  </w:num>
  <w:num w:numId="13" w16cid:durableId="88043119">
    <w:abstractNumId w:val="23"/>
  </w:num>
  <w:num w:numId="14" w16cid:durableId="1206258144">
    <w:abstractNumId w:val="21"/>
  </w:num>
  <w:num w:numId="15" w16cid:durableId="283775218">
    <w:abstractNumId w:val="25"/>
  </w:num>
  <w:num w:numId="16" w16cid:durableId="1224676430">
    <w:abstractNumId w:val="8"/>
  </w:num>
  <w:num w:numId="17" w16cid:durableId="732628693">
    <w:abstractNumId w:val="3"/>
  </w:num>
  <w:num w:numId="18" w16cid:durableId="116724149">
    <w:abstractNumId w:val="15"/>
  </w:num>
  <w:num w:numId="19" w16cid:durableId="8653693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83761264">
    <w:abstractNumId w:val="1"/>
  </w:num>
  <w:num w:numId="21" w16cid:durableId="195506379">
    <w:abstractNumId w:val="14"/>
  </w:num>
  <w:num w:numId="22" w16cid:durableId="870607670">
    <w:abstractNumId w:val="13"/>
  </w:num>
  <w:num w:numId="23" w16cid:durableId="1944074573">
    <w:abstractNumId w:val="17"/>
  </w:num>
  <w:num w:numId="24" w16cid:durableId="1466268639">
    <w:abstractNumId w:val="2"/>
  </w:num>
  <w:num w:numId="25" w16cid:durableId="990717362">
    <w:abstractNumId w:val="0"/>
  </w:num>
  <w:num w:numId="26" w16cid:durableId="526455355">
    <w:abstractNumId w:val="16"/>
  </w:num>
  <w:num w:numId="27" w16cid:durableId="305742171">
    <w:abstractNumId w:val="2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attachedTemplate r:id="rId1"/>
  <w:stylePaneFormatFilter w:val="1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20"/>
  <w:hyphenationZone w:val="425"/>
  <w:doNotHyphenateCaps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50AE"/>
    <w:rsid w:val="0000033B"/>
    <w:rsid w:val="00000F63"/>
    <w:rsid w:val="00001055"/>
    <w:rsid w:val="000012F0"/>
    <w:rsid w:val="00001BC5"/>
    <w:rsid w:val="00001D8C"/>
    <w:rsid w:val="00001E75"/>
    <w:rsid w:val="00001F55"/>
    <w:rsid w:val="00001FD3"/>
    <w:rsid w:val="00002683"/>
    <w:rsid w:val="00002892"/>
    <w:rsid w:val="0000293D"/>
    <w:rsid w:val="00002D5A"/>
    <w:rsid w:val="00002E2C"/>
    <w:rsid w:val="000033BA"/>
    <w:rsid w:val="00004877"/>
    <w:rsid w:val="00004DAC"/>
    <w:rsid w:val="00005226"/>
    <w:rsid w:val="000058F1"/>
    <w:rsid w:val="0000633B"/>
    <w:rsid w:val="00006CD4"/>
    <w:rsid w:val="00007130"/>
    <w:rsid w:val="0000727F"/>
    <w:rsid w:val="0000749C"/>
    <w:rsid w:val="00007966"/>
    <w:rsid w:val="00007A54"/>
    <w:rsid w:val="00007F33"/>
    <w:rsid w:val="00010868"/>
    <w:rsid w:val="000116C6"/>
    <w:rsid w:val="00011D6F"/>
    <w:rsid w:val="00012EB1"/>
    <w:rsid w:val="000131D0"/>
    <w:rsid w:val="00013848"/>
    <w:rsid w:val="00013BAB"/>
    <w:rsid w:val="00013C34"/>
    <w:rsid w:val="000143BA"/>
    <w:rsid w:val="000148B7"/>
    <w:rsid w:val="00014BBB"/>
    <w:rsid w:val="00014F53"/>
    <w:rsid w:val="00015606"/>
    <w:rsid w:val="00015CFE"/>
    <w:rsid w:val="00015E26"/>
    <w:rsid w:val="00015ED8"/>
    <w:rsid w:val="00016057"/>
    <w:rsid w:val="00016BC0"/>
    <w:rsid w:val="00017D93"/>
    <w:rsid w:val="00020556"/>
    <w:rsid w:val="00020C88"/>
    <w:rsid w:val="00020DD3"/>
    <w:rsid w:val="00021995"/>
    <w:rsid w:val="0002221A"/>
    <w:rsid w:val="000222B3"/>
    <w:rsid w:val="000231D6"/>
    <w:rsid w:val="0002495A"/>
    <w:rsid w:val="00024BAE"/>
    <w:rsid w:val="00024CCC"/>
    <w:rsid w:val="0002567B"/>
    <w:rsid w:val="00025BDE"/>
    <w:rsid w:val="0002765E"/>
    <w:rsid w:val="000276E8"/>
    <w:rsid w:val="000300ED"/>
    <w:rsid w:val="0003079F"/>
    <w:rsid w:val="00032952"/>
    <w:rsid w:val="000335CA"/>
    <w:rsid w:val="00033AE3"/>
    <w:rsid w:val="00033E5D"/>
    <w:rsid w:val="0003426F"/>
    <w:rsid w:val="00034BB8"/>
    <w:rsid w:val="000350F4"/>
    <w:rsid w:val="00035F7E"/>
    <w:rsid w:val="00036D42"/>
    <w:rsid w:val="0003708C"/>
    <w:rsid w:val="00037291"/>
    <w:rsid w:val="00037406"/>
    <w:rsid w:val="00037E50"/>
    <w:rsid w:val="000402A1"/>
    <w:rsid w:val="000403C3"/>
    <w:rsid w:val="00040D5D"/>
    <w:rsid w:val="00040F07"/>
    <w:rsid w:val="000416CF"/>
    <w:rsid w:val="0004185D"/>
    <w:rsid w:val="00041897"/>
    <w:rsid w:val="000426EB"/>
    <w:rsid w:val="00042B4E"/>
    <w:rsid w:val="00042EAD"/>
    <w:rsid w:val="00042FD0"/>
    <w:rsid w:val="00044693"/>
    <w:rsid w:val="000456ED"/>
    <w:rsid w:val="000458DE"/>
    <w:rsid w:val="000459B9"/>
    <w:rsid w:val="00045CDF"/>
    <w:rsid w:val="00045D34"/>
    <w:rsid w:val="00045FD1"/>
    <w:rsid w:val="000466BA"/>
    <w:rsid w:val="00046879"/>
    <w:rsid w:val="00046BB8"/>
    <w:rsid w:val="00050F13"/>
    <w:rsid w:val="0005159A"/>
    <w:rsid w:val="00051A87"/>
    <w:rsid w:val="00051F63"/>
    <w:rsid w:val="0005211B"/>
    <w:rsid w:val="00052725"/>
    <w:rsid w:val="0005308E"/>
    <w:rsid w:val="00055081"/>
    <w:rsid w:val="00055EB2"/>
    <w:rsid w:val="00055EC3"/>
    <w:rsid w:val="00055FB7"/>
    <w:rsid w:val="00056268"/>
    <w:rsid w:val="00056D81"/>
    <w:rsid w:val="00057119"/>
    <w:rsid w:val="00057706"/>
    <w:rsid w:val="00057B2C"/>
    <w:rsid w:val="000606EF"/>
    <w:rsid w:val="000610B0"/>
    <w:rsid w:val="000616C1"/>
    <w:rsid w:val="00062280"/>
    <w:rsid w:val="0006352B"/>
    <w:rsid w:val="00063544"/>
    <w:rsid w:val="00063A58"/>
    <w:rsid w:val="000640EA"/>
    <w:rsid w:val="00064175"/>
    <w:rsid w:val="00064639"/>
    <w:rsid w:val="00064986"/>
    <w:rsid w:val="00064989"/>
    <w:rsid w:val="00064A9D"/>
    <w:rsid w:val="00064F41"/>
    <w:rsid w:val="000658F7"/>
    <w:rsid w:val="00065C13"/>
    <w:rsid w:val="00065ECA"/>
    <w:rsid w:val="00066209"/>
    <w:rsid w:val="00066CC7"/>
    <w:rsid w:val="00067E3C"/>
    <w:rsid w:val="00067E84"/>
    <w:rsid w:val="00070DF9"/>
    <w:rsid w:val="00071068"/>
    <w:rsid w:val="00071103"/>
    <w:rsid w:val="000711D5"/>
    <w:rsid w:val="00071602"/>
    <w:rsid w:val="00071826"/>
    <w:rsid w:val="00071CD0"/>
    <w:rsid w:val="00072423"/>
    <w:rsid w:val="000725DC"/>
    <w:rsid w:val="00072B87"/>
    <w:rsid w:val="00073045"/>
    <w:rsid w:val="00073621"/>
    <w:rsid w:val="000738AD"/>
    <w:rsid w:val="00074038"/>
    <w:rsid w:val="000742D0"/>
    <w:rsid w:val="00074BCB"/>
    <w:rsid w:val="00074DB5"/>
    <w:rsid w:val="00075DE0"/>
    <w:rsid w:val="000765D4"/>
    <w:rsid w:val="00076EB4"/>
    <w:rsid w:val="0007726F"/>
    <w:rsid w:val="000775FB"/>
    <w:rsid w:val="0008036A"/>
    <w:rsid w:val="000805B5"/>
    <w:rsid w:val="00080913"/>
    <w:rsid w:val="00080BF7"/>
    <w:rsid w:val="0008195A"/>
    <w:rsid w:val="00081C9C"/>
    <w:rsid w:val="0008238D"/>
    <w:rsid w:val="00082FE1"/>
    <w:rsid w:val="00083482"/>
    <w:rsid w:val="00083CC9"/>
    <w:rsid w:val="00083E60"/>
    <w:rsid w:val="000847B1"/>
    <w:rsid w:val="00084C84"/>
    <w:rsid w:val="00084D03"/>
    <w:rsid w:val="00085215"/>
    <w:rsid w:val="000853B1"/>
    <w:rsid w:val="00086277"/>
    <w:rsid w:val="00086EE0"/>
    <w:rsid w:val="00087042"/>
    <w:rsid w:val="000876D3"/>
    <w:rsid w:val="00087812"/>
    <w:rsid w:val="00090088"/>
    <w:rsid w:val="00090095"/>
    <w:rsid w:val="000912DB"/>
    <w:rsid w:val="000913A6"/>
    <w:rsid w:val="0009216A"/>
    <w:rsid w:val="0009248B"/>
    <w:rsid w:val="00093062"/>
    <w:rsid w:val="00093CB7"/>
    <w:rsid w:val="00093FA5"/>
    <w:rsid w:val="0009444D"/>
    <w:rsid w:val="000944B8"/>
    <w:rsid w:val="0009479B"/>
    <w:rsid w:val="0009491E"/>
    <w:rsid w:val="00095D35"/>
    <w:rsid w:val="00095E77"/>
    <w:rsid w:val="00095FEE"/>
    <w:rsid w:val="0009622E"/>
    <w:rsid w:val="000966F4"/>
    <w:rsid w:val="00096C60"/>
    <w:rsid w:val="0009710C"/>
    <w:rsid w:val="0009749F"/>
    <w:rsid w:val="00097CE2"/>
    <w:rsid w:val="000A1AB4"/>
    <w:rsid w:val="000A3C6A"/>
    <w:rsid w:val="000A4260"/>
    <w:rsid w:val="000A4272"/>
    <w:rsid w:val="000A4378"/>
    <w:rsid w:val="000A469E"/>
    <w:rsid w:val="000A50AE"/>
    <w:rsid w:val="000A5254"/>
    <w:rsid w:val="000A5B7A"/>
    <w:rsid w:val="000A7234"/>
    <w:rsid w:val="000A7563"/>
    <w:rsid w:val="000A758B"/>
    <w:rsid w:val="000B022B"/>
    <w:rsid w:val="000B0DAB"/>
    <w:rsid w:val="000B0FF4"/>
    <w:rsid w:val="000B1108"/>
    <w:rsid w:val="000B199F"/>
    <w:rsid w:val="000B1FA8"/>
    <w:rsid w:val="000B2484"/>
    <w:rsid w:val="000B2BDB"/>
    <w:rsid w:val="000B3234"/>
    <w:rsid w:val="000B3A55"/>
    <w:rsid w:val="000B3DEB"/>
    <w:rsid w:val="000B40BC"/>
    <w:rsid w:val="000B5085"/>
    <w:rsid w:val="000B630C"/>
    <w:rsid w:val="000B6F88"/>
    <w:rsid w:val="000B7D96"/>
    <w:rsid w:val="000B7E19"/>
    <w:rsid w:val="000C0459"/>
    <w:rsid w:val="000C0910"/>
    <w:rsid w:val="000C0C43"/>
    <w:rsid w:val="000C14A0"/>
    <w:rsid w:val="000C14FC"/>
    <w:rsid w:val="000C1FBD"/>
    <w:rsid w:val="000C2063"/>
    <w:rsid w:val="000C2E78"/>
    <w:rsid w:val="000C3460"/>
    <w:rsid w:val="000C34B6"/>
    <w:rsid w:val="000C3688"/>
    <w:rsid w:val="000C3874"/>
    <w:rsid w:val="000C3B90"/>
    <w:rsid w:val="000C4174"/>
    <w:rsid w:val="000C5007"/>
    <w:rsid w:val="000C668D"/>
    <w:rsid w:val="000C6897"/>
    <w:rsid w:val="000C7A95"/>
    <w:rsid w:val="000D0EB3"/>
    <w:rsid w:val="000D0ED1"/>
    <w:rsid w:val="000D1805"/>
    <w:rsid w:val="000D1817"/>
    <w:rsid w:val="000D1BF0"/>
    <w:rsid w:val="000D1E94"/>
    <w:rsid w:val="000D21B6"/>
    <w:rsid w:val="000D318F"/>
    <w:rsid w:val="000D3616"/>
    <w:rsid w:val="000D368C"/>
    <w:rsid w:val="000D3804"/>
    <w:rsid w:val="000D3F5F"/>
    <w:rsid w:val="000D4449"/>
    <w:rsid w:val="000D46B5"/>
    <w:rsid w:val="000D46E3"/>
    <w:rsid w:val="000D47F3"/>
    <w:rsid w:val="000D4A6A"/>
    <w:rsid w:val="000D5453"/>
    <w:rsid w:val="000D5482"/>
    <w:rsid w:val="000D5958"/>
    <w:rsid w:val="000D68F0"/>
    <w:rsid w:val="000D6DF2"/>
    <w:rsid w:val="000D6E7A"/>
    <w:rsid w:val="000D7CCC"/>
    <w:rsid w:val="000D7DF1"/>
    <w:rsid w:val="000E06F1"/>
    <w:rsid w:val="000E0E4C"/>
    <w:rsid w:val="000E1427"/>
    <w:rsid w:val="000E176C"/>
    <w:rsid w:val="000E1A3B"/>
    <w:rsid w:val="000E1AF2"/>
    <w:rsid w:val="000E20F9"/>
    <w:rsid w:val="000E22B5"/>
    <w:rsid w:val="000E333F"/>
    <w:rsid w:val="000E3438"/>
    <w:rsid w:val="000E385B"/>
    <w:rsid w:val="000E44B9"/>
    <w:rsid w:val="000E4A43"/>
    <w:rsid w:val="000E4DD1"/>
    <w:rsid w:val="000E4E9E"/>
    <w:rsid w:val="000E5017"/>
    <w:rsid w:val="000E5275"/>
    <w:rsid w:val="000E5952"/>
    <w:rsid w:val="000E5D49"/>
    <w:rsid w:val="000E6189"/>
    <w:rsid w:val="000E71AF"/>
    <w:rsid w:val="000E76C1"/>
    <w:rsid w:val="000E7808"/>
    <w:rsid w:val="000E7B9D"/>
    <w:rsid w:val="000F06CF"/>
    <w:rsid w:val="000F0E3A"/>
    <w:rsid w:val="000F2ACF"/>
    <w:rsid w:val="000F30D5"/>
    <w:rsid w:val="000F32DA"/>
    <w:rsid w:val="000F352E"/>
    <w:rsid w:val="000F441C"/>
    <w:rsid w:val="000F4451"/>
    <w:rsid w:val="000F69CA"/>
    <w:rsid w:val="000F77A1"/>
    <w:rsid w:val="000F7B15"/>
    <w:rsid w:val="000F7BFE"/>
    <w:rsid w:val="000F7F6F"/>
    <w:rsid w:val="00100013"/>
    <w:rsid w:val="001000E7"/>
    <w:rsid w:val="00102104"/>
    <w:rsid w:val="001022B2"/>
    <w:rsid w:val="00102CC2"/>
    <w:rsid w:val="00102FF4"/>
    <w:rsid w:val="00103172"/>
    <w:rsid w:val="001040AA"/>
    <w:rsid w:val="00104380"/>
    <w:rsid w:val="001047EA"/>
    <w:rsid w:val="00105F4E"/>
    <w:rsid w:val="0010614F"/>
    <w:rsid w:val="00106DB9"/>
    <w:rsid w:val="00107400"/>
    <w:rsid w:val="0010772A"/>
    <w:rsid w:val="00110D70"/>
    <w:rsid w:val="00110E83"/>
    <w:rsid w:val="00111AD1"/>
    <w:rsid w:val="00111CC0"/>
    <w:rsid w:val="001120B5"/>
    <w:rsid w:val="001122FF"/>
    <w:rsid w:val="001129E0"/>
    <w:rsid w:val="001133F8"/>
    <w:rsid w:val="00113815"/>
    <w:rsid w:val="00113FFF"/>
    <w:rsid w:val="00115292"/>
    <w:rsid w:val="00116807"/>
    <w:rsid w:val="0011700B"/>
    <w:rsid w:val="0012054F"/>
    <w:rsid w:val="001220EA"/>
    <w:rsid w:val="00122BE3"/>
    <w:rsid w:val="001233B5"/>
    <w:rsid w:val="00123AA8"/>
    <w:rsid w:val="00124A3D"/>
    <w:rsid w:val="00124D12"/>
    <w:rsid w:val="00125B35"/>
    <w:rsid w:val="00126089"/>
    <w:rsid w:val="00126D75"/>
    <w:rsid w:val="00127581"/>
    <w:rsid w:val="00127A7C"/>
    <w:rsid w:val="00127BAD"/>
    <w:rsid w:val="00127DEA"/>
    <w:rsid w:val="0013073E"/>
    <w:rsid w:val="00131077"/>
    <w:rsid w:val="00131684"/>
    <w:rsid w:val="001317AD"/>
    <w:rsid w:val="0013180F"/>
    <w:rsid w:val="00131D07"/>
    <w:rsid w:val="00131F24"/>
    <w:rsid w:val="00131F43"/>
    <w:rsid w:val="00133074"/>
    <w:rsid w:val="001332D3"/>
    <w:rsid w:val="00133A0D"/>
    <w:rsid w:val="00133F6D"/>
    <w:rsid w:val="00134D18"/>
    <w:rsid w:val="00134E5D"/>
    <w:rsid w:val="00135127"/>
    <w:rsid w:val="00135563"/>
    <w:rsid w:val="00135749"/>
    <w:rsid w:val="00135C9E"/>
    <w:rsid w:val="00136068"/>
    <w:rsid w:val="0013631F"/>
    <w:rsid w:val="0013754E"/>
    <w:rsid w:val="00137859"/>
    <w:rsid w:val="00137992"/>
    <w:rsid w:val="00140239"/>
    <w:rsid w:val="0014030A"/>
    <w:rsid w:val="00140A14"/>
    <w:rsid w:val="00140E8C"/>
    <w:rsid w:val="00140F16"/>
    <w:rsid w:val="001418BD"/>
    <w:rsid w:val="00142977"/>
    <w:rsid w:val="00142F85"/>
    <w:rsid w:val="00143682"/>
    <w:rsid w:val="00144A22"/>
    <w:rsid w:val="00144C49"/>
    <w:rsid w:val="0014590C"/>
    <w:rsid w:val="00145A3B"/>
    <w:rsid w:val="00145BE5"/>
    <w:rsid w:val="00145D0B"/>
    <w:rsid w:val="0014755A"/>
    <w:rsid w:val="00147CBF"/>
    <w:rsid w:val="0015007C"/>
    <w:rsid w:val="00150C02"/>
    <w:rsid w:val="001511D4"/>
    <w:rsid w:val="0015280F"/>
    <w:rsid w:val="00152E4A"/>
    <w:rsid w:val="0015306C"/>
    <w:rsid w:val="00153568"/>
    <w:rsid w:val="001537A2"/>
    <w:rsid w:val="00153A81"/>
    <w:rsid w:val="00153AAB"/>
    <w:rsid w:val="00153F3E"/>
    <w:rsid w:val="00154975"/>
    <w:rsid w:val="0015548C"/>
    <w:rsid w:val="001557FA"/>
    <w:rsid w:val="00155913"/>
    <w:rsid w:val="00156381"/>
    <w:rsid w:val="001563E4"/>
    <w:rsid w:val="00156B07"/>
    <w:rsid w:val="00161609"/>
    <w:rsid w:val="001617EB"/>
    <w:rsid w:val="00161936"/>
    <w:rsid w:val="00161BBC"/>
    <w:rsid w:val="001626CA"/>
    <w:rsid w:val="001632D9"/>
    <w:rsid w:val="00163955"/>
    <w:rsid w:val="001639F4"/>
    <w:rsid w:val="00164369"/>
    <w:rsid w:val="00164614"/>
    <w:rsid w:val="0016477A"/>
    <w:rsid w:val="00165FD4"/>
    <w:rsid w:val="0016614B"/>
    <w:rsid w:val="00166D7D"/>
    <w:rsid w:val="00167886"/>
    <w:rsid w:val="0017028E"/>
    <w:rsid w:val="00170311"/>
    <w:rsid w:val="0017060C"/>
    <w:rsid w:val="00170A24"/>
    <w:rsid w:val="00170D14"/>
    <w:rsid w:val="001715B6"/>
    <w:rsid w:val="00171AE3"/>
    <w:rsid w:val="00171B0D"/>
    <w:rsid w:val="0017223E"/>
    <w:rsid w:val="00172256"/>
    <w:rsid w:val="00172340"/>
    <w:rsid w:val="001724A8"/>
    <w:rsid w:val="0017378C"/>
    <w:rsid w:val="00173D94"/>
    <w:rsid w:val="001746DD"/>
    <w:rsid w:val="00174C1B"/>
    <w:rsid w:val="00174DC7"/>
    <w:rsid w:val="00175B92"/>
    <w:rsid w:val="00175C75"/>
    <w:rsid w:val="0017607D"/>
    <w:rsid w:val="00176254"/>
    <w:rsid w:val="00176594"/>
    <w:rsid w:val="0017684F"/>
    <w:rsid w:val="0017740C"/>
    <w:rsid w:val="00177AD7"/>
    <w:rsid w:val="00177D15"/>
    <w:rsid w:val="001806D1"/>
    <w:rsid w:val="00180BB0"/>
    <w:rsid w:val="00180D95"/>
    <w:rsid w:val="00180E5C"/>
    <w:rsid w:val="00180F7D"/>
    <w:rsid w:val="00182509"/>
    <w:rsid w:val="0018279D"/>
    <w:rsid w:val="00183299"/>
    <w:rsid w:val="00183648"/>
    <w:rsid w:val="00183841"/>
    <w:rsid w:val="0018390B"/>
    <w:rsid w:val="00183D1A"/>
    <w:rsid w:val="0018496F"/>
    <w:rsid w:val="00184A68"/>
    <w:rsid w:val="00184EB2"/>
    <w:rsid w:val="001852B4"/>
    <w:rsid w:val="00185981"/>
    <w:rsid w:val="00186387"/>
    <w:rsid w:val="0018654F"/>
    <w:rsid w:val="001866AC"/>
    <w:rsid w:val="001902E7"/>
    <w:rsid w:val="0019035F"/>
    <w:rsid w:val="001923F8"/>
    <w:rsid w:val="0019252B"/>
    <w:rsid w:val="00192A4A"/>
    <w:rsid w:val="00192B9B"/>
    <w:rsid w:val="00192D08"/>
    <w:rsid w:val="00192D33"/>
    <w:rsid w:val="00192D6F"/>
    <w:rsid w:val="00192F42"/>
    <w:rsid w:val="0019326D"/>
    <w:rsid w:val="0019332D"/>
    <w:rsid w:val="00193C02"/>
    <w:rsid w:val="001952D2"/>
    <w:rsid w:val="00195674"/>
    <w:rsid w:val="001958CC"/>
    <w:rsid w:val="00195E35"/>
    <w:rsid w:val="001965E9"/>
    <w:rsid w:val="00196628"/>
    <w:rsid w:val="001969B6"/>
    <w:rsid w:val="00196ACE"/>
    <w:rsid w:val="00197523"/>
    <w:rsid w:val="00197F12"/>
    <w:rsid w:val="001A00DD"/>
    <w:rsid w:val="001A095B"/>
    <w:rsid w:val="001A0B44"/>
    <w:rsid w:val="001A0C09"/>
    <w:rsid w:val="001A0DAE"/>
    <w:rsid w:val="001A1162"/>
    <w:rsid w:val="001A2446"/>
    <w:rsid w:val="001A3444"/>
    <w:rsid w:val="001A3D5F"/>
    <w:rsid w:val="001A3EC1"/>
    <w:rsid w:val="001A3F78"/>
    <w:rsid w:val="001A40C0"/>
    <w:rsid w:val="001A4A17"/>
    <w:rsid w:val="001A4D50"/>
    <w:rsid w:val="001A4F85"/>
    <w:rsid w:val="001A5130"/>
    <w:rsid w:val="001A5C0C"/>
    <w:rsid w:val="001A5CE7"/>
    <w:rsid w:val="001A6055"/>
    <w:rsid w:val="001A61B6"/>
    <w:rsid w:val="001B0866"/>
    <w:rsid w:val="001B1100"/>
    <w:rsid w:val="001B15D5"/>
    <w:rsid w:val="001B16F4"/>
    <w:rsid w:val="001B1C24"/>
    <w:rsid w:val="001B6B18"/>
    <w:rsid w:val="001B7586"/>
    <w:rsid w:val="001B771B"/>
    <w:rsid w:val="001B7CE2"/>
    <w:rsid w:val="001C10EA"/>
    <w:rsid w:val="001C3420"/>
    <w:rsid w:val="001C358E"/>
    <w:rsid w:val="001C4ADB"/>
    <w:rsid w:val="001C502F"/>
    <w:rsid w:val="001C54ED"/>
    <w:rsid w:val="001C6635"/>
    <w:rsid w:val="001C6B97"/>
    <w:rsid w:val="001C7125"/>
    <w:rsid w:val="001C7F3F"/>
    <w:rsid w:val="001D0059"/>
    <w:rsid w:val="001D05CF"/>
    <w:rsid w:val="001D081B"/>
    <w:rsid w:val="001D0D38"/>
    <w:rsid w:val="001D1D48"/>
    <w:rsid w:val="001D24F2"/>
    <w:rsid w:val="001D252D"/>
    <w:rsid w:val="001D271F"/>
    <w:rsid w:val="001D2944"/>
    <w:rsid w:val="001D2EAF"/>
    <w:rsid w:val="001D31A4"/>
    <w:rsid w:val="001D3F3F"/>
    <w:rsid w:val="001D4901"/>
    <w:rsid w:val="001D49C6"/>
    <w:rsid w:val="001D4BD6"/>
    <w:rsid w:val="001D4D2C"/>
    <w:rsid w:val="001D589F"/>
    <w:rsid w:val="001D5B6A"/>
    <w:rsid w:val="001D6937"/>
    <w:rsid w:val="001D769B"/>
    <w:rsid w:val="001D7DD9"/>
    <w:rsid w:val="001E04AD"/>
    <w:rsid w:val="001E0725"/>
    <w:rsid w:val="001E0F97"/>
    <w:rsid w:val="001E1352"/>
    <w:rsid w:val="001E1A6E"/>
    <w:rsid w:val="001E1B32"/>
    <w:rsid w:val="001E2D87"/>
    <w:rsid w:val="001E2DE8"/>
    <w:rsid w:val="001E2E35"/>
    <w:rsid w:val="001E317B"/>
    <w:rsid w:val="001E3973"/>
    <w:rsid w:val="001E3C0D"/>
    <w:rsid w:val="001E3D53"/>
    <w:rsid w:val="001E3F2D"/>
    <w:rsid w:val="001E428A"/>
    <w:rsid w:val="001E4BB7"/>
    <w:rsid w:val="001E4D08"/>
    <w:rsid w:val="001E5B5B"/>
    <w:rsid w:val="001E60AC"/>
    <w:rsid w:val="001E62C2"/>
    <w:rsid w:val="001E7158"/>
    <w:rsid w:val="001E7B4C"/>
    <w:rsid w:val="001F0356"/>
    <w:rsid w:val="001F0A1C"/>
    <w:rsid w:val="001F0DBC"/>
    <w:rsid w:val="001F2825"/>
    <w:rsid w:val="001F28E3"/>
    <w:rsid w:val="001F2A87"/>
    <w:rsid w:val="001F2B1C"/>
    <w:rsid w:val="001F3212"/>
    <w:rsid w:val="001F3486"/>
    <w:rsid w:val="001F3571"/>
    <w:rsid w:val="001F3A7F"/>
    <w:rsid w:val="001F4294"/>
    <w:rsid w:val="001F43F6"/>
    <w:rsid w:val="001F4E45"/>
    <w:rsid w:val="001F5685"/>
    <w:rsid w:val="001F5801"/>
    <w:rsid w:val="001F6E63"/>
    <w:rsid w:val="001F7147"/>
    <w:rsid w:val="001F7153"/>
    <w:rsid w:val="001F7427"/>
    <w:rsid w:val="001F7632"/>
    <w:rsid w:val="001F7832"/>
    <w:rsid w:val="001F78E3"/>
    <w:rsid w:val="00200B45"/>
    <w:rsid w:val="00200DF2"/>
    <w:rsid w:val="00200F10"/>
    <w:rsid w:val="002015C6"/>
    <w:rsid w:val="00201A37"/>
    <w:rsid w:val="00201B5C"/>
    <w:rsid w:val="00201C90"/>
    <w:rsid w:val="00201D8B"/>
    <w:rsid w:val="00202155"/>
    <w:rsid w:val="0020314C"/>
    <w:rsid w:val="0020429E"/>
    <w:rsid w:val="00204B9C"/>
    <w:rsid w:val="002055FA"/>
    <w:rsid w:val="00205A4D"/>
    <w:rsid w:val="00205DE3"/>
    <w:rsid w:val="0020644B"/>
    <w:rsid w:val="00206DC1"/>
    <w:rsid w:val="00207931"/>
    <w:rsid w:val="00211339"/>
    <w:rsid w:val="002113F5"/>
    <w:rsid w:val="00211936"/>
    <w:rsid w:val="00211E10"/>
    <w:rsid w:val="0021255B"/>
    <w:rsid w:val="00212965"/>
    <w:rsid w:val="00212D7A"/>
    <w:rsid w:val="00213B8C"/>
    <w:rsid w:val="00214095"/>
    <w:rsid w:val="00214C0D"/>
    <w:rsid w:val="00214EEA"/>
    <w:rsid w:val="002169AC"/>
    <w:rsid w:val="00216A51"/>
    <w:rsid w:val="00217343"/>
    <w:rsid w:val="00221000"/>
    <w:rsid w:val="0022103D"/>
    <w:rsid w:val="0022159B"/>
    <w:rsid w:val="0022171C"/>
    <w:rsid w:val="00222D49"/>
    <w:rsid w:val="002235BE"/>
    <w:rsid w:val="002247FB"/>
    <w:rsid w:val="00224986"/>
    <w:rsid w:val="00224A8F"/>
    <w:rsid w:val="002254C1"/>
    <w:rsid w:val="002258FD"/>
    <w:rsid w:val="00225955"/>
    <w:rsid w:val="00225F62"/>
    <w:rsid w:val="00225FAF"/>
    <w:rsid w:val="00226179"/>
    <w:rsid w:val="002272A4"/>
    <w:rsid w:val="00227452"/>
    <w:rsid w:val="00227800"/>
    <w:rsid w:val="00230F78"/>
    <w:rsid w:val="0023132A"/>
    <w:rsid w:val="00232723"/>
    <w:rsid w:val="00232B68"/>
    <w:rsid w:val="00232BDB"/>
    <w:rsid w:val="00233E22"/>
    <w:rsid w:val="002343C8"/>
    <w:rsid w:val="00234EDF"/>
    <w:rsid w:val="002350FB"/>
    <w:rsid w:val="0023529E"/>
    <w:rsid w:val="00235BD8"/>
    <w:rsid w:val="00235E25"/>
    <w:rsid w:val="002363F5"/>
    <w:rsid w:val="002365B0"/>
    <w:rsid w:val="0023696C"/>
    <w:rsid w:val="00236B73"/>
    <w:rsid w:val="00236BB1"/>
    <w:rsid w:val="00237307"/>
    <w:rsid w:val="002379CB"/>
    <w:rsid w:val="00240969"/>
    <w:rsid w:val="00240D6E"/>
    <w:rsid w:val="0024122A"/>
    <w:rsid w:val="00241763"/>
    <w:rsid w:val="00241E34"/>
    <w:rsid w:val="00241EBF"/>
    <w:rsid w:val="00242028"/>
    <w:rsid w:val="002429E2"/>
    <w:rsid w:val="00242D41"/>
    <w:rsid w:val="002431E0"/>
    <w:rsid w:val="00243A85"/>
    <w:rsid w:val="00243AE5"/>
    <w:rsid w:val="00243B26"/>
    <w:rsid w:val="00243F74"/>
    <w:rsid w:val="00243F7E"/>
    <w:rsid w:val="00244016"/>
    <w:rsid w:val="00244896"/>
    <w:rsid w:val="002456CE"/>
    <w:rsid w:val="002469DE"/>
    <w:rsid w:val="00247053"/>
    <w:rsid w:val="0024795F"/>
    <w:rsid w:val="00247C9B"/>
    <w:rsid w:val="0025067F"/>
    <w:rsid w:val="00250986"/>
    <w:rsid w:val="0025142E"/>
    <w:rsid w:val="00251440"/>
    <w:rsid w:val="00251763"/>
    <w:rsid w:val="00252689"/>
    <w:rsid w:val="002529FA"/>
    <w:rsid w:val="00254880"/>
    <w:rsid w:val="00255064"/>
    <w:rsid w:val="00256DA4"/>
    <w:rsid w:val="002606C5"/>
    <w:rsid w:val="00260E72"/>
    <w:rsid w:val="00261129"/>
    <w:rsid w:val="0026122B"/>
    <w:rsid w:val="00262663"/>
    <w:rsid w:val="00262C33"/>
    <w:rsid w:val="00262CE4"/>
    <w:rsid w:val="00262E38"/>
    <w:rsid w:val="00262FAC"/>
    <w:rsid w:val="00263131"/>
    <w:rsid w:val="002635C4"/>
    <w:rsid w:val="002638A0"/>
    <w:rsid w:val="00264537"/>
    <w:rsid w:val="00264D6B"/>
    <w:rsid w:val="00264EAF"/>
    <w:rsid w:val="00265464"/>
    <w:rsid w:val="00267EE6"/>
    <w:rsid w:val="00270245"/>
    <w:rsid w:val="0027038A"/>
    <w:rsid w:val="00270C2F"/>
    <w:rsid w:val="00270D91"/>
    <w:rsid w:val="0027158A"/>
    <w:rsid w:val="002716EC"/>
    <w:rsid w:val="002718ED"/>
    <w:rsid w:val="0027244C"/>
    <w:rsid w:val="00272EBC"/>
    <w:rsid w:val="002730BB"/>
    <w:rsid w:val="002739E4"/>
    <w:rsid w:val="00273BDD"/>
    <w:rsid w:val="00273FCF"/>
    <w:rsid w:val="0027410E"/>
    <w:rsid w:val="0027444B"/>
    <w:rsid w:val="002756D3"/>
    <w:rsid w:val="00276022"/>
    <w:rsid w:val="00276F15"/>
    <w:rsid w:val="002773B2"/>
    <w:rsid w:val="00277B8F"/>
    <w:rsid w:val="00277C4C"/>
    <w:rsid w:val="00277C52"/>
    <w:rsid w:val="002801D7"/>
    <w:rsid w:val="00281BA0"/>
    <w:rsid w:val="002824FE"/>
    <w:rsid w:val="00282940"/>
    <w:rsid w:val="00282E48"/>
    <w:rsid w:val="002838B8"/>
    <w:rsid w:val="00283BCB"/>
    <w:rsid w:val="00283C05"/>
    <w:rsid w:val="00283EB9"/>
    <w:rsid w:val="00284099"/>
    <w:rsid w:val="002843D4"/>
    <w:rsid w:val="00284F97"/>
    <w:rsid w:val="00285CE8"/>
    <w:rsid w:val="00286040"/>
    <w:rsid w:val="0028611F"/>
    <w:rsid w:val="00286CF4"/>
    <w:rsid w:val="002872A7"/>
    <w:rsid w:val="002877FD"/>
    <w:rsid w:val="00287B61"/>
    <w:rsid w:val="00287F38"/>
    <w:rsid w:val="002908DA"/>
    <w:rsid w:val="002909FE"/>
    <w:rsid w:val="00290B40"/>
    <w:rsid w:val="00291406"/>
    <w:rsid w:val="002914F9"/>
    <w:rsid w:val="00291913"/>
    <w:rsid w:val="00291DF0"/>
    <w:rsid w:val="00292B02"/>
    <w:rsid w:val="00292FAF"/>
    <w:rsid w:val="002935E7"/>
    <w:rsid w:val="00294E39"/>
    <w:rsid w:val="00295462"/>
    <w:rsid w:val="00295AE3"/>
    <w:rsid w:val="002966B1"/>
    <w:rsid w:val="0029741E"/>
    <w:rsid w:val="00297CEA"/>
    <w:rsid w:val="002A05B1"/>
    <w:rsid w:val="002A0CA5"/>
    <w:rsid w:val="002A1EBF"/>
    <w:rsid w:val="002A2894"/>
    <w:rsid w:val="002A2B96"/>
    <w:rsid w:val="002A30F8"/>
    <w:rsid w:val="002A4162"/>
    <w:rsid w:val="002A4703"/>
    <w:rsid w:val="002A5D9E"/>
    <w:rsid w:val="002A66AE"/>
    <w:rsid w:val="002A7A82"/>
    <w:rsid w:val="002A7C4D"/>
    <w:rsid w:val="002A7D97"/>
    <w:rsid w:val="002A7E3D"/>
    <w:rsid w:val="002B0B9F"/>
    <w:rsid w:val="002B10C0"/>
    <w:rsid w:val="002B118B"/>
    <w:rsid w:val="002B1468"/>
    <w:rsid w:val="002B2BB1"/>
    <w:rsid w:val="002B3086"/>
    <w:rsid w:val="002B34C5"/>
    <w:rsid w:val="002B3EC4"/>
    <w:rsid w:val="002B5042"/>
    <w:rsid w:val="002B5738"/>
    <w:rsid w:val="002B585E"/>
    <w:rsid w:val="002B5B6B"/>
    <w:rsid w:val="002B67DB"/>
    <w:rsid w:val="002B67E4"/>
    <w:rsid w:val="002B68B6"/>
    <w:rsid w:val="002B7424"/>
    <w:rsid w:val="002B7CAF"/>
    <w:rsid w:val="002B7CFD"/>
    <w:rsid w:val="002C0779"/>
    <w:rsid w:val="002C0F9F"/>
    <w:rsid w:val="002C1820"/>
    <w:rsid w:val="002C2204"/>
    <w:rsid w:val="002C2713"/>
    <w:rsid w:val="002C30FF"/>
    <w:rsid w:val="002C3ACF"/>
    <w:rsid w:val="002C3B74"/>
    <w:rsid w:val="002C3DE5"/>
    <w:rsid w:val="002C4350"/>
    <w:rsid w:val="002C4900"/>
    <w:rsid w:val="002C5855"/>
    <w:rsid w:val="002C628A"/>
    <w:rsid w:val="002C689A"/>
    <w:rsid w:val="002C7355"/>
    <w:rsid w:val="002C761E"/>
    <w:rsid w:val="002C7AC9"/>
    <w:rsid w:val="002C7F38"/>
    <w:rsid w:val="002D03E1"/>
    <w:rsid w:val="002D091E"/>
    <w:rsid w:val="002D0B9E"/>
    <w:rsid w:val="002D1401"/>
    <w:rsid w:val="002D1559"/>
    <w:rsid w:val="002D19E8"/>
    <w:rsid w:val="002D212C"/>
    <w:rsid w:val="002D2277"/>
    <w:rsid w:val="002D244D"/>
    <w:rsid w:val="002D268D"/>
    <w:rsid w:val="002D2B72"/>
    <w:rsid w:val="002D2D34"/>
    <w:rsid w:val="002D31CC"/>
    <w:rsid w:val="002D3C91"/>
    <w:rsid w:val="002D3CAB"/>
    <w:rsid w:val="002D4024"/>
    <w:rsid w:val="002D4604"/>
    <w:rsid w:val="002D462D"/>
    <w:rsid w:val="002D4640"/>
    <w:rsid w:val="002D473D"/>
    <w:rsid w:val="002D4C87"/>
    <w:rsid w:val="002D4DF7"/>
    <w:rsid w:val="002D5267"/>
    <w:rsid w:val="002D546F"/>
    <w:rsid w:val="002D58E0"/>
    <w:rsid w:val="002D6708"/>
    <w:rsid w:val="002D690B"/>
    <w:rsid w:val="002D69C4"/>
    <w:rsid w:val="002D6B26"/>
    <w:rsid w:val="002D6EE6"/>
    <w:rsid w:val="002D713D"/>
    <w:rsid w:val="002D727E"/>
    <w:rsid w:val="002D7D61"/>
    <w:rsid w:val="002E0668"/>
    <w:rsid w:val="002E0DF8"/>
    <w:rsid w:val="002E1AA3"/>
    <w:rsid w:val="002E1B41"/>
    <w:rsid w:val="002E2024"/>
    <w:rsid w:val="002E21CB"/>
    <w:rsid w:val="002E26AD"/>
    <w:rsid w:val="002E3FC6"/>
    <w:rsid w:val="002E42E5"/>
    <w:rsid w:val="002E4EDF"/>
    <w:rsid w:val="002E52E3"/>
    <w:rsid w:val="002E5BDD"/>
    <w:rsid w:val="002E70D0"/>
    <w:rsid w:val="002E70FF"/>
    <w:rsid w:val="002E76B1"/>
    <w:rsid w:val="002F10B7"/>
    <w:rsid w:val="002F1240"/>
    <w:rsid w:val="002F1261"/>
    <w:rsid w:val="002F1BB7"/>
    <w:rsid w:val="002F1EEA"/>
    <w:rsid w:val="002F2C42"/>
    <w:rsid w:val="002F3376"/>
    <w:rsid w:val="002F3B31"/>
    <w:rsid w:val="002F3D32"/>
    <w:rsid w:val="002F4544"/>
    <w:rsid w:val="002F5AD5"/>
    <w:rsid w:val="002F5DC6"/>
    <w:rsid w:val="002F5FD2"/>
    <w:rsid w:val="002F69AB"/>
    <w:rsid w:val="002F6C6B"/>
    <w:rsid w:val="002F7A3C"/>
    <w:rsid w:val="002F7CC9"/>
    <w:rsid w:val="002F7E9F"/>
    <w:rsid w:val="003000F0"/>
    <w:rsid w:val="00300954"/>
    <w:rsid w:val="00300CAC"/>
    <w:rsid w:val="003011A4"/>
    <w:rsid w:val="00301C95"/>
    <w:rsid w:val="0030206A"/>
    <w:rsid w:val="0030321D"/>
    <w:rsid w:val="0030321F"/>
    <w:rsid w:val="003037FE"/>
    <w:rsid w:val="00303B58"/>
    <w:rsid w:val="00303BC5"/>
    <w:rsid w:val="003067D2"/>
    <w:rsid w:val="0030680F"/>
    <w:rsid w:val="003070A4"/>
    <w:rsid w:val="003100A3"/>
    <w:rsid w:val="00310F5D"/>
    <w:rsid w:val="00311A97"/>
    <w:rsid w:val="00312070"/>
    <w:rsid w:val="00312071"/>
    <w:rsid w:val="00312375"/>
    <w:rsid w:val="00312ACD"/>
    <w:rsid w:val="00312C96"/>
    <w:rsid w:val="00312F20"/>
    <w:rsid w:val="003133A9"/>
    <w:rsid w:val="00313491"/>
    <w:rsid w:val="0031368A"/>
    <w:rsid w:val="0031440E"/>
    <w:rsid w:val="003147F4"/>
    <w:rsid w:val="00314DAA"/>
    <w:rsid w:val="00315801"/>
    <w:rsid w:val="00315820"/>
    <w:rsid w:val="00315825"/>
    <w:rsid w:val="00315A5F"/>
    <w:rsid w:val="00315C9B"/>
    <w:rsid w:val="00315EC7"/>
    <w:rsid w:val="0031626B"/>
    <w:rsid w:val="003170B2"/>
    <w:rsid w:val="00320B9E"/>
    <w:rsid w:val="003211F6"/>
    <w:rsid w:val="00321860"/>
    <w:rsid w:val="00321D24"/>
    <w:rsid w:val="00322C17"/>
    <w:rsid w:val="00323347"/>
    <w:rsid w:val="003233FC"/>
    <w:rsid w:val="00323485"/>
    <w:rsid w:val="00323818"/>
    <w:rsid w:val="00323D0D"/>
    <w:rsid w:val="00324A53"/>
    <w:rsid w:val="00324CCE"/>
    <w:rsid w:val="00325282"/>
    <w:rsid w:val="00326120"/>
    <w:rsid w:val="003265E2"/>
    <w:rsid w:val="00326CE2"/>
    <w:rsid w:val="00327891"/>
    <w:rsid w:val="00327D25"/>
    <w:rsid w:val="00327F90"/>
    <w:rsid w:val="003301CA"/>
    <w:rsid w:val="0033079A"/>
    <w:rsid w:val="00330917"/>
    <w:rsid w:val="0033178F"/>
    <w:rsid w:val="00331F04"/>
    <w:rsid w:val="00331F5C"/>
    <w:rsid w:val="00332364"/>
    <w:rsid w:val="003332A7"/>
    <w:rsid w:val="00333662"/>
    <w:rsid w:val="00334141"/>
    <w:rsid w:val="00335172"/>
    <w:rsid w:val="00335B08"/>
    <w:rsid w:val="00337AC5"/>
    <w:rsid w:val="00337C2F"/>
    <w:rsid w:val="00337CA6"/>
    <w:rsid w:val="00340FC3"/>
    <w:rsid w:val="003415EF"/>
    <w:rsid w:val="0034179A"/>
    <w:rsid w:val="0034208A"/>
    <w:rsid w:val="0034242E"/>
    <w:rsid w:val="00342A37"/>
    <w:rsid w:val="00343101"/>
    <w:rsid w:val="003439B9"/>
    <w:rsid w:val="00343CAF"/>
    <w:rsid w:val="00343F7D"/>
    <w:rsid w:val="00344A81"/>
    <w:rsid w:val="00345F3F"/>
    <w:rsid w:val="00346299"/>
    <w:rsid w:val="00346E7B"/>
    <w:rsid w:val="00347663"/>
    <w:rsid w:val="00347809"/>
    <w:rsid w:val="00350092"/>
    <w:rsid w:val="00350261"/>
    <w:rsid w:val="00350331"/>
    <w:rsid w:val="00351BAC"/>
    <w:rsid w:val="00352521"/>
    <w:rsid w:val="00352DCC"/>
    <w:rsid w:val="0035309E"/>
    <w:rsid w:val="00353494"/>
    <w:rsid w:val="003534BB"/>
    <w:rsid w:val="00353738"/>
    <w:rsid w:val="003537B5"/>
    <w:rsid w:val="00353A83"/>
    <w:rsid w:val="00353F83"/>
    <w:rsid w:val="00354794"/>
    <w:rsid w:val="003548A8"/>
    <w:rsid w:val="00354968"/>
    <w:rsid w:val="00354996"/>
    <w:rsid w:val="00354B98"/>
    <w:rsid w:val="00354BB5"/>
    <w:rsid w:val="00355354"/>
    <w:rsid w:val="00355E6E"/>
    <w:rsid w:val="00355E79"/>
    <w:rsid w:val="003564DA"/>
    <w:rsid w:val="00356596"/>
    <w:rsid w:val="00356894"/>
    <w:rsid w:val="003568E1"/>
    <w:rsid w:val="00356CF2"/>
    <w:rsid w:val="00356F3C"/>
    <w:rsid w:val="00357402"/>
    <w:rsid w:val="0035747E"/>
    <w:rsid w:val="00357D6C"/>
    <w:rsid w:val="00360067"/>
    <w:rsid w:val="003615B5"/>
    <w:rsid w:val="003615ED"/>
    <w:rsid w:val="003628E4"/>
    <w:rsid w:val="0036383D"/>
    <w:rsid w:val="003642CC"/>
    <w:rsid w:val="0036435A"/>
    <w:rsid w:val="00364945"/>
    <w:rsid w:val="00364D2C"/>
    <w:rsid w:val="00364F58"/>
    <w:rsid w:val="0036531B"/>
    <w:rsid w:val="00365D11"/>
    <w:rsid w:val="00365EF5"/>
    <w:rsid w:val="00366AEA"/>
    <w:rsid w:val="00366CD1"/>
    <w:rsid w:val="00366D91"/>
    <w:rsid w:val="00367121"/>
    <w:rsid w:val="00370254"/>
    <w:rsid w:val="0037027C"/>
    <w:rsid w:val="0037131B"/>
    <w:rsid w:val="0037184D"/>
    <w:rsid w:val="00371A30"/>
    <w:rsid w:val="00372772"/>
    <w:rsid w:val="0037297F"/>
    <w:rsid w:val="00373012"/>
    <w:rsid w:val="0037332F"/>
    <w:rsid w:val="00374698"/>
    <w:rsid w:val="0037509F"/>
    <w:rsid w:val="00375A7C"/>
    <w:rsid w:val="00376930"/>
    <w:rsid w:val="0037748A"/>
    <w:rsid w:val="00377671"/>
    <w:rsid w:val="00377E0F"/>
    <w:rsid w:val="00380419"/>
    <w:rsid w:val="00380571"/>
    <w:rsid w:val="003806AB"/>
    <w:rsid w:val="00380FA3"/>
    <w:rsid w:val="00381394"/>
    <w:rsid w:val="0038195A"/>
    <w:rsid w:val="0038213C"/>
    <w:rsid w:val="00382FB2"/>
    <w:rsid w:val="00383121"/>
    <w:rsid w:val="0038313A"/>
    <w:rsid w:val="00383349"/>
    <w:rsid w:val="003838D2"/>
    <w:rsid w:val="00383E8B"/>
    <w:rsid w:val="003840BD"/>
    <w:rsid w:val="00384108"/>
    <w:rsid w:val="00384F50"/>
    <w:rsid w:val="00384F86"/>
    <w:rsid w:val="00384FFF"/>
    <w:rsid w:val="00385262"/>
    <w:rsid w:val="00385898"/>
    <w:rsid w:val="00386173"/>
    <w:rsid w:val="00386363"/>
    <w:rsid w:val="003866C1"/>
    <w:rsid w:val="00386E25"/>
    <w:rsid w:val="00386F32"/>
    <w:rsid w:val="0038712C"/>
    <w:rsid w:val="00390F01"/>
    <w:rsid w:val="00391475"/>
    <w:rsid w:val="00391D47"/>
    <w:rsid w:val="00391F7F"/>
    <w:rsid w:val="00392D74"/>
    <w:rsid w:val="00392FEF"/>
    <w:rsid w:val="00395740"/>
    <w:rsid w:val="00395B2C"/>
    <w:rsid w:val="00395C2B"/>
    <w:rsid w:val="00395D40"/>
    <w:rsid w:val="00395E1B"/>
    <w:rsid w:val="00396271"/>
    <w:rsid w:val="00396339"/>
    <w:rsid w:val="00397037"/>
    <w:rsid w:val="0039706C"/>
    <w:rsid w:val="003A14F3"/>
    <w:rsid w:val="003A1955"/>
    <w:rsid w:val="003A1DAE"/>
    <w:rsid w:val="003A21A9"/>
    <w:rsid w:val="003A4E44"/>
    <w:rsid w:val="003A4EED"/>
    <w:rsid w:val="003A71B2"/>
    <w:rsid w:val="003A74C6"/>
    <w:rsid w:val="003A750A"/>
    <w:rsid w:val="003B0017"/>
    <w:rsid w:val="003B0614"/>
    <w:rsid w:val="003B12E6"/>
    <w:rsid w:val="003B13A1"/>
    <w:rsid w:val="003B15CC"/>
    <w:rsid w:val="003B16A9"/>
    <w:rsid w:val="003B183B"/>
    <w:rsid w:val="003B1D84"/>
    <w:rsid w:val="003B20D7"/>
    <w:rsid w:val="003B2718"/>
    <w:rsid w:val="003B2E24"/>
    <w:rsid w:val="003B3637"/>
    <w:rsid w:val="003B4CB4"/>
    <w:rsid w:val="003B592B"/>
    <w:rsid w:val="003B61D9"/>
    <w:rsid w:val="003B68C6"/>
    <w:rsid w:val="003B6DC5"/>
    <w:rsid w:val="003C02B4"/>
    <w:rsid w:val="003C09D9"/>
    <w:rsid w:val="003C0C46"/>
    <w:rsid w:val="003C157A"/>
    <w:rsid w:val="003C174C"/>
    <w:rsid w:val="003C1E4B"/>
    <w:rsid w:val="003C21E6"/>
    <w:rsid w:val="003C3078"/>
    <w:rsid w:val="003C3FF6"/>
    <w:rsid w:val="003C3FFA"/>
    <w:rsid w:val="003C43AC"/>
    <w:rsid w:val="003C4517"/>
    <w:rsid w:val="003C4740"/>
    <w:rsid w:val="003C49AA"/>
    <w:rsid w:val="003C59FA"/>
    <w:rsid w:val="003C5C8B"/>
    <w:rsid w:val="003C69DD"/>
    <w:rsid w:val="003C7E77"/>
    <w:rsid w:val="003D02C4"/>
    <w:rsid w:val="003D1CD3"/>
    <w:rsid w:val="003D1F1C"/>
    <w:rsid w:val="003D2A87"/>
    <w:rsid w:val="003D2F2E"/>
    <w:rsid w:val="003D39B8"/>
    <w:rsid w:val="003D4389"/>
    <w:rsid w:val="003D4714"/>
    <w:rsid w:val="003D553F"/>
    <w:rsid w:val="003D6412"/>
    <w:rsid w:val="003D6BFF"/>
    <w:rsid w:val="003D74AC"/>
    <w:rsid w:val="003D7504"/>
    <w:rsid w:val="003D793A"/>
    <w:rsid w:val="003E025D"/>
    <w:rsid w:val="003E0882"/>
    <w:rsid w:val="003E13FC"/>
    <w:rsid w:val="003E23AC"/>
    <w:rsid w:val="003E23C9"/>
    <w:rsid w:val="003E3C43"/>
    <w:rsid w:val="003E3DEC"/>
    <w:rsid w:val="003E3E58"/>
    <w:rsid w:val="003E412D"/>
    <w:rsid w:val="003E4534"/>
    <w:rsid w:val="003E45A8"/>
    <w:rsid w:val="003E5199"/>
    <w:rsid w:val="003E552B"/>
    <w:rsid w:val="003E5750"/>
    <w:rsid w:val="003E5A50"/>
    <w:rsid w:val="003E5C00"/>
    <w:rsid w:val="003E73F7"/>
    <w:rsid w:val="003E7A3F"/>
    <w:rsid w:val="003E7B19"/>
    <w:rsid w:val="003F0057"/>
    <w:rsid w:val="003F071B"/>
    <w:rsid w:val="003F0D59"/>
    <w:rsid w:val="003F136B"/>
    <w:rsid w:val="003F15C2"/>
    <w:rsid w:val="003F18E3"/>
    <w:rsid w:val="003F1CC3"/>
    <w:rsid w:val="003F310C"/>
    <w:rsid w:val="003F418B"/>
    <w:rsid w:val="003F42C6"/>
    <w:rsid w:val="003F4EE5"/>
    <w:rsid w:val="003F5C56"/>
    <w:rsid w:val="003F640C"/>
    <w:rsid w:val="003F6CA3"/>
    <w:rsid w:val="003F6E04"/>
    <w:rsid w:val="003F7026"/>
    <w:rsid w:val="003F77F9"/>
    <w:rsid w:val="00400C71"/>
    <w:rsid w:val="0040119A"/>
    <w:rsid w:val="00401D43"/>
    <w:rsid w:val="00401E98"/>
    <w:rsid w:val="004023F7"/>
    <w:rsid w:val="00402497"/>
    <w:rsid w:val="004024BF"/>
    <w:rsid w:val="00402D31"/>
    <w:rsid w:val="00402E51"/>
    <w:rsid w:val="00404A67"/>
    <w:rsid w:val="00405BC7"/>
    <w:rsid w:val="004061A5"/>
    <w:rsid w:val="00406C33"/>
    <w:rsid w:val="00407049"/>
    <w:rsid w:val="004077F9"/>
    <w:rsid w:val="00407FD4"/>
    <w:rsid w:val="00410B82"/>
    <w:rsid w:val="00410CEE"/>
    <w:rsid w:val="00410FCC"/>
    <w:rsid w:val="00411406"/>
    <w:rsid w:val="004119B1"/>
    <w:rsid w:val="004130C1"/>
    <w:rsid w:val="00414403"/>
    <w:rsid w:val="00414B75"/>
    <w:rsid w:val="00415984"/>
    <w:rsid w:val="00415B31"/>
    <w:rsid w:val="00415FDB"/>
    <w:rsid w:val="00416811"/>
    <w:rsid w:val="00416AD8"/>
    <w:rsid w:val="00416D4F"/>
    <w:rsid w:val="00417AE0"/>
    <w:rsid w:val="00417FF7"/>
    <w:rsid w:val="0042095E"/>
    <w:rsid w:val="00420B6F"/>
    <w:rsid w:val="00421E5D"/>
    <w:rsid w:val="00422B12"/>
    <w:rsid w:val="0042349E"/>
    <w:rsid w:val="00423606"/>
    <w:rsid w:val="0042361A"/>
    <w:rsid w:val="0042448F"/>
    <w:rsid w:val="00424F95"/>
    <w:rsid w:val="004255E1"/>
    <w:rsid w:val="00426BB3"/>
    <w:rsid w:val="0042745E"/>
    <w:rsid w:val="00427776"/>
    <w:rsid w:val="00427B4B"/>
    <w:rsid w:val="0043084A"/>
    <w:rsid w:val="00430C5D"/>
    <w:rsid w:val="00430F9C"/>
    <w:rsid w:val="004310CB"/>
    <w:rsid w:val="00431AC3"/>
    <w:rsid w:val="004324AE"/>
    <w:rsid w:val="004326A3"/>
    <w:rsid w:val="00432C65"/>
    <w:rsid w:val="00432E0B"/>
    <w:rsid w:val="0043333C"/>
    <w:rsid w:val="00433723"/>
    <w:rsid w:val="004337F9"/>
    <w:rsid w:val="00433969"/>
    <w:rsid w:val="00433996"/>
    <w:rsid w:val="00433C80"/>
    <w:rsid w:val="0043549B"/>
    <w:rsid w:val="00435C4B"/>
    <w:rsid w:val="00436027"/>
    <w:rsid w:val="004369BC"/>
    <w:rsid w:val="00437BD7"/>
    <w:rsid w:val="00437FD9"/>
    <w:rsid w:val="0044087F"/>
    <w:rsid w:val="00440A28"/>
    <w:rsid w:val="00440C50"/>
    <w:rsid w:val="00440F4A"/>
    <w:rsid w:val="004425AC"/>
    <w:rsid w:val="00442603"/>
    <w:rsid w:val="004426BD"/>
    <w:rsid w:val="00442F73"/>
    <w:rsid w:val="00444188"/>
    <w:rsid w:val="004444FF"/>
    <w:rsid w:val="004454E4"/>
    <w:rsid w:val="0044575A"/>
    <w:rsid w:val="004459E5"/>
    <w:rsid w:val="00445BF5"/>
    <w:rsid w:val="004463DA"/>
    <w:rsid w:val="00446F69"/>
    <w:rsid w:val="0044734C"/>
    <w:rsid w:val="00447B1F"/>
    <w:rsid w:val="004500BF"/>
    <w:rsid w:val="004508BA"/>
    <w:rsid w:val="004514AD"/>
    <w:rsid w:val="00451680"/>
    <w:rsid w:val="00451932"/>
    <w:rsid w:val="00451982"/>
    <w:rsid w:val="00451EDF"/>
    <w:rsid w:val="004520C9"/>
    <w:rsid w:val="00452671"/>
    <w:rsid w:val="00452C9B"/>
    <w:rsid w:val="00452EE3"/>
    <w:rsid w:val="004535DC"/>
    <w:rsid w:val="00453FD4"/>
    <w:rsid w:val="00454008"/>
    <w:rsid w:val="0045413B"/>
    <w:rsid w:val="00455516"/>
    <w:rsid w:val="0045565F"/>
    <w:rsid w:val="00455746"/>
    <w:rsid w:val="004564E3"/>
    <w:rsid w:val="004570F5"/>
    <w:rsid w:val="0045745F"/>
    <w:rsid w:val="004578F7"/>
    <w:rsid w:val="00457A0E"/>
    <w:rsid w:val="00457C6C"/>
    <w:rsid w:val="00457D59"/>
    <w:rsid w:val="00457FCA"/>
    <w:rsid w:val="00460DDE"/>
    <w:rsid w:val="00461206"/>
    <w:rsid w:val="0046179B"/>
    <w:rsid w:val="00461D81"/>
    <w:rsid w:val="00461EED"/>
    <w:rsid w:val="004623AA"/>
    <w:rsid w:val="0046326D"/>
    <w:rsid w:val="0046378D"/>
    <w:rsid w:val="00463CA7"/>
    <w:rsid w:val="00463E36"/>
    <w:rsid w:val="00464797"/>
    <w:rsid w:val="0046506C"/>
    <w:rsid w:val="00465613"/>
    <w:rsid w:val="004658B4"/>
    <w:rsid w:val="00465C4F"/>
    <w:rsid w:val="00465D70"/>
    <w:rsid w:val="004660AD"/>
    <w:rsid w:val="004663D9"/>
    <w:rsid w:val="00466D7B"/>
    <w:rsid w:val="00466E2C"/>
    <w:rsid w:val="00467188"/>
    <w:rsid w:val="0047052C"/>
    <w:rsid w:val="004707D8"/>
    <w:rsid w:val="00470BBB"/>
    <w:rsid w:val="00470D98"/>
    <w:rsid w:val="00471B63"/>
    <w:rsid w:val="00471E8D"/>
    <w:rsid w:val="00472B6C"/>
    <w:rsid w:val="00472C73"/>
    <w:rsid w:val="00473465"/>
    <w:rsid w:val="0047388E"/>
    <w:rsid w:val="0047456D"/>
    <w:rsid w:val="00474EFE"/>
    <w:rsid w:val="0047518D"/>
    <w:rsid w:val="00475B80"/>
    <w:rsid w:val="00475BCB"/>
    <w:rsid w:val="004762EF"/>
    <w:rsid w:val="00476325"/>
    <w:rsid w:val="004764F9"/>
    <w:rsid w:val="00476BE7"/>
    <w:rsid w:val="004773F5"/>
    <w:rsid w:val="00477BEB"/>
    <w:rsid w:val="00480716"/>
    <w:rsid w:val="00481040"/>
    <w:rsid w:val="00481CDC"/>
    <w:rsid w:val="004826E8"/>
    <w:rsid w:val="00482784"/>
    <w:rsid w:val="00483688"/>
    <w:rsid w:val="00483D28"/>
    <w:rsid w:val="00483EE6"/>
    <w:rsid w:val="004843CA"/>
    <w:rsid w:val="0048448F"/>
    <w:rsid w:val="004844CB"/>
    <w:rsid w:val="004848BA"/>
    <w:rsid w:val="00484B8C"/>
    <w:rsid w:val="00484E78"/>
    <w:rsid w:val="00484FF7"/>
    <w:rsid w:val="0048539A"/>
    <w:rsid w:val="004854F7"/>
    <w:rsid w:val="00486472"/>
    <w:rsid w:val="00486B45"/>
    <w:rsid w:val="00486B6A"/>
    <w:rsid w:val="004876AA"/>
    <w:rsid w:val="004903DB"/>
    <w:rsid w:val="00490B1A"/>
    <w:rsid w:val="004917E2"/>
    <w:rsid w:val="004919CD"/>
    <w:rsid w:val="00491A69"/>
    <w:rsid w:val="004928C9"/>
    <w:rsid w:val="004932BD"/>
    <w:rsid w:val="004933C8"/>
    <w:rsid w:val="004939D4"/>
    <w:rsid w:val="00493A5F"/>
    <w:rsid w:val="00494622"/>
    <w:rsid w:val="00494CA7"/>
    <w:rsid w:val="00495209"/>
    <w:rsid w:val="0049574D"/>
    <w:rsid w:val="0049592B"/>
    <w:rsid w:val="00495B6C"/>
    <w:rsid w:val="00497B62"/>
    <w:rsid w:val="00497DE4"/>
    <w:rsid w:val="00497DE7"/>
    <w:rsid w:val="004A0793"/>
    <w:rsid w:val="004A1012"/>
    <w:rsid w:val="004A117E"/>
    <w:rsid w:val="004A1280"/>
    <w:rsid w:val="004A1306"/>
    <w:rsid w:val="004A1F5D"/>
    <w:rsid w:val="004A20F8"/>
    <w:rsid w:val="004A23F4"/>
    <w:rsid w:val="004A37C6"/>
    <w:rsid w:val="004A3DDB"/>
    <w:rsid w:val="004A3FB4"/>
    <w:rsid w:val="004A4956"/>
    <w:rsid w:val="004A49FC"/>
    <w:rsid w:val="004A4A8B"/>
    <w:rsid w:val="004A4FC0"/>
    <w:rsid w:val="004A5254"/>
    <w:rsid w:val="004A5265"/>
    <w:rsid w:val="004A74DD"/>
    <w:rsid w:val="004A7FB2"/>
    <w:rsid w:val="004B0B04"/>
    <w:rsid w:val="004B14A8"/>
    <w:rsid w:val="004B29DA"/>
    <w:rsid w:val="004B2F09"/>
    <w:rsid w:val="004B34B9"/>
    <w:rsid w:val="004B3582"/>
    <w:rsid w:val="004B47BC"/>
    <w:rsid w:val="004B4B74"/>
    <w:rsid w:val="004B5A8E"/>
    <w:rsid w:val="004B5B7E"/>
    <w:rsid w:val="004B6BB7"/>
    <w:rsid w:val="004B741E"/>
    <w:rsid w:val="004B78D3"/>
    <w:rsid w:val="004C0492"/>
    <w:rsid w:val="004C04EC"/>
    <w:rsid w:val="004C0FAC"/>
    <w:rsid w:val="004C1D36"/>
    <w:rsid w:val="004C1DCF"/>
    <w:rsid w:val="004C1FBC"/>
    <w:rsid w:val="004C2B27"/>
    <w:rsid w:val="004C3333"/>
    <w:rsid w:val="004C40FD"/>
    <w:rsid w:val="004C45AA"/>
    <w:rsid w:val="004C5266"/>
    <w:rsid w:val="004C533A"/>
    <w:rsid w:val="004C5932"/>
    <w:rsid w:val="004C5B98"/>
    <w:rsid w:val="004C5C4C"/>
    <w:rsid w:val="004C67DE"/>
    <w:rsid w:val="004C6D24"/>
    <w:rsid w:val="004C7155"/>
    <w:rsid w:val="004C7CA8"/>
    <w:rsid w:val="004C7D56"/>
    <w:rsid w:val="004D09EF"/>
    <w:rsid w:val="004D126D"/>
    <w:rsid w:val="004D186A"/>
    <w:rsid w:val="004D2401"/>
    <w:rsid w:val="004D25CF"/>
    <w:rsid w:val="004D2DB7"/>
    <w:rsid w:val="004D37E4"/>
    <w:rsid w:val="004D3D6A"/>
    <w:rsid w:val="004D494B"/>
    <w:rsid w:val="004D4A13"/>
    <w:rsid w:val="004D54F4"/>
    <w:rsid w:val="004D560B"/>
    <w:rsid w:val="004D5AB3"/>
    <w:rsid w:val="004D5DDA"/>
    <w:rsid w:val="004D5F9B"/>
    <w:rsid w:val="004D6369"/>
    <w:rsid w:val="004D67C8"/>
    <w:rsid w:val="004D6E4E"/>
    <w:rsid w:val="004D78C3"/>
    <w:rsid w:val="004D7C14"/>
    <w:rsid w:val="004E0806"/>
    <w:rsid w:val="004E0AF3"/>
    <w:rsid w:val="004E1608"/>
    <w:rsid w:val="004E17D1"/>
    <w:rsid w:val="004E1CAC"/>
    <w:rsid w:val="004E1D0E"/>
    <w:rsid w:val="004E2738"/>
    <w:rsid w:val="004E27A5"/>
    <w:rsid w:val="004E2906"/>
    <w:rsid w:val="004E35B4"/>
    <w:rsid w:val="004E3935"/>
    <w:rsid w:val="004E46ED"/>
    <w:rsid w:val="004E4D07"/>
    <w:rsid w:val="004E502D"/>
    <w:rsid w:val="004E5104"/>
    <w:rsid w:val="004E56CC"/>
    <w:rsid w:val="004E5836"/>
    <w:rsid w:val="004E5A93"/>
    <w:rsid w:val="004E714E"/>
    <w:rsid w:val="004E757D"/>
    <w:rsid w:val="004E76A2"/>
    <w:rsid w:val="004E7EB6"/>
    <w:rsid w:val="004E7F01"/>
    <w:rsid w:val="004F02D2"/>
    <w:rsid w:val="004F137B"/>
    <w:rsid w:val="004F150D"/>
    <w:rsid w:val="004F15B0"/>
    <w:rsid w:val="004F163C"/>
    <w:rsid w:val="004F219E"/>
    <w:rsid w:val="004F2217"/>
    <w:rsid w:val="004F2972"/>
    <w:rsid w:val="004F36CE"/>
    <w:rsid w:val="004F470C"/>
    <w:rsid w:val="004F4F26"/>
    <w:rsid w:val="004F5E79"/>
    <w:rsid w:val="004F618C"/>
    <w:rsid w:val="004F65D6"/>
    <w:rsid w:val="004F6CC1"/>
    <w:rsid w:val="004F6D4A"/>
    <w:rsid w:val="004F6E6A"/>
    <w:rsid w:val="004F734C"/>
    <w:rsid w:val="004F7497"/>
    <w:rsid w:val="004F789D"/>
    <w:rsid w:val="00501917"/>
    <w:rsid w:val="00501C04"/>
    <w:rsid w:val="005021E8"/>
    <w:rsid w:val="00502241"/>
    <w:rsid w:val="00503251"/>
    <w:rsid w:val="00503BBC"/>
    <w:rsid w:val="005041FC"/>
    <w:rsid w:val="00504AA1"/>
    <w:rsid w:val="00505732"/>
    <w:rsid w:val="00505AB6"/>
    <w:rsid w:val="00506630"/>
    <w:rsid w:val="00506DCD"/>
    <w:rsid w:val="00510107"/>
    <w:rsid w:val="005105FD"/>
    <w:rsid w:val="00510A1C"/>
    <w:rsid w:val="00510F6E"/>
    <w:rsid w:val="0051110C"/>
    <w:rsid w:val="00512644"/>
    <w:rsid w:val="0051268D"/>
    <w:rsid w:val="005129D7"/>
    <w:rsid w:val="00514176"/>
    <w:rsid w:val="0051464C"/>
    <w:rsid w:val="005146AA"/>
    <w:rsid w:val="0051480C"/>
    <w:rsid w:val="00514A5F"/>
    <w:rsid w:val="00514B45"/>
    <w:rsid w:val="00514CE3"/>
    <w:rsid w:val="00514FF6"/>
    <w:rsid w:val="005150DD"/>
    <w:rsid w:val="00515C0B"/>
    <w:rsid w:val="005168F0"/>
    <w:rsid w:val="00520856"/>
    <w:rsid w:val="00520AC9"/>
    <w:rsid w:val="00520E8F"/>
    <w:rsid w:val="0052135B"/>
    <w:rsid w:val="005215FF"/>
    <w:rsid w:val="00521B25"/>
    <w:rsid w:val="00521CA7"/>
    <w:rsid w:val="00522407"/>
    <w:rsid w:val="005225EA"/>
    <w:rsid w:val="00522614"/>
    <w:rsid w:val="00522753"/>
    <w:rsid w:val="005230B8"/>
    <w:rsid w:val="00523922"/>
    <w:rsid w:val="0052418E"/>
    <w:rsid w:val="005253CF"/>
    <w:rsid w:val="0052578C"/>
    <w:rsid w:val="00525850"/>
    <w:rsid w:val="005260C4"/>
    <w:rsid w:val="005262B7"/>
    <w:rsid w:val="00527F16"/>
    <w:rsid w:val="005300CD"/>
    <w:rsid w:val="005301CF"/>
    <w:rsid w:val="00530B8C"/>
    <w:rsid w:val="00530E4E"/>
    <w:rsid w:val="005310AB"/>
    <w:rsid w:val="00532E3F"/>
    <w:rsid w:val="005336F8"/>
    <w:rsid w:val="00533DCD"/>
    <w:rsid w:val="00534D6F"/>
    <w:rsid w:val="00534EF3"/>
    <w:rsid w:val="00535D9E"/>
    <w:rsid w:val="0053686B"/>
    <w:rsid w:val="005401C5"/>
    <w:rsid w:val="005416DB"/>
    <w:rsid w:val="00542048"/>
    <w:rsid w:val="00542EA1"/>
    <w:rsid w:val="005442B9"/>
    <w:rsid w:val="00544547"/>
    <w:rsid w:val="00544668"/>
    <w:rsid w:val="00544925"/>
    <w:rsid w:val="00544DA4"/>
    <w:rsid w:val="00545579"/>
    <w:rsid w:val="00545E73"/>
    <w:rsid w:val="00546689"/>
    <w:rsid w:val="005473B4"/>
    <w:rsid w:val="00547418"/>
    <w:rsid w:val="0055060E"/>
    <w:rsid w:val="0055089A"/>
    <w:rsid w:val="0055098A"/>
    <w:rsid w:val="00550B3D"/>
    <w:rsid w:val="00550B77"/>
    <w:rsid w:val="00550CD3"/>
    <w:rsid w:val="00550D6C"/>
    <w:rsid w:val="005510B2"/>
    <w:rsid w:val="00551297"/>
    <w:rsid w:val="005513C3"/>
    <w:rsid w:val="005527F5"/>
    <w:rsid w:val="00552E60"/>
    <w:rsid w:val="005531C0"/>
    <w:rsid w:val="005540B6"/>
    <w:rsid w:val="00554795"/>
    <w:rsid w:val="00554D20"/>
    <w:rsid w:val="00554FA0"/>
    <w:rsid w:val="0055506A"/>
    <w:rsid w:val="00555337"/>
    <w:rsid w:val="005553CF"/>
    <w:rsid w:val="0055588B"/>
    <w:rsid w:val="00555ED9"/>
    <w:rsid w:val="00555FD0"/>
    <w:rsid w:val="0055602D"/>
    <w:rsid w:val="0055611C"/>
    <w:rsid w:val="00556163"/>
    <w:rsid w:val="00556974"/>
    <w:rsid w:val="00556E05"/>
    <w:rsid w:val="00557116"/>
    <w:rsid w:val="00557BF4"/>
    <w:rsid w:val="005614D2"/>
    <w:rsid w:val="00561B20"/>
    <w:rsid w:val="00561E3F"/>
    <w:rsid w:val="005626D1"/>
    <w:rsid w:val="005629B3"/>
    <w:rsid w:val="005629D0"/>
    <w:rsid w:val="00562E95"/>
    <w:rsid w:val="0056339F"/>
    <w:rsid w:val="00563893"/>
    <w:rsid w:val="00563A8C"/>
    <w:rsid w:val="0056408D"/>
    <w:rsid w:val="005657D4"/>
    <w:rsid w:val="00565B50"/>
    <w:rsid w:val="005661DA"/>
    <w:rsid w:val="00566B48"/>
    <w:rsid w:val="00567003"/>
    <w:rsid w:val="005679E5"/>
    <w:rsid w:val="0057009B"/>
    <w:rsid w:val="00570333"/>
    <w:rsid w:val="00570E8F"/>
    <w:rsid w:val="0057103B"/>
    <w:rsid w:val="005713BA"/>
    <w:rsid w:val="00571EC9"/>
    <w:rsid w:val="00572B69"/>
    <w:rsid w:val="00572FDB"/>
    <w:rsid w:val="005730AA"/>
    <w:rsid w:val="00573697"/>
    <w:rsid w:val="00573DCE"/>
    <w:rsid w:val="00574098"/>
    <w:rsid w:val="0057440C"/>
    <w:rsid w:val="00574853"/>
    <w:rsid w:val="00574C9A"/>
    <w:rsid w:val="00575226"/>
    <w:rsid w:val="00575C2D"/>
    <w:rsid w:val="00576272"/>
    <w:rsid w:val="00577067"/>
    <w:rsid w:val="005773E4"/>
    <w:rsid w:val="00577C51"/>
    <w:rsid w:val="00580B97"/>
    <w:rsid w:val="00581190"/>
    <w:rsid w:val="00581191"/>
    <w:rsid w:val="00581578"/>
    <w:rsid w:val="00581793"/>
    <w:rsid w:val="00581CD3"/>
    <w:rsid w:val="00582623"/>
    <w:rsid w:val="005830AE"/>
    <w:rsid w:val="0058340B"/>
    <w:rsid w:val="005835CA"/>
    <w:rsid w:val="00583975"/>
    <w:rsid w:val="00583AA5"/>
    <w:rsid w:val="0058405B"/>
    <w:rsid w:val="00584486"/>
    <w:rsid w:val="00584994"/>
    <w:rsid w:val="00584D9E"/>
    <w:rsid w:val="00584DC9"/>
    <w:rsid w:val="00585363"/>
    <w:rsid w:val="0058540D"/>
    <w:rsid w:val="00585EB7"/>
    <w:rsid w:val="005869B9"/>
    <w:rsid w:val="00586A15"/>
    <w:rsid w:val="00586DCD"/>
    <w:rsid w:val="00591897"/>
    <w:rsid w:val="005919C8"/>
    <w:rsid w:val="00591EB1"/>
    <w:rsid w:val="0059220F"/>
    <w:rsid w:val="005930FE"/>
    <w:rsid w:val="005956BA"/>
    <w:rsid w:val="005959EA"/>
    <w:rsid w:val="00595A4B"/>
    <w:rsid w:val="00596345"/>
    <w:rsid w:val="00596A1A"/>
    <w:rsid w:val="0059763B"/>
    <w:rsid w:val="00597B42"/>
    <w:rsid w:val="00597CAE"/>
    <w:rsid w:val="005A0184"/>
    <w:rsid w:val="005A087F"/>
    <w:rsid w:val="005A0DE1"/>
    <w:rsid w:val="005A0F8A"/>
    <w:rsid w:val="005A1116"/>
    <w:rsid w:val="005A14D4"/>
    <w:rsid w:val="005A17CE"/>
    <w:rsid w:val="005A2CD0"/>
    <w:rsid w:val="005A37B5"/>
    <w:rsid w:val="005A47C5"/>
    <w:rsid w:val="005A4D15"/>
    <w:rsid w:val="005A5CB6"/>
    <w:rsid w:val="005A6105"/>
    <w:rsid w:val="005A6149"/>
    <w:rsid w:val="005A61A6"/>
    <w:rsid w:val="005A6573"/>
    <w:rsid w:val="005A6A9E"/>
    <w:rsid w:val="005A6E71"/>
    <w:rsid w:val="005A7906"/>
    <w:rsid w:val="005A7B60"/>
    <w:rsid w:val="005A7B7F"/>
    <w:rsid w:val="005B025E"/>
    <w:rsid w:val="005B11E5"/>
    <w:rsid w:val="005B173B"/>
    <w:rsid w:val="005B2680"/>
    <w:rsid w:val="005B2716"/>
    <w:rsid w:val="005B2A3D"/>
    <w:rsid w:val="005B2D2D"/>
    <w:rsid w:val="005B34DF"/>
    <w:rsid w:val="005B389E"/>
    <w:rsid w:val="005B40EE"/>
    <w:rsid w:val="005B4871"/>
    <w:rsid w:val="005B4D77"/>
    <w:rsid w:val="005B4E5A"/>
    <w:rsid w:val="005B5256"/>
    <w:rsid w:val="005B5912"/>
    <w:rsid w:val="005B5A72"/>
    <w:rsid w:val="005B6F81"/>
    <w:rsid w:val="005B7183"/>
    <w:rsid w:val="005B734F"/>
    <w:rsid w:val="005B7A87"/>
    <w:rsid w:val="005C02B6"/>
    <w:rsid w:val="005C05B4"/>
    <w:rsid w:val="005C0661"/>
    <w:rsid w:val="005C10BC"/>
    <w:rsid w:val="005C2B5D"/>
    <w:rsid w:val="005C2C71"/>
    <w:rsid w:val="005C328D"/>
    <w:rsid w:val="005C4DE5"/>
    <w:rsid w:val="005C59D8"/>
    <w:rsid w:val="005C6A11"/>
    <w:rsid w:val="005C7128"/>
    <w:rsid w:val="005D040A"/>
    <w:rsid w:val="005D0C26"/>
    <w:rsid w:val="005D1505"/>
    <w:rsid w:val="005D1C14"/>
    <w:rsid w:val="005D1DF3"/>
    <w:rsid w:val="005D221E"/>
    <w:rsid w:val="005D2AB1"/>
    <w:rsid w:val="005D2E5C"/>
    <w:rsid w:val="005D30CA"/>
    <w:rsid w:val="005D42B3"/>
    <w:rsid w:val="005D4445"/>
    <w:rsid w:val="005D4558"/>
    <w:rsid w:val="005D487F"/>
    <w:rsid w:val="005D509E"/>
    <w:rsid w:val="005D58B0"/>
    <w:rsid w:val="005D5AA6"/>
    <w:rsid w:val="005E03EA"/>
    <w:rsid w:val="005E121D"/>
    <w:rsid w:val="005E15C5"/>
    <w:rsid w:val="005E184A"/>
    <w:rsid w:val="005E1CE6"/>
    <w:rsid w:val="005E2F19"/>
    <w:rsid w:val="005E3A58"/>
    <w:rsid w:val="005E4858"/>
    <w:rsid w:val="005E4D36"/>
    <w:rsid w:val="005E4F4A"/>
    <w:rsid w:val="005E5747"/>
    <w:rsid w:val="005E6082"/>
    <w:rsid w:val="005E6299"/>
    <w:rsid w:val="005E66AF"/>
    <w:rsid w:val="005E75B3"/>
    <w:rsid w:val="005E77D5"/>
    <w:rsid w:val="005E7827"/>
    <w:rsid w:val="005F015F"/>
    <w:rsid w:val="005F14F0"/>
    <w:rsid w:val="005F1E07"/>
    <w:rsid w:val="005F30DA"/>
    <w:rsid w:val="005F3679"/>
    <w:rsid w:val="005F4DF0"/>
    <w:rsid w:val="005F628F"/>
    <w:rsid w:val="00600090"/>
    <w:rsid w:val="006006CB"/>
    <w:rsid w:val="00600933"/>
    <w:rsid w:val="0060094A"/>
    <w:rsid w:val="00600EA3"/>
    <w:rsid w:val="00601136"/>
    <w:rsid w:val="00601234"/>
    <w:rsid w:val="00601938"/>
    <w:rsid w:val="00601CF6"/>
    <w:rsid w:val="00601FE3"/>
    <w:rsid w:val="00602591"/>
    <w:rsid w:val="00603BB5"/>
    <w:rsid w:val="00603E99"/>
    <w:rsid w:val="00604342"/>
    <w:rsid w:val="00605182"/>
    <w:rsid w:val="0060555E"/>
    <w:rsid w:val="006062FD"/>
    <w:rsid w:val="0060767E"/>
    <w:rsid w:val="00607AF3"/>
    <w:rsid w:val="0061010A"/>
    <w:rsid w:val="006109D1"/>
    <w:rsid w:val="0061161A"/>
    <w:rsid w:val="006124D2"/>
    <w:rsid w:val="00612C02"/>
    <w:rsid w:val="00612E24"/>
    <w:rsid w:val="00613373"/>
    <w:rsid w:val="00613503"/>
    <w:rsid w:val="006139B0"/>
    <w:rsid w:val="00613C44"/>
    <w:rsid w:val="0061474F"/>
    <w:rsid w:val="00614E11"/>
    <w:rsid w:val="0061597D"/>
    <w:rsid w:val="00615B82"/>
    <w:rsid w:val="0061606E"/>
    <w:rsid w:val="006163F4"/>
    <w:rsid w:val="00616A37"/>
    <w:rsid w:val="0061791C"/>
    <w:rsid w:val="00620037"/>
    <w:rsid w:val="006203C2"/>
    <w:rsid w:val="00620C9A"/>
    <w:rsid w:val="006211AC"/>
    <w:rsid w:val="00621A13"/>
    <w:rsid w:val="00621AC6"/>
    <w:rsid w:val="00621CFF"/>
    <w:rsid w:val="00622029"/>
    <w:rsid w:val="00622093"/>
    <w:rsid w:val="00622A7A"/>
    <w:rsid w:val="00622C42"/>
    <w:rsid w:val="00622DAD"/>
    <w:rsid w:val="00622F51"/>
    <w:rsid w:val="006232C6"/>
    <w:rsid w:val="0062394B"/>
    <w:rsid w:val="00623AE3"/>
    <w:rsid w:val="00623E18"/>
    <w:rsid w:val="006240BF"/>
    <w:rsid w:val="00624119"/>
    <w:rsid w:val="006243D7"/>
    <w:rsid w:val="00624AAB"/>
    <w:rsid w:val="006255BC"/>
    <w:rsid w:val="00625985"/>
    <w:rsid w:val="00625EA9"/>
    <w:rsid w:val="00626215"/>
    <w:rsid w:val="006265DC"/>
    <w:rsid w:val="006268D8"/>
    <w:rsid w:val="006272CD"/>
    <w:rsid w:val="006273FD"/>
    <w:rsid w:val="00627444"/>
    <w:rsid w:val="0062799A"/>
    <w:rsid w:val="00627B54"/>
    <w:rsid w:val="00627B8C"/>
    <w:rsid w:val="006301F8"/>
    <w:rsid w:val="00630324"/>
    <w:rsid w:val="00630B46"/>
    <w:rsid w:val="00631121"/>
    <w:rsid w:val="0063120A"/>
    <w:rsid w:val="00631944"/>
    <w:rsid w:val="00632538"/>
    <w:rsid w:val="00632D5A"/>
    <w:rsid w:val="00633735"/>
    <w:rsid w:val="00633883"/>
    <w:rsid w:val="006341D5"/>
    <w:rsid w:val="00634224"/>
    <w:rsid w:val="0063499B"/>
    <w:rsid w:val="006349B0"/>
    <w:rsid w:val="00634B2B"/>
    <w:rsid w:val="00634DC9"/>
    <w:rsid w:val="00635394"/>
    <w:rsid w:val="0063543E"/>
    <w:rsid w:val="00635D6B"/>
    <w:rsid w:val="00636129"/>
    <w:rsid w:val="006369D0"/>
    <w:rsid w:val="00636FCD"/>
    <w:rsid w:val="00637B46"/>
    <w:rsid w:val="00640D62"/>
    <w:rsid w:val="006427DC"/>
    <w:rsid w:val="0064393E"/>
    <w:rsid w:val="00644B6B"/>
    <w:rsid w:val="00644DC8"/>
    <w:rsid w:val="00645EAF"/>
    <w:rsid w:val="00645FDF"/>
    <w:rsid w:val="006464E7"/>
    <w:rsid w:val="00646858"/>
    <w:rsid w:val="0064691B"/>
    <w:rsid w:val="00646D4C"/>
    <w:rsid w:val="00647BA1"/>
    <w:rsid w:val="00647D8E"/>
    <w:rsid w:val="00650A20"/>
    <w:rsid w:val="00650D2B"/>
    <w:rsid w:val="006513D5"/>
    <w:rsid w:val="006515C0"/>
    <w:rsid w:val="0065167B"/>
    <w:rsid w:val="006518C6"/>
    <w:rsid w:val="00651B25"/>
    <w:rsid w:val="00651DF1"/>
    <w:rsid w:val="00651F03"/>
    <w:rsid w:val="006526AF"/>
    <w:rsid w:val="00652AF5"/>
    <w:rsid w:val="00653006"/>
    <w:rsid w:val="00653E67"/>
    <w:rsid w:val="00654618"/>
    <w:rsid w:val="006549C9"/>
    <w:rsid w:val="00655434"/>
    <w:rsid w:val="0065750B"/>
    <w:rsid w:val="00660461"/>
    <w:rsid w:val="0066146B"/>
    <w:rsid w:val="006621BB"/>
    <w:rsid w:val="006622BB"/>
    <w:rsid w:val="00662A2F"/>
    <w:rsid w:val="00662B16"/>
    <w:rsid w:val="00663695"/>
    <w:rsid w:val="00663809"/>
    <w:rsid w:val="00663F9F"/>
    <w:rsid w:val="00665827"/>
    <w:rsid w:val="00665902"/>
    <w:rsid w:val="00665C2A"/>
    <w:rsid w:val="00665C64"/>
    <w:rsid w:val="0066764B"/>
    <w:rsid w:val="00667A7E"/>
    <w:rsid w:val="00667DAD"/>
    <w:rsid w:val="00670908"/>
    <w:rsid w:val="00670D58"/>
    <w:rsid w:val="00671083"/>
    <w:rsid w:val="00671093"/>
    <w:rsid w:val="00671132"/>
    <w:rsid w:val="00671982"/>
    <w:rsid w:val="00671C2A"/>
    <w:rsid w:val="00672B96"/>
    <w:rsid w:val="0067307D"/>
    <w:rsid w:val="00673294"/>
    <w:rsid w:val="00673395"/>
    <w:rsid w:val="0067488D"/>
    <w:rsid w:val="00675EE2"/>
    <w:rsid w:val="006769B7"/>
    <w:rsid w:val="00677B0E"/>
    <w:rsid w:val="0068026B"/>
    <w:rsid w:val="00680A9D"/>
    <w:rsid w:val="00680F98"/>
    <w:rsid w:val="006812C8"/>
    <w:rsid w:val="00681526"/>
    <w:rsid w:val="00681B63"/>
    <w:rsid w:val="0068241B"/>
    <w:rsid w:val="00683796"/>
    <w:rsid w:val="006837DE"/>
    <w:rsid w:val="0068393C"/>
    <w:rsid w:val="00683CC0"/>
    <w:rsid w:val="00683DA4"/>
    <w:rsid w:val="00683EC6"/>
    <w:rsid w:val="0068692D"/>
    <w:rsid w:val="00686E83"/>
    <w:rsid w:val="00686F33"/>
    <w:rsid w:val="00687E2E"/>
    <w:rsid w:val="00687FB7"/>
    <w:rsid w:val="006905F5"/>
    <w:rsid w:val="0069099E"/>
    <w:rsid w:val="0069102A"/>
    <w:rsid w:val="006918EE"/>
    <w:rsid w:val="00691F86"/>
    <w:rsid w:val="00692236"/>
    <w:rsid w:val="0069246C"/>
    <w:rsid w:val="0069254F"/>
    <w:rsid w:val="0069334A"/>
    <w:rsid w:val="006933D5"/>
    <w:rsid w:val="006939D4"/>
    <w:rsid w:val="00694500"/>
    <w:rsid w:val="00694A6E"/>
    <w:rsid w:val="00695581"/>
    <w:rsid w:val="00695AD7"/>
    <w:rsid w:val="00696566"/>
    <w:rsid w:val="00696F6D"/>
    <w:rsid w:val="006977AF"/>
    <w:rsid w:val="00697AA9"/>
    <w:rsid w:val="006A16C9"/>
    <w:rsid w:val="006A1B23"/>
    <w:rsid w:val="006A1B58"/>
    <w:rsid w:val="006A2096"/>
    <w:rsid w:val="006A3503"/>
    <w:rsid w:val="006A3554"/>
    <w:rsid w:val="006A3982"/>
    <w:rsid w:val="006A3A3D"/>
    <w:rsid w:val="006A3FE5"/>
    <w:rsid w:val="006A3FEF"/>
    <w:rsid w:val="006A4478"/>
    <w:rsid w:val="006A4A5E"/>
    <w:rsid w:val="006A4EB2"/>
    <w:rsid w:val="006A6CD7"/>
    <w:rsid w:val="006A7BE8"/>
    <w:rsid w:val="006A7F37"/>
    <w:rsid w:val="006B0C6E"/>
    <w:rsid w:val="006B0D28"/>
    <w:rsid w:val="006B1128"/>
    <w:rsid w:val="006B1540"/>
    <w:rsid w:val="006B1CBB"/>
    <w:rsid w:val="006B3F93"/>
    <w:rsid w:val="006B4641"/>
    <w:rsid w:val="006B4866"/>
    <w:rsid w:val="006B4EF8"/>
    <w:rsid w:val="006B4F0F"/>
    <w:rsid w:val="006B5423"/>
    <w:rsid w:val="006B59F5"/>
    <w:rsid w:val="006B6032"/>
    <w:rsid w:val="006B6B23"/>
    <w:rsid w:val="006B6B39"/>
    <w:rsid w:val="006B7577"/>
    <w:rsid w:val="006B7766"/>
    <w:rsid w:val="006B79CE"/>
    <w:rsid w:val="006B7E82"/>
    <w:rsid w:val="006C0465"/>
    <w:rsid w:val="006C1528"/>
    <w:rsid w:val="006C1620"/>
    <w:rsid w:val="006C1BC8"/>
    <w:rsid w:val="006C1DA9"/>
    <w:rsid w:val="006C2368"/>
    <w:rsid w:val="006C276A"/>
    <w:rsid w:val="006C2771"/>
    <w:rsid w:val="006C279A"/>
    <w:rsid w:val="006C27C5"/>
    <w:rsid w:val="006C2934"/>
    <w:rsid w:val="006C3705"/>
    <w:rsid w:val="006C4B3E"/>
    <w:rsid w:val="006C4D3C"/>
    <w:rsid w:val="006C4D9F"/>
    <w:rsid w:val="006C5309"/>
    <w:rsid w:val="006C5475"/>
    <w:rsid w:val="006C5BEA"/>
    <w:rsid w:val="006C6389"/>
    <w:rsid w:val="006C656E"/>
    <w:rsid w:val="006C657C"/>
    <w:rsid w:val="006C69F0"/>
    <w:rsid w:val="006C6FD8"/>
    <w:rsid w:val="006C740E"/>
    <w:rsid w:val="006C7808"/>
    <w:rsid w:val="006C788F"/>
    <w:rsid w:val="006D1897"/>
    <w:rsid w:val="006D1996"/>
    <w:rsid w:val="006D1BA6"/>
    <w:rsid w:val="006D1D17"/>
    <w:rsid w:val="006D1D28"/>
    <w:rsid w:val="006D21DA"/>
    <w:rsid w:val="006D2EC2"/>
    <w:rsid w:val="006D31FE"/>
    <w:rsid w:val="006D3247"/>
    <w:rsid w:val="006D33E4"/>
    <w:rsid w:val="006D3A42"/>
    <w:rsid w:val="006D3D7B"/>
    <w:rsid w:val="006D481B"/>
    <w:rsid w:val="006D4966"/>
    <w:rsid w:val="006D4C36"/>
    <w:rsid w:val="006D4D13"/>
    <w:rsid w:val="006D4F71"/>
    <w:rsid w:val="006D6242"/>
    <w:rsid w:val="006D662E"/>
    <w:rsid w:val="006D6956"/>
    <w:rsid w:val="006D7250"/>
    <w:rsid w:val="006E033B"/>
    <w:rsid w:val="006E0861"/>
    <w:rsid w:val="006E0F90"/>
    <w:rsid w:val="006E10CB"/>
    <w:rsid w:val="006E13C3"/>
    <w:rsid w:val="006E1975"/>
    <w:rsid w:val="006E1C4B"/>
    <w:rsid w:val="006E21B6"/>
    <w:rsid w:val="006E2E27"/>
    <w:rsid w:val="006E2ECE"/>
    <w:rsid w:val="006E307D"/>
    <w:rsid w:val="006E34CA"/>
    <w:rsid w:val="006E353B"/>
    <w:rsid w:val="006E3544"/>
    <w:rsid w:val="006E3F33"/>
    <w:rsid w:val="006E4009"/>
    <w:rsid w:val="006E402D"/>
    <w:rsid w:val="006E5AC5"/>
    <w:rsid w:val="006E5C10"/>
    <w:rsid w:val="006E6D75"/>
    <w:rsid w:val="006E7252"/>
    <w:rsid w:val="006E7817"/>
    <w:rsid w:val="006E7825"/>
    <w:rsid w:val="006E7929"/>
    <w:rsid w:val="006F111D"/>
    <w:rsid w:val="006F1267"/>
    <w:rsid w:val="006F14CB"/>
    <w:rsid w:val="006F1BDC"/>
    <w:rsid w:val="006F27FB"/>
    <w:rsid w:val="006F3C80"/>
    <w:rsid w:val="006F4946"/>
    <w:rsid w:val="006F4B77"/>
    <w:rsid w:val="006F4E61"/>
    <w:rsid w:val="006F52B1"/>
    <w:rsid w:val="006F565A"/>
    <w:rsid w:val="006F64AC"/>
    <w:rsid w:val="006F6A2E"/>
    <w:rsid w:val="006F70F7"/>
    <w:rsid w:val="006F7EE7"/>
    <w:rsid w:val="00700C32"/>
    <w:rsid w:val="00700FD7"/>
    <w:rsid w:val="00701848"/>
    <w:rsid w:val="00702792"/>
    <w:rsid w:val="00703007"/>
    <w:rsid w:val="0070387E"/>
    <w:rsid w:val="0070399F"/>
    <w:rsid w:val="00704912"/>
    <w:rsid w:val="00704AEE"/>
    <w:rsid w:val="00704ECC"/>
    <w:rsid w:val="0070613F"/>
    <w:rsid w:val="00706339"/>
    <w:rsid w:val="00706CD7"/>
    <w:rsid w:val="00707313"/>
    <w:rsid w:val="00707728"/>
    <w:rsid w:val="00707936"/>
    <w:rsid w:val="00707BFE"/>
    <w:rsid w:val="00707CD9"/>
    <w:rsid w:val="0071000B"/>
    <w:rsid w:val="007109D4"/>
    <w:rsid w:val="00711BAA"/>
    <w:rsid w:val="00712016"/>
    <w:rsid w:val="007123BF"/>
    <w:rsid w:val="00712AAA"/>
    <w:rsid w:val="00712E9D"/>
    <w:rsid w:val="00713006"/>
    <w:rsid w:val="00713610"/>
    <w:rsid w:val="007138C7"/>
    <w:rsid w:val="00713E37"/>
    <w:rsid w:val="00714644"/>
    <w:rsid w:val="0071477A"/>
    <w:rsid w:val="00714A27"/>
    <w:rsid w:val="00714F21"/>
    <w:rsid w:val="007150DB"/>
    <w:rsid w:val="00715E28"/>
    <w:rsid w:val="00715E29"/>
    <w:rsid w:val="00720DD7"/>
    <w:rsid w:val="00721708"/>
    <w:rsid w:val="0072203E"/>
    <w:rsid w:val="00723787"/>
    <w:rsid w:val="00723E65"/>
    <w:rsid w:val="007248B9"/>
    <w:rsid w:val="007250C8"/>
    <w:rsid w:val="007252DA"/>
    <w:rsid w:val="00725963"/>
    <w:rsid w:val="00725D69"/>
    <w:rsid w:val="0072633D"/>
    <w:rsid w:val="007266EF"/>
    <w:rsid w:val="0072796F"/>
    <w:rsid w:val="0073094A"/>
    <w:rsid w:val="00730F22"/>
    <w:rsid w:val="00731949"/>
    <w:rsid w:val="00731DE3"/>
    <w:rsid w:val="00731F51"/>
    <w:rsid w:val="00731FC4"/>
    <w:rsid w:val="00732903"/>
    <w:rsid w:val="0073298A"/>
    <w:rsid w:val="00732B42"/>
    <w:rsid w:val="00732D72"/>
    <w:rsid w:val="00732D75"/>
    <w:rsid w:val="00733DA7"/>
    <w:rsid w:val="00734713"/>
    <w:rsid w:val="007351A2"/>
    <w:rsid w:val="0073544B"/>
    <w:rsid w:val="007354D0"/>
    <w:rsid w:val="00735B05"/>
    <w:rsid w:val="00735CBA"/>
    <w:rsid w:val="00736676"/>
    <w:rsid w:val="00736CDB"/>
    <w:rsid w:val="0073708C"/>
    <w:rsid w:val="007400E6"/>
    <w:rsid w:val="00740537"/>
    <w:rsid w:val="00740989"/>
    <w:rsid w:val="00740AC8"/>
    <w:rsid w:val="00741251"/>
    <w:rsid w:val="00741325"/>
    <w:rsid w:val="00742A87"/>
    <w:rsid w:val="00742B95"/>
    <w:rsid w:val="00742F4A"/>
    <w:rsid w:val="00743798"/>
    <w:rsid w:val="00743B87"/>
    <w:rsid w:val="00744788"/>
    <w:rsid w:val="00744C35"/>
    <w:rsid w:val="00744FFB"/>
    <w:rsid w:val="007451FD"/>
    <w:rsid w:val="00745984"/>
    <w:rsid w:val="00745B59"/>
    <w:rsid w:val="00745BA8"/>
    <w:rsid w:val="00745F47"/>
    <w:rsid w:val="007460F8"/>
    <w:rsid w:val="00747001"/>
    <w:rsid w:val="007478AC"/>
    <w:rsid w:val="00747D64"/>
    <w:rsid w:val="0075097E"/>
    <w:rsid w:val="00750A7E"/>
    <w:rsid w:val="00750DB4"/>
    <w:rsid w:val="00751346"/>
    <w:rsid w:val="007517D2"/>
    <w:rsid w:val="0075194D"/>
    <w:rsid w:val="007519BD"/>
    <w:rsid w:val="00752B51"/>
    <w:rsid w:val="00753D8A"/>
    <w:rsid w:val="00753EB4"/>
    <w:rsid w:val="00754500"/>
    <w:rsid w:val="00754A40"/>
    <w:rsid w:val="00754DA7"/>
    <w:rsid w:val="00754FCC"/>
    <w:rsid w:val="0075515D"/>
    <w:rsid w:val="0075528B"/>
    <w:rsid w:val="0075614D"/>
    <w:rsid w:val="00756344"/>
    <w:rsid w:val="00756622"/>
    <w:rsid w:val="007568D8"/>
    <w:rsid w:val="00756A34"/>
    <w:rsid w:val="007577D4"/>
    <w:rsid w:val="00757D23"/>
    <w:rsid w:val="007604B4"/>
    <w:rsid w:val="00760721"/>
    <w:rsid w:val="007614F3"/>
    <w:rsid w:val="00761D99"/>
    <w:rsid w:val="007620EF"/>
    <w:rsid w:val="00762196"/>
    <w:rsid w:val="0076236D"/>
    <w:rsid w:val="00762966"/>
    <w:rsid w:val="00762AA5"/>
    <w:rsid w:val="00762B98"/>
    <w:rsid w:val="00762F50"/>
    <w:rsid w:val="007633C2"/>
    <w:rsid w:val="00763852"/>
    <w:rsid w:val="00763ABD"/>
    <w:rsid w:val="0076422F"/>
    <w:rsid w:val="00765277"/>
    <w:rsid w:val="00765542"/>
    <w:rsid w:val="00767157"/>
    <w:rsid w:val="00767819"/>
    <w:rsid w:val="00770215"/>
    <w:rsid w:val="007716F5"/>
    <w:rsid w:val="0077418A"/>
    <w:rsid w:val="00774256"/>
    <w:rsid w:val="007753A8"/>
    <w:rsid w:val="0077580D"/>
    <w:rsid w:val="00775868"/>
    <w:rsid w:val="00775CA8"/>
    <w:rsid w:val="007764D5"/>
    <w:rsid w:val="00776CD2"/>
    <w:rsid w:val="00777A31"/>
    <w:rsid w:val="00777A70"/>
    <w:rsid w:val="00777A74"/>
    <w:rsid w:val="00780EE3"/>
    <w:rsid w:val="00781097"/>
    <w:rsid w:val="0078174B"/>
    <w:rsid w:val="00781B95"/>
    <w:rsid w:val="00782245"/>
    <w:rsid w:val="007828DA"/>
    <w:rsid w:val="00782CA3"/>
    <w:rsid w:val="00782FAA"/>
    <w:rsid w:val="007833AF"/>
    <w:rsid w:val="00783DA7"/>
    <w:rsid w:val="007842C9"/>
    <w:rsid w:val="00784467"/>
    <w:rsid w:val="00784C97"/>
    <w:rsid w:val="00785468"/>
    <w:rsid w:val="007871E1"/>
    <w:rsid w:val="007874BC"/>
    <w:rsid w:val="00787D2F"/>
    <w:rsid w:val="00787DDB"/>
    <w:rsid w:val="00790AE0"/>
    <w:rsid w:val="0079192D"/>
    <w:rsid w:val="00791966"/>
    <w:rsid w:val="00791B02"/>
    <w:rsid w:val="00791EF6"/>
    <w:rsid w:val="007928C2"/>
    <w:rsid w:val="0079370D"/>
    <w:rsid w:val="00793B4C"/>
    <w:rsid w:val="00793C36"/>
    <w:rsid w:val="00793F6D"/>
    <w:rsid w:val="00794896"/>
    <w:rsid w:val="00794CF1"/>
    <w:rsid w:val="007958ED"/>
    <w:rsid w:val="00795FB2"/>
    <w:rsid w:val="007964D9"/>
    <w:rsid w:val="00796A4B"/>
    <w:rsid w:val="00796E7C"/>
    <w:rsid w:val="0079723B"/>
    <w:rsid w:val="007973EF"/>
    <w:rsid w:val="007974CA"/>
    <w:rsid w:val="0079788E"/>
    <w:rsid w:val="00797A6A"/>
    <w:rsid w:val="00797D4C"/>
    <w:rsid w:val="00797FCD"/>
    <w:rsid w:val="007A2221"/>
    <w:rsid w:val="007A2483"/>
    <w:rsid w:val="007A2DE9"/>
    <w:rsid w:val="007A2DEB"/>
    <w:rsid w:val="007A3087"/>
    <w:rsid w:val="007A348F"/>
    <w:rsid w:val="007A4208"/>
    <w:rsid w:val="007A43A1"/>
    <w:rsid w:val="007A4BFB"/>
    <w:rsid w:val="007A527B"/>
    <w:rsid w:val="007A5B51"/>
    <w:rsid w:val="007A5C47"/>
    <w:rsid w:val="007A62F2"/>
    <w:rsid w:val="007A64AB"/>
    <w:rsid w:val="007A70F3"/>
    <w:rsid w:val="007A77F0"/>
    <w:rsid w:val="007A7976"/>
    <w:rsid w:val="007B0768"/>
    <w:rsid w:val="007B1191"/>
    <w:rsid w:val="007B146B"/>
    <w:rsid w:val="007B15E6"/>
    <w:rsid w:val="007B16DD"/>
    <w:rsid w:val="007B1752"/>
    <w:rsid w:val="007B1C10"/>
    <w:rsid w:val="007B20A9"/>
    <w:rsid w:val="007B26B9"/>
    <w:rsid w:val="007B385B"/>
    <w:rsid w:val="007B3F41"/>
    <w:rsid w:val="007B4017"/>
    <w:rsid w:val="007B5D2D"/>
    <w:rsid w:val="007B5DB4"/>
    <w:rsid w:val="007B670A"/>
    <w:rsid w:val="007B67B5"/>
    <w:rsid w:val="007B6D41"/>
    <w:rsid w:val="007B7630"/>
    <w:rsid w:val="007C0988"/>
    <w:rsid w:val="007C0BFC"/>
    <w:rsid w:val="007C1CF5"/>
    <w:rsid w:val="007C3202"/>
    <w:rsid w:val="007C3A00"/>
    <w:rsid w:val="007C3BB5"/>
    <w:rsid w:val="007C5F30"/>
    <w:rsid w:val="007C6296"/>
    <w:rsid w:val="007C67F5"/>
    <w:rsid w:val="007C6EB2"/>
    <w:rsid w:val="007C7659"/>
    <w:rsid w:val="007C790E"/>
    <w:rsid w:val="007C7952"/>
    <w:rsid w:val="007C7AD9"/>
    <w:rsid w:val="007C7B56"/>
    <w:rsid w:val="007C7EDA"/>
    <w:rsid w:val="007D0383"/>
    <w:rsid w:val="007D03E9"/>
    <w:rsid w:val="007D083D"/>
    <w:rsid w:val="007D169D"/>
    <w:rsid w:val="007D1B78"/>
    <w:rsid w:val="007D2672"/>
    <w:rsid w:val="007D296C"/>
    <w:rsid w:val="007D2B49"/>
    <w:rsid w:val="007D3666"/>
    <w:rsid w:val="007D37E5"/>
    <w:rsid w:val="007D40C8"/>
    <w:rsid w:val="007D4B00"/>
    <w:rsid w:val="007D53D9"/>
    <w:rsid w:val="007D58DD"/>
    <w:rsid w:val="007D5FB4"/>
    <w:rsid w:val="007E0646"/>
    <w:rsid w:val="007E13F1"/>
    <w:rsid w:val="007E1B77"/>
    <w:rsid w:val="007E1D4D"/>
    <w:rsid w:val="007E1D59"/>
    <w:rsid w:val="007E21A5"/>
    <w:rsid w:val="007E44E4"/>
    <w:rsid w:val="007E5443"/>
    <w:rsid w:val="007E5C66"/>
    <w:rsid w:val="007E6447"/>
    <w:rsid w:val="007E6638"/>
    <w:rsid w:val="007E6F72"/>
    <w:rsid w:val="007E762D"/>
    <w:rsid w:val="007E7DC2"/>
    <w:rsid w:val="007F0141"/>
    <w:rsid w:val="007F07C5"/>
    <w:rsid w:val="007F1529"/>
    <w:rsid w:val="007F1B01"/>
    <w:rsid w:val="007F23D7"/>
    <w:rsid w:val="007F25DC"/>
    <w:rsid w:val="007F271C"/>
    <w:rsid w:val="007F296A"/>
    <w:rsid w:val="007F3780"/>
    <w:rsid w:val="007F3AA1"/>
    <w:rsid w:val="007F4348"/>
    <w:rsid w:val="007F4554"/>
    <w:rsid w:val="007F4827"/>
    <w:rsid w:val="007F5372"/>
    <w:rsid w:val="007F56AE"/>
    <w:rsid w:val="007F5CDF"/>
    <w:rsid w:val="007F5DFB"/>
    <w:rsid w:val="007F6819"/>
    <w:rsid w:val="007F6CF8"/>
    <w:rsid w:val="007F7ADD"/>
    <w:rsid w:val="007F7F59"/>
    <w:rsid w:val="008011F5"/>
    <w:rsid w:val="00801A37"/>
    <w:rsid w:val="00801C9E"/>
    <w:rsid w:val="00801D31"/>
    <w:rsid w:val="00802098"/>
    <w:rsid w:val="00802188"/>
    <w:rsid w:val="00802348"/>
    <w:rsid w:val="008032D8"/>
    <w:rsid w:val="008040D2"/>
    <w:rsid w:val="00804E14"/>
    <w:rsid w:val="008050A3"/>
    <w:rsid w:val="00805B54"/>
    <w:rsid w:val="00805B82"/>
    <w:rsid w:val="0080643B"/>
    <w:rsid w:val="00806A6B"/>
    <w:rsid w:val="0080784C"/>
    <w:rsid w:val="008078C0"/>
    <w:rsid w:val="008100D0"/>
    <w:rsid w:val="0081044F"/>
    <w:rsid w:val="00810B11"/>
    <w:rsid w:val="00811C88"/>
    <w:rsid w:val="00811F43"/>
    <w:rsid w:val="00811F56"/>
    <w:rsid w:val="00813238"/>
    <w:rsid w:val="00813D0A"/>
    <w:rsid w:val="0081417B"/>
    <w:rsid w:val="00814794"/>
    <w:rsid w:val="00814873"/>
    <w:rsid w:val="00814CF0"/>
    <w:rsid w:val="008153D5"/>
    <w:rsid w:val="00815A64"/>
    <w:rsid w:val="00815DDE"/>
    <w:rsid w:val="008166F0"/>
    <w:rsid w:val="0081684B"/>
    <w:rsid w:val="00816941"/>
    <w:rsid w:val="00816B9E"/>
    <w:rsid w:val="00816D78"/>
    <w:rsid w:val="00817330"/>
    <w:rsid w:val="00817636"/>
    <w:rsid w:val="00817DD0"/>
    <w:rsid w:val="00817E95"/>
    <w:rsid w:val="00817F54"/>
    <w:rsid w:val="00821952"/>
    <w:rsid w:val="00821A18"/>
    <w:rsid w:val="00821BD1"/>
    <w:rsid w:val="0082201D"/>
    <w:rsid w:val="00822353"/>
    <w:rsid w:val="008223BC"/>
    <w:rsid w:val="0082283A"/>
    <w:rsid w:val="008228CB"/>
    <w:rsid w:val="00822DB8"/>
    <w:rsid w:val="0082385C"/>
    <w:rsid w:val="00823F95"/>
    <w:rsid w:val="00824540"/>
    <w:rsid w:val="00824BDF"/>
    <w:rsid w:val="008251EA"/>
    <w:rsid w:val="00825433"/>
    <w:rsid w:val="008255FB"/>
    <w:rsid w:val="00825AA4"/>
    <w:rsid w:val="0082627F"/>
    <w:rsid w:val="00827B7B"/>
    <w:rsid w:val="0083033C"/>
    <w:rsid w:val="008303C9"/>
    <w:rsid w:val="0083085C"/>
    <w:rsid w:val="00830A4A"/>
    <w:rsid w:val="00830C76"/>
    <w:rsid w:val="00830E03"/>
    <w:rsid w:val="00830EB5"/>
    <w:rsid w:val="00831320"/>
    <w:rsid w:val="008315D4"/>
    <w:rsid w:val="00831A71"/>
    <w:rsid w:val="00831EDA"/>
    <w:rsid w:val="00832F64"/>
    <w:rsid w:val="008332A6"/>
    <w:rsid w:val="00833A0C"/>
    <w:rsid w:val="00833A66"/>
    <w:rsid w:val="008345F9"/>
    <w:rsid w:val="0083492F"/>
    <w:rsid w:val="00834BE0"/>
    <w:rsid w:val="00834C21"/>
    <w:rsid w:val="00835BE7"/>
    <w:rsid w:val="00835DB8"/>
    <w:rsid w:val="00836572"/>
    <w:rsid w:val="0083683D"/>
    <w:rsid w:val="00836FDE"/>
    <w:rsid w:val="008377E9"/>
    <w:rsid w:val="0083795C"/>
    <w:rsid w:val="00837FBE"/>
    <w:rsid w:val="00840374"/>
    <w:rsid w:val="008403BD"/>
    <w:rsid w:val="008404B9"/>
    <w:rsid w:val="00841531"/>
    <w:rsid w:val="0084179E"/>
    <w:rsid w:val="00841A8C"/>
    <w:rsid w:val="00841CED"/>
    <w:rsid w:val="00841E71"/>
    <w:rsid w:val="00842093"/>
    <w:rsid w:val="00842A36"/>
    <w:rsid w:val="00842EE3"/>
    <w:rsid w:val="00843027"/>
    <w:rsid w:val="0084316A"/>
    <w:rsid w:val="0084452A"/>
    <w:rsid w:val="00844572"/>
    <w:rsid w:val="00844886"/>
    <w:rsid w:val="00844901"/>
    <w:rsid w:val="00844C7C"/>
    <w:rsid w:val="0084544F"/>
    <w:rsid w:val="008457F6"/>
    <w:rsid w:val="00846952"/>
    <w:rsid w:val="00846D0E"/>
    <w:rsid w:val="00847B32"/>
    <w:rsid w:val="00847C36"/>
    <w:rsid w:val="00850C24"/>
    <w:rsid w:val="00851111"/>
    <w:rsid w:val="008514CF"/>
    <w:rsid w:val="00852058"/>
    <w:rsid w:val="00852481"/>
    <w:rsid w:val="0085249C"/>
    <w:rsid w:val="008524CA"/>
    <w:rsid w:val="00852512"/>
    <w:rsid w:val="00852682"/>
    <w:rsid w:val="00852EF5"/>
    <w:rsid w:val="008536D7"/>
    <w:rsid w:val="00853933"/>
    <w:rsid w:val="0085461F"/>
    <w:rsid w:val="008546C7"/>
    <w:rsid w:val="00854D45"/>
    <w:rsid w:val="008557B9"/>
    <w:rsid w:val="00855D73"/>
    <w:rsid w:val="00855FDB"/>
    <w:rsid w:val="008572C3"/>
    <w:rsid w:val="008573E9"/>
    <w:rsid w:val="00857400"/>
    <w:rsid w:val="008577E4"/>
    <w:rsid w:val="00857EE5"/>
    <w:rsid w:val="008610A1"/>
    <w:rsid w:val="008611F8"/>
    <w:rsid w:val="008615AB"/>
    <w:rsid w:val="008618AD"/>
    <w:rsid w:val="00862205"/>
    <w:rsid w:val="00862399"/>
    <w:rsid w:val="0086276F"/>
    <w:rsid w:val="00862972"/>
    <w:rsid w:val="00862CA1"/>
    <w:rsid w:val="00863A63"/>
    <w:rsid w:val="00863CF3"/>
    <w:rsid w:val="008643CB"/>
    <w:rsid w:val="00864533"/>
    <w:rsid w:val="008647AC"/>
    <w:rsid w:val="008647DB"/>
    <w:rsid w:val="00864ED9"/>
    <w:rsid w:val="00865035"/>
    <w:rsid w:val="008650AE"/>
    <w:rsid w:val="0086522E"/>
    <w:rsid w:val="00865693"/>
    <w:rsid w:val="008666C1"/>
    <w:rsid w:val="00866FA7"/>
    <w:rsid w:val="00867496"/>
    <w:rsid w:val="008679B5"/>
    <w:rsid w:val="00867C8F"/>
    <w:rsid w:val="0087006D"/>
    <w:rsid w:val="00872528"/>
    <w:rsid w:val="00872698"/>
    <w:rsid w:val="00874575"/>
    <w:rsid w:val="00874CDB"/>
    <w:rsid w:val="0087565C"/>
    <w:rsid w:val="00876B0C"/>
    <w:rsid w:val="00876BD1"/>
    <w:rsid w:val="008770DE"/>
    <w:rsid w:val="008772B9"/>
    <w:rsid w:val="008772F1"/>
    <w:rsid w:val="00877455"/>
    <w:rsid w:val="008778A0"/>
    <w:rsid w:val="008809D8"/>
    <w:rsid w:val="00880C8E"/>
    <w:rsid w:val="00881870"/>
    <w:rsid w:val="00881CC8"/>
    <w:rsid w:val="008821ED"/>
    <w:rsid w:val="00882EA7"/>
    <w:rsid w:val="00882FEA"/>
    <w:rsid w:val="008839DD"/>
    <w:rsid w:val="008847C7"/>
    <w:rsid w:val="008852E0"/>
    <w:rsid w:val="00885526"/>
    <w:rsid w:val="008857A8"/>
    <w:rsid w:val="00885826"/>
    <w:rsid w:val="00885E16"/>
    <w:rsid w:val="008878F9"/>
    <w:rsid w:val="00890009"/>
    <w:rsid w:val="00890B13"/>
    <w:rsid w:val="00890D2F"/>
    <w:rsid w:val="008935B3"/>
    <w:rsid w:val="008946DD"/>
    <w:rsid w:val="00895140"/>
    <w:rsid w:val="0089659C"/>
    <w:rsid w:val="00896E15"/>
    <w:rsid w:val="00897EA8"/>
    <w:rsid w:val="008A05D0"/>
    <w:rsid w:val="008A06F2"/>
    <w:rsid w:val="008A1381"/>
    <w:rsid w:val="008A19E0"/>
    <w:rsid w:val="008A25FF"/>
    <w:rsid w:val="008A270A"/>
    <w:rsid w:val="008A33BB"/>
    <w:rsid w:val="008A39D8"/>
    <w:rsid w:val="008A3FDF"/>
    <w:rsid w:val="008A41DB"/>
    <w:rsid w:val="008A45AA"/>
    <w:rsid w:val="008A46FF"/>
    <w:rsid w:val="008A48A1"/>
    <w:rsid w:val="008A5037"/>
    <w:rsid w:val="008A513C"/>
    <w:rsid w:val="008A5BD1"/>
    <w:rsid w:val="008A5C28"/>
    <w:rsid w:val="008A61A2"/>
    <w:rsid w:val="008A7FEF"/>
    <w:rsid w:val="008B027C"/>
    <w:rsid w:val="008B07F9"/>
    <w:rsid w:val="008B1D6E"/>
    <w:rsid w:val="008B1F61"/>
    <w:rsid w:val="008B2658"/>
    <w:rsid w:val="008B37B0"/>
    <w:rsid w:val="008B3959"/>
    <w:rsid w:val="008B3BBC"/>
    <w:rsid w:val="008B43ED"/>
    <w:rsid w:val="008B5A82"/>
    <w:rsid w:val="008B5EC2"/>
    <w:rsid w:val="008B5FE6"/>
    <w:rsid w:val="008B6AE6"/>
    <w:rsid w:val="008B7E62"/>
    <w:rsid w:val="008C002B"/>
    <w:rsid w:val="008C01FF"/>
    <w:rsid w:val="008C045E"/>
    <w:rsid w:val="008C0568"/>
    <w:rsid w:val="008C0977"/>
    <w:rsid w:val="008C0BA3"/>
    <w:rsid w:val="008C0CA4"/>
    <w:rsid w:val="008C0ED2"/>
    <w:rsid w:val="008C1C11"/>
    <w:rsid w:val="008C21C9"/>
    <w:rsid w:val="008C273D"/>
    <w:rsid w:val="008C285C"/>
    <w:rsid w:val="008C2B2E"/>
    <w:rsid w:val="008C300A"/>
    <w:rsid w:val="008C304C"/>
    <w:rsid w:val="008C3080"/>
    <w:rsid w:val="008C37A2"/>
    <w:rsid w:val="008C3B95"/>
    <w:rsid w:val="008C3E5D"/>
    <w:rsid w:val="008C406C"/>
    <w:rsid w:val="008C460F"/>
    <w:rsid w:val="008C4AEC"/>
    <w:rsid w:val="008C4E57"/>
    <w:rsid w:val="008C570C"/>
    <w:rsid w:val="008C5756"/>
    <w:rsid w:val="008C5B38"/>
    <w:rsid w:val="008C632B"/>
    <w:rsid w:val="008C63B8"/>
    <w:rsid w:val="008C7191"/>
    <w:rsid w:val="008C7A40"/>
    <w:rsid w:val="008D0224"/>
    <w:rsid w:val="008D136A"/>
    <w:rsid w:val="008D1621"/>
    <w:rsid w:val="008D1D7B"/>
    <w:rsid w:val="008D2519"/>
    <w:rsid w:val="008D291E"/>
    <w:rsid w:val="008D2B6D"/>
    <w:rsid w:val="008D3023"/>
    <w:rsid w:val="008D3B00"/>
    <w:rsid w:val="008D3B85"/>
    <w:rsid w:val="008D43B3"/>
    <w:rsid w:val="008D4A1C"/>
    <w:rsid w:val="008D5285"/>
    <w:rsid w:val="008D609D"/>
    <w:rsid w:val="008D68C0"/>
    <w:rsid w:val="008D77FF"/>
    <w:rsid w:val="008D7917"/>
    <w:rsid w:val="008E0334"/>
    <w:rsid w:val="008E09B3"/>
    <w:rsid w:val="008E16C3"/>
    <w:rsid w:val="008E1E48"/>
    <w:rsid w:val="008E2BB7"/>
    <w:rsid w:val="008E344F"/>
    <w:rsid w:val="008E35AC"/>
    <w:rsid w:val="008E3BDF"/>
    <w:rsid w:val="008E41B5"/>
    <w:rsid w:val="008E4ECD"/>
    <w:rsid w:val="008E523A"/>
    <w:rsid w:val="008E5512"/>
    <w:rsid w:val="008E5E30"/>
    <w:rsid w:val="008E7586"/>
    <w:rsid w:val="008F0751"/>
    <w:rsid w:val="008F1361"/>
    <w:rsid w:val="008F1CD7"/>
    <w:rsid w:val="008F24DE"/>
    <w:rsid w:val="008F293E"/>
    <w:rsid w:val="008F2F22"/>
    <w:rsid w:val="008F3972"/>
    <w:rsid w:val="008F46F9"/>
    <w:rsid w:val="008F55BE"/>
    <w:rsid w:val="008F5F6A"/>
    <w:rsid w:val="008F6479"/>
    <w:rsid w:val="008F7DED"/>
    <w:rsid w:val="00900DC6"/>
    <w:rsid w:val="00900F98"/>
    <w:rsid w:val="00901029"/>
    <w:rsid w:val="00901523"/>
    <w:rsid w:val="00901627"/>
    <w:rsid w:val="009016BD"/>
    <w:rsid w:val="00901D32"/>
    <w:rsid w:val="00902257"/>
    <w:rsid w:val="00902AB2"/>
    <w:rsid w:val="009034B5"/>
    <w:rsid w:val="00904127"/>
    <w:rsid w:val="00904A7C"/>
    <w:rsid w:val="00904DF9"/>
    <w:rsid w:val="009051F0"/>
    <w:rsid w:val="009053FA"/>
    <w:rsid w:val="00905447"/>
    <w:rsid w:val="0090554A"/>
    <w:rsid w:val="0090591E"/>
    <w:rsid w:val="00907384"/>
    <w:rsid w:val="00910208"/>
    <w:rsid w:val="00910D64"/>
    <w:rsid w:val="009124F4"/>
    <w:rsid w:val="00912563"/>
    <w:rsid w:val="00912B0E"/>
    <w:rsid w:val="0091372D"/>
    <w:rsid w:val="00913AAA"/>
    <w:rsid w:val="009141BB"/>
    <w:rsid w:val="009146BF"/>
    <w:rsid w:val="00917C71"/>
    <w:rsid w:val="00917C7C"/>
    <w:rsid w:val="0092065B"/>
    <w:rsid w:val="00920761"/>
    <w:rsid w:val="00920E80"/>
    <w:rsid w:val="0092146D"/>
    <w:rsid w:val="00921F63"/>
    <w:rsid w:val="0092211F"/>
    <w:rsid w:val="00922A7E"/>
    <w:rsid w:val="00922F59"/>
    <w:rsid w:val="0092376E"/>
    <w:rsid w:val="0092394E"/>
    <w:rsid w:val="00923A40"/>
    <w:rsid w:val="00924395"/>
    <w:rsid w:val="009245CD"/>
    <w:rsid w:val="0092557F"/>
    <w:rsid w:val="00925DE0"/>
    <w:rsid w:val="00926AA7"/>
    <w:rsid w:val="00927EF2"/>
    <w:rsid w:val="00930801"/>
    <w:rsid w:val="00931067"/>
    <w:rsid w:val="00931286"/>
    <w:rsid w:val="00931D23"/>
    <w:rsid w:val="009324AA"/>
    <w:rsid w:val="009326E3"/>
    <w:rsid w:val="00932CA4"/>
    <w:rsid w:val="00932DD7"/>
    <w:rsid w:val="0093347A"/>
    <w:rsid w:val="0093357B"/>
    <w:rsid w:val="009337B3"/>
    <w:rsid w:val="009343F2"/>
    <w:rsid w:val="00934565"/>
    <w:rsid w:val="009350FA"/>
    <w:rsid w:val="00935647"/>
    <w:rsid w:val="00935761"/>
    <w:rsid w:val="009358EB"/>
    <w:rsid w:val="009366BD"/>
    <w:rsid w:val="00937B95"/>
    <w:rsid w:val="0094028F"/>
    <w:rsid w:val="0094052D"/>
    <w:rsid w:val="009405BB"/>
    <w:rsid w:val="0094068B"/>
    <w:rsid w:val="009408D4"/>
    <w:rsid w:val="00941BF0"/>
    <w:rsid w:val="00942231"/>
    <w:rsid w:val="0094260E"/>
    <w:rsid w:val="0094263B"/>
    <w:rsid w:val="00942C59"/>
    <w:rsid w:val="00942DB2"/>
    <w:rsid w:val="00943074"/>
    <w:rsid w:val="00943268"/>
    <w:rsid w:val="009432E6"/>
    <w:rsid w:val="00943A15"/>
    <w:rsid w:val="0094416E"/>
    <w:rsid w:val="0094429F"/>
    <w:rsid w:val="009468D4"/>
    <w:rsid w:val="00946A34"/>
    <w:rsid w:val="00947DED"/>
    <w:rsid w:val="009508B2"/>
    <w:rsid w:val="00950A1F"/>
    <w:rsid w:val="00950CDD"/>
    <w:rsid w:val="0095129B"/>
    <w:rsid w:val="009515B3"/>
    <w:rsid w:val="0095167F"/>
    <w:rsid w:val="00951A2A"/>
    <w:rsid w:val="00951BAB"/>
    <w:rsid w:val="00951C3F"/>
    <w:rsid w:val="00952157"/>
    <w:rsid w:val="00952C2E"/>
    <w:rsid w:val="00953102"/>
    <w:rsid w:val="009533DA"/>
    <w:rsid w:val="00953E0C"/>
    <w:rsid w:val="009545B2"/>
    <w:rsid w:val="00954856"/>
    <w:rsid w:val="00954BEC"/>
    <w:rsid w:val="00955524"/>
    <w:rsid w:val="00956374"/>
    <w:rsid w:val="00956BFA"/>
    <w:rsid w:val="00957120"/>
    <w:rsid w:val="009572BD"/>
    <w:rsid w:val="009573C2"/>
    <w:rsid w:val="00957410"/>
    <w:rsid w:val="009576B9"/>
    <w:rsid w:val="00957B8C"/>
    <w:rsid w:val="00960C04"/>
    <w:rsid w:val="00960D74"/>
    <w:rsid w:val="009611D9"/>
    <w:rsid w:val="00962B4A"/>
    <w:rsid w:val="00962DDA"/>
    <w:rsid w:val="00962F48"/>
    <w:rsid w:val="009633AC"/>
    <w:rsid w:val="00964543"/>
    <w:rsid w:val="0096472D"/>
    <w:rsid w:val="009656C6"/>
    <w:rsid w:val="009656F3"/>
    <w:rsid w:val="00965BCC"/>
    <w:rsid w:val="009667D4"/>
    <w:rsid w:val="0096764D"/>
    <w:rsid w:val="00967A28"/>
    <w:rsid w:val="00967BEA"/>
    <w:rsid w:val="0097124D"/>
    <w:rsid w:val="0097189C"/>
    <w:rsid w:val="00972368"/>
    <w:rsid w:val="00972EFE"/>
    <w:rsid w:val="00974556"/>
    <w:rsid w:val="009760F7"/>
    <w:rsid w:val="00976152"/>
    <w:rsid w:val="00976EA8"/>
    <w:rsid w:val="00980191"/>
    <w:rsid w:val="00980621"/>
    <w:rsid w:val="00980A5C"/>
    <w:rsid w:val="00980F7D"/>
    <w:rsid w:val="0098228E"/>
    <w:rsid w:val="009828B4"/>
    <w:rsid w:val="00982B50"/>
    <w:rsid w:val="00983B21"/>
    <w:rsid w:val="00983C4B"/>
    <w:rsid w:val="00983E1C"/>
    <w:rsid w:val="00984A42"/>
    <w:rsid w:val="00985494"/>
    <w:rsid w:val="00985736"/>
    <w:rsid w:val="00985BC6"/>
    <w:rsid w:val="00986093"/>
    <w:rsid w:val="009867EB"/>
    <w:rsid w:val="00986BAF"/>
    <w:rsid w:val="00986E82"/>
    <w:rsid w:val="009878C1"/>
    <w:rsid w:val="00987BA8"/>
    <w:rsid w:val="00990523"/>
    <w:rsid w:val="0099060F"/>
    <w:rsid w:val="009907AF"/>
    <w:rsid w:val="00990A98"/>
    <w:rsid w:val="009919D9"/>
    <w:rsid w:val="009933A3"/>
    <w:rsid w:val="00993CBF"/>
    <w:rsid w:val="0099534D"/>
    <w:rsid w:val="00995C4C"/>
    <w:rsid w:val="00996032"/>
    <w:rsid w:val="009960E4"/>
    <w:rsid w:val="00996552"/>
    <w:rsid w:val="00997CCD"/>
    <w:rsid w:val="009A07F9"/>
    <w:rsid w:val="009A0DF3"/>
    <w:rsid w:val="009A263B"/>
    <w:rsid w:val="009A2960"/>
    <w:rsid w:val="009A3944"/>
    <w:rsid w:val="009A582F"/>
    <w:rsid w:val="009A6389"/>
    <w:rsid w:val="009A6DBD"/>
    <w:rsid w:val="009A727E"/>
    <w:rsid w:val="009A78AD"/>
    <w:rsid w:val="009A7FB9"/>
    <w:rsid w:val="009B089A"/>
    <w:rsid w:val="009B097A"/>
    <w:rsid w:val="009B1510"/>
    <w:rsid w:val="009B161F"/>
    <w:rsid w:val="009B1A31"/>
    <w:rsid w:val="009B1D30"/>
    <w:rsid w:val="009B1D84"/>
    <w:rsid w:val="009B1E2D"/>
    <w:rsid w:val="009B26B3"/>
    <w:rsid w:val="009B29B2"/>
    <w:rsid w:val="009B2DC9"/>
    <w:rsid w:val="009B2FD6"/>
    <w:rsid w:val="009B4172"/>
    <w:rsid w:val="009B4DCF"/>
    <w:rsid w:val="009B4FF7"/>
    <w:rsid w:val="009B641D"/>
    <w:rsid w:val="009B6C17"/>
    <w:rsid w:val="009B756F"/>
    <w:rsid w:val="009B7C2D"/>
    <w:rsid w:val="009B7CAB"/>
    <w:rsid w:val="009B7EF7"/>
    <w:rsid w:val="009C01DA"/>
    <w:rsid w:val="009C1024"/>
    <w:rsid w:val="009C1B0C"/>
    <w:rsid w:val="009C1D52"/>
    <w:rsid w:val="009C2134"/>
    <w:rsid w:val="009C2448"/>
    <w:rsid w:val="009C36B8"/>
    <w:rsid w:val="009C3B4A"/>
    <w:rsid w:val="009C44F0"/>
    <w:rsid w:val="009C45F4"/>
    <w:rsid w:val="009C4AA4"/>
    <w:rsid w:val="009C4B80"/>
    <w:rsid w:val="009C4CD0"/>
    <w:rsid w:val="009C6DFF"/>
    <w:rsid w:val="009C7E91"/>
    <w:rsid w:val="009D017A"/>
    <w:rsid w:val="009D0351"/>
    <w:rsid w:val="009D09F0"/>
    <w:rsid w:val="009D0B32"/>
    <w:rsid w:val="009D247C"/>
    <w:rsid w:val="009D276E"/>
    <w:rsid w:val="009D2FD3"/>
    <w:rsid w:val="009D33A6"/>
    <w:rsid w:val="009D40E4"/>
    <w:rsid w:val="009D5D65"/>
    <w:rsid w:val="009E02E9"/>
    <w:rsid w:val="009E0517"/>
    <w:rsid w:val="009E0AF1"/>
    <w:rsid w:val="009E1735"/>
    <w:rsid w:val="009E1C8F"/>
    <w:rsid w:val="009E2329"/>
    <w:rsid w:val="009E28E0"/>
    <w:rsid w:val="009E2F5C"/>
    <w:rsid w:val="009E3528"/>
    <w:rsid w:val="009E3F14"/>
    <w:rsid w:val="009E4742"/>
    <w:rsid w:val="009E4929"/>
    <w:rsid w:val="009E55C2"/>
    <w:rsid w:val="009E5BEA"/>
    <w:rsid w:val="009E6248"/>
    <w:rsid w:val="009E66E7"/>
    <w:rsid w:val="009E6DBD"/>
    <w:rsid w:val="009E746F"/>
    <w:rsid w:val="009F01D0"/>
    <w:rsid w:val="009F1403"/>
    <w:rsid w:val="009F218E"/>
    <w:rsid w:val="009F22B6"/>
    <w:rsid w:val="009F2637"/>
    <w:rsid w:val="009F3473"/>
    <w:rsid w:val="009F3EE0"/>
    <w:rsid w:val="009F4400"/>
    <w:rsid w:val="009F5723"/>
    <w:rsid w:val="009F5B23"/>
    <w:rsid w:val="009F5C9B"/>
    <w:rsid w:val="009F6062"/>
    <w:rsid w:val="009F6505"/>
    <w:rsid w:val="009F66F0"/>
    <w:rsid w:val="009F7818"/>
    <w:rsid w:val="009F7C2B"/>
    <w:rsid w:val="00A003BE"/>
    <w:rsid w:val="00A00410"/>
    <w:rsid w:val="00A006A6"/>
    <w:rsid w:val="00A009F0"/>
    <w:rsid w:val="00A00D7F"/>
    <w:rsid w:val="00A01827"/>
    <w:rsid w:val="00A038E4"/>
    <w:rsid w:val="00A03C7B"/>
    <w:rsid w:val="00A0446F"/>
    <w:rsid w:val="00A049EB"/>
    <w:rsid w:val="00A04CBA"/>
    <w:rsid w:val="00A061A4"/>
    <w:rsid w:val="00A06ECF"/>
    <w:rsid w:val="00A077C1"/>
    <w:rsid w:val="00A07A4C"/>
    <w:rsid w:val="00A1057A"/>
    <w:rsid w:val="00A10B47"/>
    <w:rsid w:val="00A11582"/>
    <w:rsid w:val="00A119D8"/>
    <w:rsid w:val="00A12609"/>
    <w:rsid w:val="00A12DD5"/>
    <w:rsid w:val="00A12F80"/>
    <w:rsid w:val="00A13C62"/>
    <w:rsid w:val="00A13E2C"/>
    <w:rsid w:val="00A13FB6"/>
    <w:rsid w:val="00A145A1"/>
    <w:rsid w:val="00A1474F"/>
    <w:rsid w:val="00A14A4E"/>
    <w:rsid w:val="00A14E9E"/>
    <w:rsid w:val="00A163C6"/>
    <w:rsid w:val="00A1657D"/>
    <w:rsid w:val="00A16B2F"/>
    <w:rsid w:val="00A17989"/>
    <w:rsid w:val="00A20F1C"/>
    <w:rsid w:val="00A218E4"/>
    <w:rsid w:val="00A21BA1"/>
    <w:rsid w:val="00A2214A"/>
    <w:rsid w:val="00A22825"/>
    <w:rsid w:val="00A22875"/>
    <w:rsid w:val="00A22DD3"/>
    <w:rsid w:val="00A23F7E"/>
    <w:rsid w:val="00A24B23"/>
    <w:rsid w:val="00A24D8B"/>
    <w:rsid w:val="00A24F35"/>
    <w:rsid w:val="00A25F6D"/>
    <w:rsid w:val="00A26859"/>
    <w:rsid w:val="00A26B81"/>
    <w:rsid w:val="00A26FC4"/>
    <w:rsid w:val="00A275BD"/>
    <w:rsid w:val="00A2770F"/>
    <w:rsid w:val="00A27720"/>
    <w:rsid w:val="00A278A5"/>
    <w:rsid w:val="00A27CE6"/>
    <w:rsid w:val="00A27E49"/>
    <w:rsid w:val="00A30D7A"/>
    <w:rsid w:val="00A3126E"/>
    <w:rsid w:val="00A315E3"/>
    <w:rsid w:val="00A31B16"/>
    <w:rsid w:val="00A33080"/>
    <w:rsid w:val="00A3329C"/>
    <w:rsid w:val="00A332A6"/>
    <w:rsid w:val="00A3334F"/>
    <w:rsid w:val="00A33652"/>
    <w:rsid w:val="00A34591"/>
    <w:rsid w:val="00A34A48"/>
    <w:rsid w:val="00A34A5B"/>
    <w:rsid w:val="00A34AC2"/>
    <w:rsid w:val="00A34EDB"/>
    <w:rsid w:val="00A35A86"/>
    <w:rsid w:val="00A35CD1"/>
    <w:rsid w:val="00A36264"/>
    <w:rsid w:val="00A36532"/>
    <w:rsid w:val="00A36CDE"/>
    <w:rsid w:val="00A36FD6"/>
    <w:rsid w:val="00A371A8"/>
    <w:rsid w:val="00A37215"/>
    <w:rsid w:val="00A41B17"/>
    <w:rsid w:val="00A41F0B"/>
    <w:rsid w:val="00A4290A"/>
    <w:rsid w:val="00A42973"/>
    <w:rsid w:val="00A44167"/>
    <w:rsid w:val="00A45325"/>
    <w:rsid w:val="00A464B9"/>
    <w:rsid w:val="00A468CF"/>
    <w:rsid w:val="00A46AC0"/>
    <w:rsid w:val="00A47133"/>
    <w:rsid w:val="00A4734A"/>
    <w:rsid w:val="00A47D5C"/>
    <w:rsid w:val="00A500C9"/>
    <w:rsid w:val="00A50779"/>
    <w:rsid w:val="00A5154F"/>
    <w:rsid w:val="00A51F59"/>
    <w:rsid w:val="00A524A6"/>
    <w:rsid w:val="00A52767"/>
    <w:rsid w:val="00A529AB"/>
    <w:rsid w:val="00A52A50"/>
    <w:rsid w:val="00A52F47"/>
    <w:rsid w:val="00A542ED"/>
    <w:rsid w:val="00A55BF4"/>
    <w:rsid w:val="00A55EFC"/>
    <w:rsid w:val="00A57294"/>
    <w:rsid w:val="00A609E4"/>
    <w:rsid w:val="00A60FFA"/>
    <w:rsid w:val="00A6127C"/>
    <w:rsid w:val="00A620D0"/>
    <w:rsid w:val="00A62919"/>
    <w:rsid w:val="00A631B6"/>
    <w:rsid w:val="00A63404"/>
    <w:rsid w:val="00A64466"/>
    <w:rsid w:val="00A645F0"/>
    <w:rsid w:val="00A648A9"/>
    <w:rsid w:val="00A65643"/>
    <w:rsid w:val="00A66664"/>
    <w:rsid w:val="00A6678E"/>
    <w:rsid w:val="00A66AD9"/>
    <w:rsid w:val="00A66B41"/>
    <w:rsid w:val="00A66D46"/>
    <w:rsid w:val="00A66D51"/>
    <w:rsid w:val="00A6724E"/>
    <w:rsid w:val="00A67567"/>
    <w:rsid w:val="00A67F9C"/>
    <w:rsid w:val="00A70510"/>
    <w:rsid w:val="00A709B7"/>
    <w:rsid w:val="00A71926"/>
    <w:rsid w:val="00A71A70"/>
    <w:rsid w:val="00A720EC"/>
    <w:rsid w:val="00A728AD"/>
    <w:rsid w:val="00A72AC9"/>
    <w:rsid w:val="00A732A8"/>
    <w:rsid w:val="00A73D9B"/>
    <w:rsid w:val="00A73E91"/>
    <w:rsid w:val="00A7779A"/>
    <w:rsid w:val="00A77A9D"/>
    <w:rsid w:val="00A77AB8"/>
    <w:rsid w:val="00A77CA3"/>
    <w:rsid w:val="00A77CB7"/>
    <w:rsid w:val="00A82630"/>
    <w:rsid w:val="00A83170"/>
    <w:rsid w:val="00A8327E"/>
    <w:rsid w:val="00A837E5"/>
    <w:rsid w:val="00A83920"/>
    <w:rsid w:val="00A83977"/>
    <w:rsid w:val="00A83A4D"/>
    <w:rsid w:val="00A83FA0"/>
    <w:rsid w:val="00A84071"/>
    <w:rsid w:val="00A84644"/>
    <w:rsid w:val="00A850B4"/>
    <w:rsid w:val="00A850F8"/>
    <w:rsid w:val="00A85A28"/>
    <w:rsid w:val="00A85C97"/>
    <w:rsid w:val="00A86169"/>
    <w:rsid w:val="00A86429"/>
    <w:rsid w:val="00A86701"/>
    <w:rsid w:val="00A86CCE"/>
    <w:rsid w:val="00A86E1E"/>
    <w:rsid w:val="00A86EAF"/>
    <w:rsid w:val="00A870B3"/>
    <w:rsid w:val="00A9007A"/>
    <w:rsid w:val="00A90686"/>
    <w:rsid w:val="00A90D29"/>
    <w:rsid w:val="00A9160C"/>
    <w:rsid w:val="00A91F87"/>
    <w:rsid w:val="00A9202D"/>
    <w:rsid w:val="00A929CB"/>
    <w:rsid w:val="00A92AA7"/>
    <w:rsid w:val="00A9426D"/>
    <w:rsid w:val="00A942D4"/>
    <w:rsid w:val="00A944BC"/>
    <w:rsid w:val="00A95138"/>
    <w:rsid w:val="00A9571A"/>
    <w:rsid w:val="00A95DBA"/>
    <w:rsid w:val="00A95EF2"/>
    <w:rsid w:val="00A96D29"/>
    <w:rsid w:val="00A97954"/>
    <w:rsid w:val="00A97A48"/>
    <w:rsid w:val="00A97AFD"/>
    <w:rsid w:val="00A97D33"/>
    <w:rsid w:val="00AA0248"/>
    <w:rsid w:val="00AA039A"/>
    <w:rsid w:val="00AA0F9A"/>
    <w:rsid w:val="00AA175B"/>
    <w:rsid w:val="00AA21C4"/>
    <w:rsid w:val="00AA2533"/>
    <w:rsid w:val="00AA25BC"/>
    <w:rsid w:val="00AA29AF"/>
    <w:rsid w:val="00AA29D5"/>
    <w:rsid w:val="00AA2CD0"/>
    <w:rsid w:val="00AA3639"/>
    <w:rsid w:val="00AA4250"/>
    <w:rsid w:val="00AA4428"/>
    <w:rsid w:val="00AA4A7F"/>
    <w:rsid w:val="00AA4C31"/>
    <w:rsid w:val="00AA6080"/>
    <w:rsid w:val="00AA61B1"/>
    <w:rsid w:val="00AA62BB"/>
    <w:rsid w:val="00AA6560"/>
    <w:rsid w:val="00AA693A"/>
    <w:rsid w:val="00AA6D01"/>
    <w:rsid w:val="00AA7288"/>
    <w:rsid w:val="00AA7BB1"/>
    <w:rsid w:val="00AB0495"/>
    <w:rsid w:val="00AB04F6"/>
    <w:rsid w:val="00AB056C"/>
    <w:rsid w:val="00AB07D1"/>
    <w:rsid w:val="00AB1124"/>
    <w:rsid w:val="00AB11CB"/>
    <w:rsid w:val="00AB1B48"/>
    <w:rsid w:val="00AB1ED5"/>
    <w:rsid w:val="00AB1F81"/>
    <w:rsid w:val="00AB2068"/>
    <w:rsid w:val="00AB234C"/>
    <w:rsid w:val="00AB28ED"/>
    <w:rsid w:val="00AB2C6E"/>
    <w:rsid w:val="00AB2FB2"/>
    <w:rsid w:val="00AB3188"/>
    <w:rsid w:val="00AB3607"/>
    <w:rsid w:val="00AB3638"/>
    <w:rsid w:val="00AB3671"/>
    <w:rsid w:val="00AB4D41"/>
    <w:rsid w:val="00AB5B70"/>
    <w:rsid w:val="00AB62F0"/>
    <w:rsid w:val="00AB66B9"/>
    <w:rsid w:val="00AB6F55"/>
    <w:rsid w:val="00AB748B"/>
    <w:rsid w:val="00AB7595"/>
    <w:rsid w:val="00AC16C6"/>
    <w:rsid w:val="00AC1899"/>
    <w:rsid w:val="00AC1E3E"/>
    <w:rsid w:val="00AC2C1E"/>
    <w:rsid w:val="00AC2D2F"/>
    <w:rsid w:val="00AC2DDD"/>
    <w:rsid w:val="00AC2E21"/>
    <w:rsid w:val="00AC38D6"/>
    <w:rsid w:val="00AC3AFC"/>
    <w:rsid w:val="00AC45D7"/>
    <w:rsid w:val="00AC462D"/>
    <w:rsid w:val="00AC46A5"/>
    <w:rsid w:val="00AC4E98"/>
    <w:rsid w:val="00AC515B"/>
    <w:rsid w:val="00AC5164"/>
    <w:rsid w:val="00AC51D9"/>
    <w:rsid w:val="00AC5874"/>
    <w:rsid w:val="00AC5F94"/>
    <w:rsid w:val="00AC741F"/>
    <w:rsid w:val="00AC7634"/>
    <w:rsid w:val="00AC7845"/>
    <w:rsid w:val="00AC7CEA"/>
    <w:rsid w:val="00AC7DD1"/>
    <w:rsid w:val="00AD02BD"/>
    <w:rsid w:val="00AD069D"/>
    <w:rsid w:val="00AD0AE4"/>
    <w:rsid w:val="00AD16FA"/>
    <w:rsid w:val="00AD19D2"/>
    <w:rsid w:val="00AD2075"/>
    <w:rsid w:val="00AD26D8"/>
    <w:rsid w:val="00AD33A0"/>
    <w:rsid w:val="00AD3A0E"/>
    <w:rsid w:val="00AD3B30"/>
    <w:rsid w:val="00AD40E7"/>
    <w:rsid w:val="00AD4109"/>
    <w:rsid w:val="00AD426A"/>
    <w:rsid w:val="00AD42BD"/>
    <w:rsid w:val="00AD4315"/>
    <w:rsid w:val="00AD5051"/>
    <w:rsid w:val="00AD5183"/>
    <w:rsid w:val="00AD56A3"/>
    <w:rsid w:val="00AD5FE7"/>
    <w:rsid w:val="00AD774E"/>
    <w:rsid w:val="00AE057E"/>
    <w:rsid w:val="00AE0C97"/>
    <w:rsid w:val="00AE22F6"/>
    <w:rsid w:val="00AE3311"/>
    <w:rsid w:val="00AE38A4"/>
    <w:rsid w:val="00AE4B0B"/>
    <w:rsid w:val="00AE4BB5"/>
    <w:rsid w:val="00AE4CAF"/>
    <w:rsid w:val="00AE51C1"/>
    <w:rsid w:val="00AE52B3"/>
    <w:rsid w:val="00AE5DD1"/>
    <w:rsid w:val="00AE6569"/>
    <w:rsid w:val="00AE7122"/>
    <w:rsid w:val="00AE7423"/>
    <w:rsid w:val="00AF01DD"/>
    <w:rsid w:val="00AF0699"/>
    <w:rsid w:val="00AF0B90"/>
    <w:rsid w:val="00AF0EF2"/>
    <w:rsid w:val="00AF13C5"/>
    <w:rsid w:val="00AF145F"/>
    <w:rsid w:val="00AF1576"/>
    <w:rsid w:val="00AF1D15"/>
    <w:rsid w:val="00AF2642"/>
    <w:rsid w:val="00AF2875"/>
    <w:rsid w:val="00AF2B0E"/>
    <w:rsid w:val="00AF34E2"/>
    <w:rsid w:val="00AF36F2"/>
    <w:rsid w:val="00AF3FA0"/>
    <w:rsid w:val="00AF6D5E"/>
    <w:rsid w:val="00B000EA"/>
    <w:rsid w:val="00B02319"/>
    <w:rsid w:val="00B02BA7"/>
    <w:rsid w:val="00B03589"/>
    <w:rsid w:val="00B035CE"/>
    <w:rsid w:val="00B0420D"/>
    <w:rsid w:val="00B04583"/>
    <w:rsid w:val="00B05756"/>
    <w:rsid w:val="00B05B24"/>
    <w:rsid w:val="00B0615D"/>
    <w:rsid w:val="00B0772B"/>
    <w:rsid w:val="00B07D1E"/>
    <w:rsid w:val="00B10197"/>
    <w:rsid w:val="00B1021F"/>
    <w:rsid w:val="00B105DC"/>
    <w:rsid w:val="00B10639"/>
    <w:rsid w:val="00B1117E"/>
    <w:rsid w:val="00B11BAA"/>
    <w:rsid w:val="00B11D57"/>
    <w:rsid w:val="00B11E33"/>
    <w:rsid w:val="00B12037"/>
    <w:rsid w:val="00B126D1"/>
    <w:rsid w:val="00B13B4B"/>
    <w:rsid w:val="00B149B7"/>
    <w:rsid w:val="00B14BD7"/>
    <w:rsid w:val="00B15260"/>
    <w:rsid w:val="00B158A3"/>
    <w:rsid w:val="00B15C7D"/>
    <w:rsid w:val="00B15D0A"/>
    <w:rsid w:val="00B15E4B"/>
    <w:rsid w:val="00B16C20"/>
    <w:rsid w:val="00B17953"/>
    <w:rsid w:val="00B17D70"/>
    <w:rsid w:val="00B20927"/>
    <w:rsid w:val="00B20C96"/>
    <w:rsid w:val="00B21326"/>
    <w:rsid w:val="00B21DD3"/>
    <w:rsid w:val="00B22109"/>
    <w:rsid w:val="00B22145"/>
    <w:rsid w:val="00B228C7"/>
    <w:rsid w:val="00B23240"/>
    <w:rsid w:val="00B23F0C"/>
    <w:rsid w:val="00B242D0"/>
    <w:rsid w:val="00B24EEE"/>
    <w:rsid w:val="00B2514A"/>
    <w:rsid w:val="00B252D8"/>
    <w:rsid w:val="00B253B4"/>
    <w:rsid w:val="00B26624"/>
    <w:rsid w:val="00B26AEA"/>
    <w:rsid w:val="00B26FD8"/>
    <w:rsid w:val="00B273E8"/>
    <w:rsid w:val="00B274B8"/>
    <w:rsid w:val="00B27AAC"/>
    <w:rsid w:val="00B27AD5"/>
    <w:rsid w:val="00B30266"/>
    <w:rsid w:val="00B302F0"/>
    <w:rsid w:val="00B306EC"/>
    <w:rsid w:val="00B30921"/>
    <w:rsid w:val="00B315C0"/>
    <w:rsid w:val="00B31759"/>
    <w:rsid w:val="00B31D08"/>
    <w:rsid w:val="00B32023"/>
    <w:rsid w:val="00B323AC"/>
    <w:rsid w:val="00B32D53"/>
    <w:rsid w:val="00B33FAF"/>
    <w:rsid w:val="00B34301"/>
    <w:rsid w:val="00B3434E"/>
    <w:rsid w:val="00B347FB"/>
    <w:rsid w:val="00B356D6"/>
    <w:rsid w:val="00B36481"/>
    <w:rsid w:val="00B36DFE"/>
    <w:rsid w:val="00B36EC1"/>
    <w:rsid w:val="00B374AE"/>
    <w:rsid w:val="00B377B4"/>
    <w:rsid w:val="00B37D7A"/>
    <w:rsid w:val="00B40583"/>
    <w:rsid w:val="00B410AA"/>
    <w:rsid w:val="00B413BB"/>
    <w:rsid w:val="00B4146E"/>
    <w:rsid w:val="00B4175C"/>
    <w:rsid w:val="00B41CDB"/>
    <w:rsid w:val="00B42117"/>
    <w:rsid w:val="00B422A7"/>
    <w:rsid w:val="00B42C49"/>
    <w:rsid w:val="00B42C55"/>
    <w:rsid w:val="00B431F4"/>
    <w:rsid w:val="00B443EC"/>
    <w:rsid w:val="00B44544"/>
    <w:rsid w:val="00B449A5"/>
    <w:rsid w:val="00B44F11"/>
    <w:rsid w:val="00B4523A"/>
    <w:rsid w:val="00B46AA6"/>
    <w:rsid w:val="00B5009B"/>
    <w:rsid w:val="00B503E6"/>
    <w:rsid w:val="00B504A0"/>
    <w:rsid w:val="00B50756"/>
    <w:rsid w:val="00B5087B"/>
    <w:rsid w:val="00B50A91"/>
    <w:rsid w:val="00B5197D"/>
    <w:rsid w:val="00B519A1"/>
    <w:rsid w:val="00B51B05"/>
    <w:rsid w:val="00B51EEF"/>
    <w:rsid w:val="00B52170"/>
    <w:rsid w:val="00B522B0"/>
    <w:rsid w:val="00B527A2"/>
    <w:rsid w:val="00B52D84"/>
    <w:rsid w:val="00B5311A"/>
    <w:rsid w:val="00B5313C"/>
    <w:rsid w:val="00B53726"/>
    <w:rsid w:val="00B5387E"/>
    <w:rsid w:val="00B541C4"/>
    <w:rsid w:val="00B54D4C"/>
    <w:rsid w:val="00B5601A"/>
    <w:rsid w:val="00B563DD"/>
    <w:rsid w:val="00B57758"/>
    <w:rsid w:val="00B57A6D"/>
    <w:rsid w:val="00B61081"/>
    <w:rsid w:val="00B611ED"/>
    <w:rsid w:val="00B61A4F"/>
    <w:rsid w:val="00B61C1E"/>
    <w:rsid w:val="00B61D1C"/>
    <w:rsid w:val="00B62581"/>
    <w:rsid w:val="00B62669"/>
    <w:rsid w:val="00B6300B"/>
    <w:rsid w:val="00B63386"/>
    <w:rsid w:val="00B6379F"/>
    <w:rsid w:val="00B63D00"/>
    <w:rsid w:val="00B641CB"/>
    <w:rsid w:val="00B645DB"/>
    <w:rsid w:val="00B660A6"/>
    <w:rsid w:val="00B67E3D"/>
    <w:rsid w:val="00B71392"/>
    <w:rsid w:val="00B7208A"/>
    <w:rsid w:val="00B72AF8"/>
    <w:rsid w:val="00B731FA"/>
    <w:rsid w:val="00B7361F"/>
    <w:rsid w:val="00B7382E"/>
    <w:rsid w:val="00B73CC2"/>
    <w:rsid w:val="00B74467"/>
    <w:rsid w:val="00B75382"/>
    <w:rsid w:val="00B757EC"/>
    <w:rsid w:val="00B761D2"/>
    <w:rsid w:val="00B762D0"/>
    <w:rsid w:val="00B76390"/>
    <w:rsid w:val="00B766FA"/>
    <w:rsid w:val="00B76A1E"/>
    <w:rsid w:val="00B76ACE"/>
    <w:rsid w:val="00B76CD8"/>
    <w:rsid w:val="00B76D12"/>
    <w:rsid w:val="00B77235"/>
    <w:rsid w:val="00B77773"/>
    <w:rsid w:val="00B77800"/>
    <w:rsid w:val="00B80387"/>
    <w:rsid w:val="00B8068E"/>
    <w:rsid w:val="00B8077C"/>
    <w:rsid w:val="00B80B2E"/>
    <w:rsid w:val="00B810CF"/>
    <w:rsid w:val="00B81877"/>
    <w:rsid w:val="00B81D86"/>
    <w:rsid w:val="00B82013"/>
    <w:rsid w:val="00B82334"/>
    <w:rsid w:val="00B82F33"/>
    <w:rsid w:val="00B83155"/>
    <w:rsid w:val="00B837F7"/>
    <w:rsid w:val="00B83EEE"/>
    <w:rsid w:val="00B840FD"/>
    <w:rsid w:val="00B8459B"/>
    <w:rsid w:val="00B84B60"/>
    <w:rsid w:val="00B859E4"/>
    <w:rsid w:val="00B85CED"/>
    <w:rsid w:val="00B860CE"/>
    <w:rsid w:val="00B87706"/>
    <w:rsid w:val="00B87F04"/>
    <w:rsid w:val="00B90051"/>
    <w:rsid w:val="00B9045B"/>
    <w:rsid w:val="00B912AA"/>
    <w:rsid w:val="00B9184D"/>
    <w:rsid w:val="00B924E5"/>
    <w:rsid w:val="00B926E0"/>
    <w:rsid w:val="00B928FF"/>
    <w:rsid w:val="00B92B02"/>
    <w:rsid w:val="00B93099"/>
    <w:rsid w:val="00B93AF9"/>
    <w:rsid w:val="00B94AB8"/>
    <w:rsid w:val="00B94E5A"/>
    <w:rsid w:val="00B950BF"/>
    <w:rsid w:val="00B9586C"/>
    <w:rsid w:val="00B95DE8"/>
    <w:rsid w:val="00B96263"/>
    <w:rsid w:val="00B966B5"/>
    <w:rsid w:val="00B96D89"/>
    <w:rsid w:val="00B97008"/>
    <w:rsid w:val="00B97168"/>
    <w:rsid w:val="00B976B7"/>
    <w:rsid w:val="00B97D58"/>
    <w:rsid w:val="00BA02B5"/>
    <w:rsid w:val="00BA0F31"/>
    <w:rsid w:val="00BA109B"/>
    <w:rsid w:val="00BA10E7"/>
    <w:rsid w:val="00BA13F4"/>
    <w:rsid w:val="00BA1A32"/>
    <w:rsid w:val="00BA1A78"/>
    <w:rsid w:val="00BA23F7"/>
    <w:rsid w:val="00BA26E1"/>
    <w:rsid w:val="00BA2F6C"/>
    <w:rsid w:val="00BA33E8"/>
    <w:rsid w:val="00BA3F32"/>
    <w:rsid w:val="00BA41D5"/>
    <w:rsid w:val="00BA4DAB"/>
    <w:rsid w:val="00BA52FC"/>
    <w:rsid w:val="00BA5562"/>
    <w:rsid w:val="00BA5E0C"/>
    <w:rsid w:val="00BA6A99"/>
    <w:rsid w:val="00BA70A6"/>
    <w:rsid w:val="00BA7617"/>
    <w:rsid w:val="00BA7CB8"/>
    <w:rsid w:val="00BB0272"/>
    <w:rsid w:val="00BB2087"/>
    <w:rsid w:val="00BB23A2"/>
    <w:rsid w:val="00BB3079"/>
    <w:rsid w:val="00BB40D3"/>
    <w:rsid w:val="00BB5656"/>
    <w:rsid w:val="00BB5AD7"/>
    <w:rsid w:val="00BB61D6"/>
    <w:rsid w:val="00BB7702"/>
    <w:rsid w:val="00BB7F37"/>
    <w:rsid w:val="00BC020D"/>
    <w:rsid w:val="00BC0622"/>
    <w:rsid w:val="00BC0FA4"/>
    <w:rsid w:val="00BC1024"/>
    <w:rsid w:val="00BC1A50"/>
    <w:rsid w:val="00BC1B32"/>
    <w:rsid w:val="00BC22D2"/>
    <w:rsid w:val="00BC285F"/>
    <w:rsid w:val="00BC3234"/>
    <w:rsid w:val="00BC37FE"/>
    <w:rsid w:val="00BC3BA6"/>
    <w:rsid w:val="00BC3D3B"/>
    <w:rsid w:val="00BC4984"/>
    <w:rsid w:val="00BC4B88"/>
    <w:rsid w:val="00BC5772"/>
    <w:rsid w:val="00BC6377"/>
    <w:rsid w:val="00BC67ED"/>
    <w:rsid w:val="00BC69D7"/>
    <w:rsid w:val="00BC6B21"/>
    <w:rsid w:val="00BC6C2A"/>
    <w:rsid w:val="00BC7491"/>
    <w:rsid w:val="00BC75DB"/>
    <w:rsid w:val="00BD0238"/>
    <w:rsid w:val="00BD07F0"/>
    <w:rsid w:val="00BD0A7D"/>
    <w:rsid w:val="00BD10AF"/>
    <w:rsid w:val="00BD10B0"/>
    <w:rsid w:val="00BD1490"/>
    <w:rsid w:val="00BD16C9"/>
    <w:rsid w:val="00BD1A20"/>
    <w:rsid w:val="00BD1C03"/>
    <w:rsid w:val="00BD1C62"/>
    <w:rsid w:val="00BD2D66"/>
    <w:rsid w:val="00BD39D2"/>
    <w:rsid w:val="00BD3BCB"/>
    <w:rsid w:val="00BD43C5"/>
    <w:rsid w:val="00BD5511"/>
    <w:rsid w:val="00BD5BA1"/>
    <w:rsid w:val="00BD5BCF"/>
    <w:rsid w:val="00BD6616"/>
    <w:rsid w:val="00BD674A"/>
    <w:rsid w:val="00BD6D82"/>
    <w:rsid w:val="00BD7124"/>
    <w:rsid w:val="00BD741A"/>
    <w:rsid w:val="00BD7BA9"/>
    <w:rsid w:val="00BE08D4"/>
    <w:rsid w:val="00BE18B7"/>
    <w:rsid w:val="00BE1CF9"/>
    <w:rsid w:val="00BE1DB1"/>
    <w:rsid w:val="00BE1E80"/>
    <w:rsid w:val="00BE25AF"/>
    <w:rsid w:val="00BE32D4"/>
    <w:rsid w:val="00BE4742"/>
    <w:rsid w:val="00BE4F72"/>
    <w:rsid w:val="00BE5505"/>
    <w:rsid w:val="00BE5A7A"/>
    <w:rsid w:val="00BE6829"/>
    <w:rsid w:val="00BE6EA5"/>
    <w:rsid w:val="00BE71BD"/>
    <w:rsid w:val="00BE7CCB"/>
    <w:rsid w:val="00BF0100"/>
    <w:rsid w:val="00BF04CD"/>
    <w:rsid w:val="00BF0739"/>
    <w:rsid w:val="00BF1731"/>
    <w:rsid w:val="00BF1F08"/>
    <w:rsid w:val="00BF1F7C"/>
    <w:rsid w:val="00BF2504"/>
    <w:rsid w:val="00BF30CF"/>
    <w:rsid w:val="00BF31B9"/>
    <w:rsid w:val="00BF37CC"/>
    <w:rsid w:val="00BF3B7E"/>
    <w:rsid w:val="00BF4595"/>
    <w:rsid w:val="00BF45C4"/>
    <w:rsid w:val="00BF4AE0"/>
    <w:rsid w:val="00BF4C3A"/>
    <w:rsid w:val="00BF570F"/>
    <w:rsid w:val="00BF64A9"/>
    <w:rsid w:val="00BF6634"/>
    <w:rsid w:val="00BF6E66"/>
    <w:rsid w:val="00BF741D"/>
    <w:rsid w:val="00BF77C0"/>
    <w:rsid w:val="00BF7951"/>
    <w:rsid w:val="00C00D2C"/>
    <w:rsid w:val="00C00DF1"/>
    <w:rsid w:val="00C016F0"/>
    <w:rsid w:val="00C01E15"/>
    <w:rsid w:val="00C021EC"/>
    <w:rsid w:val="00C022A5"/>
    <w:rsid w:val="00C02815"/>
    <w:rsid w:val="00C03045"/>
    <w:rsid w:val="00C0319F"/>
    <w:rsid w:val="00C0329E"/>
    <w:rsid w:val="00C03D62"/>
    <w:rsid w:val="00C03E19"/>
    <w:rsid w:val="00C04442"/>
    <w:rsid w:val="00C0471E"/>
    <w:rsid w:val="00C04837"/>
    <w:rsid w:val="00C059BF"/>
    <w:rsid w:val="00C060AF"/>
    <w:rsid w:val="00C072FB"/>
    <w:rsid w:val="00C07C4C"/>
    <w:rsid w:val="00C106CD"/>
    <w:rsid w:val="00C10D57"/>
    <w:rsid w:val="00C10E11"/>
    <w:rsid w:val="00C10F9A"/>
    <w:rsid w:val="00C11C45"/>
    <w:rsid w:val="00C12125"/>
    <w:rsid w:val="00C1266C"/>
    <w:rsid w:val="00C12F47"/>
    <w:rsid w:val="00C13875"/>
    <w:rsid w:val="00C1417C"/>
    <w:rsid w:val="00C14302"/>
    <w:rsid w:val="00C147FF"/>
    <w:rsid w:val="00C154FA"/>
    <w:rsid w:val="00C15977"/>
    <w:rsid w:val="00C159C5"/>
    <w:rsid w:val="00C15BD0"/>
    <w:rsid w:val="00C15CFE"/>
    <w:rsid w:val="00C16ECE"/>
    <w:rsid w:val="00C17CCA"/>
    <w:rsid w:val="00C21B31"/>
    <w:rsid w:val="00C22E69"/>
    <w:rsid w:val="00C2385C"/>
    <w:rsid w:val="00C24119"/>
    <w:rsid w:val="00C26C2A"/>
    <w:rsid w:val="00C273CC"/>
    <w:rsid w:val="00C31374"/>
    <w:rsid w:val="00C3145F"/>
    <w:rsid w:val="00C31683"/>
    <w:rsid w:val="00C32011"/>
    <w:rsid w:val="00C3248A"/>
    <w:rsid w:val="00C32CE6"/>
    <w:rsid w:val="00C33096"/>
    <w:rsid w:val="00C3483F"/>
    <w:rsid w:val="00C352D9"/>
    <w:rsid w:val="00C3545A"/>
    <w:rsid w:val="00C366D9"/>
    <w:rsid w:val="00C36B9D"/>
    <w:rsid w:val="00C36C37"/>
    <w:rsid w:val="00C36DD7"/>
    <w:rsid w:val="00C36F90"/>
    <w:rsid w:val="00C3718B"/>
    <w:rsid w:val="00C37449"/>
    <w:rsid w:val="00C37C42"/>
    <w:rsid w:val="00C37DFA"/>
    <w:rsid w:val="00C4033E"/>
    <w:rsid w:val="00C409D8"/>
    <w:rsid w:val="00C414A8"/>
    <w:rsid w:val="00C417B2"/>
    <w:rsid w:val="00C41B82"/>
    <w:rsid w:val="00C41E0E"/>
    <w:rsid w:val="00C422E5"/>
    <w:rsid w:val="00C42482"/>
    <w:rsid w:val="00C426D7"/>
    <w:rsid w:val="00C42B55"/>
    <w:rsid w:val="00C43335"/>
    <w:rsid w:val="00C4391A"/>
    <w:rsid w:val="00C44170"/>
    <w:rsid w:val="00C4448C"/>
    <w:rsid w:val="00C44549"/>
    <w:rsid w:val="00C44A16"/>
    <w:rsid w:val="00C45081"/>
    <w:rsid w:val="00C4535D"/>
    <w:rsid w:val="00C45876"/>
    <w:rsid w:val="00C45CD5"/>
    <w:rsid w:val="00C47052"/>
    <w:rsid w:val="00C471AB"/>
    <w:rsid w:val="00C4731F"/>
    <w:rsid w:val="00C47F72"/>
    <w:rsid w:val="00C50907"/>
    <w:rsid w:val="00C50E8E"/>
    <w:rsid w:val="00C5198F"/>
    <w:rsid w:val="00C522DD"/>
    <w:rsid w:val="00C52A28"/>
    <w:rsid w:val="00C53184"/>
    <w:rsid w:val="00C5352F"/>
    <w:rsid w:val="00C53815"/>
    <w:rsid w:val="00C547EB"/>
    <w:rsid w:val="00C54BEA"/>
    <w:rsid w:val="00C54CEA"/>
    <w:rsid w:val="00C5606C"/>
    <w:rsid w:val="00C56423"/>
    <w:rsid w:val="00C567EC"/>
    <w:rsid w:val="00C57272"/>
    <w:rsid w:val="00C5735B"/>
    <w:rsid w:val="00C5766A"/>
    <w:rsid w:val="00C60820"/>
    <w:rsid w:val="00C60901"/>
    <w:rsid w:val="00C60B44"/>
    <w:rsid w:val="00C616D2"/>
    <w:rsid w:val="00C62247"/>
    <w:rsid w:val="00C62427"/>
    <w:rsid w:val="00C62756"/>
    <w:rsid w:val="00C62A81"/>
    <w:rsid w:val="00C62E2E"/>
    <w:rsid w:val="00C62E44"/>
    <w:rsid w:val="00C64156"/>
    <w:rsid w:val="00C6522E"/>
    <w:rsid w:val="00C6557D"/>
    <w:rsid w:val="00C658E6"/>
    <w:rsid w:val="00C65C4F"/>
    <w:rsid w:val="00C65E70"/>
    <w:rsid w:val="00C66776"/>
    <w:rsid w:val="00C67033"/>
    <w:rsid w:val="00C67570"/>
    <w:rsid w:val="00C701E2"/>
    <w:rsid w:val="00C707CF"/>
    <w:rsid w:val="00C709FB"/>
    <w:rsid w:val="00C70D74"/>
    <w:rsid w:val="00C726DD"/>
    <w:rsid w:val="00C72820"/>
    <w:rsid w:val="00C735E7"/>
    <w:rsid w:val="00C73ACC"/>
    <w:rsid w:val="00C73D7D"/>
    <w:rsid w:val="00C73DEF"/>
    <w:rsid w:val="00C7424B"/>
    <w:rsid w:val="00C74397"/>
    <w:rsid w:val="00C7468A"/>
    <w:rsid w:val="00C74C31"/>
    <w:rsid w:val="00C74C88"/>
    <w:rsid w:val="00C75194"/>
    <w:rsid w:val="00C75545"/>
    <w:rsid w:val="00C756DC"/>
    <w:rsid w:val="00C75AB1"/>
    <w:rsid w:val="00C76857"/>
    <w:rsid w:val="00C76C8A"/>
    <w:rsid w:val="00C77E6E"/>
    <w:rsid w:val="00C801B0"/>
    <w:rsid w:val="00C808A5"/>
    <w:rsid w:val="00C8266E"/>
    <w:rsid w:val="00C826DA"/>
    <w:rsid w:val="00C82C98"/>
    <w:rsid w:val="00C82E33"/>
    <w:rsid w:val="00C82EB6"/>
    <w:rsid w:val="00C830B8"/>
    <w:rsid w:val="00C830D3"/>
    <w:rsid w:val="00C832FA"/>
    <w:rsid w:val="00C83894"/>
    <w:rsid w:val="00C84CD7"/>
    <w:rsid w:val="00C8505A"/>
    <w:rsid w:val="00C85AA3"/>
    <w:rsid w:val="00C86CE7"/>
    <w:rsid w:val="00C86DD8"/>
    <w:rsid w:val="00C87634"/>
    <w:rsid w:val="00C926A9"/>
    <w:rsid w:val="00C93B54"/>
    <w:rsid w:val="00C93F49"/>
    <w:rsid w:val="00C94412"/>
    <w:rsid w:val="00C951A2"/>
    <w:rsid w:val="00C9651A"/>
    <w:rsid w:val="00C96563"/>
    <w:rsid w:val="00C9693E"/>
    <w:rsid w:val="00C96A81"/>
    <w:rsid w:val="00C97690"/>
    <w:rsid w:val="00C97967"/>
    <w:rsid w:val="00C97CF3"/>
    <w:rsid w:val="00CA05F6"/>
    <w:rsid w:val="00CA0628"/>
    <w:rsid w:val="00CA0E12"/>
    <w:rsid w:val="00CA13E5"/>
    <w:rsid w:val="00CA1539"/>
    <w:rsid w:val="00CA16EC"/>
    <w:rsid w:val="00CA1906"/>
    <w:rsid w:val="00CA1938"/>
    <w:rsid w:val="00CA1955"/>
    <w:rsid w:val="00CA231E"/>
    <w:rsid w:val="00CA449B"/>
    <w:rsid w:val="00CA5573"/>
    <w:rsid w:val="00CA5B33"/>
    <w:rsid w:val="00CA65A4"/>
    <w:rsid w:val="00CA6861"/>
    <w:rsid w:val="00CA7009"/>
    <w:rsid w:val="00CA76DC"/>
    <w:rsid w:val="00CB0501"/>
    <w:rsid w:val="00CB0B5B"/>
    <w:rsid w:val="00CB1BDF"/>
    <w:rsid w:val="00CB2435"/>
    <w:rsid w:val="00CB328A"/>
    <w:rsid w:val="00CB38B9"/>
    <w:rsid w:val="00CB39AF"/>
    <w:rsid w:val="00CB3BA4"/>
    <w:rsid w:val="00CB3C21"/>
    <w:rsid w:val="00CB3FEC"/>
    <w:rsid w:val="00CB4B9E"/>
    <w:rsid w:val="00CB4D17"/>
    <w:rsid w:val="00CB5889"/>
    <w:rsid w:val="00CB6115"/>
    <w:rsid w:val="00CB6558"/>
    <w:rsid w:val="00CB6F11"/>
    <w:rsid w:val="00CB77C9"/>
    <w:rsid w:val="00CB7F5D"/>
    <w:rsid w:val="00CC02CD"/>
    <w:rsid w:val="00CC0D1E"/>
    <w:rsid w:val="00CC0D66"/>
    <w:rsid w:val="00CC1231"/>
    <w:rsid w:val="00CC12E7"/>
    <w:rsid w:val="00CC183D"/>
    <w:rsid w:val="00CC2AAF"/>
    <w:rsid w:val="00CC2E9F"/>
    <w:rsid w:val="00CC358B"/>
    <w:rsid w:val="00CC422F"/>
    <w:rsid w:val="00CC4249"/>
    <w:rsid w:val="00CC434E"/>
    <w:rsid w:val="00CC43E8"/>
    <w:rsid w:val="00CC4544"/>
    <w:rsid w:val="00CC46D3"/>
    <w:rsid w:val="00CC4A98"/>
    <w:rsid w:val="00CC4B3C"/>
    <w:rsid w:val="00CC4D12"/>
    <w:rsid w:val="00CC4F2F"/>
    <w:rsid w:val="00CC5780"/>
    <w:rsid w:val="00CC59C0"/>
    <w:rsid w:val="00CC5ACE"/>
    <w:rsid w:val="00CC5B9E"/>
    <w:rsid w:val="00CC61D5"/>
    <w:rsid w:val="00CC65DE"/>
    <w:rsid w:val="00CC6880"/>
    <w:rsid w:val="00CC6C80"/>
    <w:rsid w:val="00CC7E5B"/>
    <w:rsid w:val="00CD07CB"/>
    <w:rsid w:val="00CD0A21"/>
    <w:rsid w:val="00CD0B5A"/>
    <w:rsid w:val="00CD10C6"/>
    <w:rsid w:val="00CD18FE"/>
    <w:rsid w:val="00CD19D3"/>
    <w:rsid w:val="00CD1D05"/>
    <w:rsid w:val="00CD1E48"/>
    <w:rsid w:val="00CD2046"/>
    <w:rsid w:val="00CD2234"/>
    <w:rsid w:val="00CD42A0"/>
    <w:rsid w:val="00CD4853"/>
    <w:rsid w:val="00CD4F25"/>
    <w:rsid w:val="00CD4F3C"/>
    <w:rsid w:val="00CD6918"/>
    <w:rsid w:val="00CD7234"/>
    <w:rsid w:val="00CE0F81"/>
    <w:rsid w:val="00CE1B10"/>
    <w:rsid w:val="00CE1C3C"/>
    <w:rsid w:val="00CE37CC"/>
    <w:rsid w:val="00CE387D"/>
    <w:rsid w:val="00CE44A4"/>
    <w:rsid w:val="00CE45C9"/>
    <w:rsid w:val="00CE46ED"/>
    <w:rsid w:val="00CE47A7"/>
    <w:rsid w:val="00CE4E77"/>
    <w:rsid w:val="00CE4E82"/>
    <w:rsid w:val="00CE5138"/>
    <w:rsid w:val="00CE52D5"/>
    <w:rsid w:val="00CE5CDC"/>
    <w:rsid w:val="00CE7268"/>
    <w:rsid w:val="00CE76A4"/>
    <w:rsid w:val="00CE7E5A"/>
    <w:rsid w:val="00CE7F32"/>
    <w:rsid w:val="00CE7FB8"/>
    <w:rsid w:val="00CF0116"/>
    <w:rsid w:val="00CF0200"/>
    <w:rsid w:val="00CF11BF"/>
    <w:rsid w:val="00CF1488"/>
    <w:rsid w:val="00CF15B3"/>
    <w:rsid w:val="00CF161C"/>
    <w:rsid w:val="00CF1802"/>
    <w:rsid w:val="00CF1E74"/>
    <w:rsid w:val="00CF202B"/>
    <w:rsid w:val="00CF2649"/>
    <w:rsid w:val="00CF277C"/>
    <w:rsid w:val="00CF4367"/>
    <w:rsid w:val="00CF441E"/>
    <w:rsid w:val="00CF4672"/>
    <w:rsid w:val="00CF53DF"/>
    <w:rsid w:val="00CF5562"/>
    <w:rsid w:val="00CF5C50"/>
    <w:rsid w:val="00CF5D9E"/>
    <w:rsid w:val="00CF61D4"/>
    <w:rsid w:val="00CF6468"/>
    <w:rsid w:val="00CF6A15"/>
    <w:rsid w:val="00CF77A2"/>
    <w:rsid w:val="00CF7A98"/>
    <w:rsid w:val="00CF7CA1"/>
    <w:rsid w:val="00CF7EB0"/>
    <w:rsid w:val="00D00DCC"/>
    <w:rsid w:val="00D0129A"/>
    <w:rsid w:val="00D01B7A"/>
    <w:rsid w:val="00D02811"/>
    <w:rsid w:val="00D0369D"/>
    <w:rsid w:val="00D03B69"/>
    <w:rsid w:val="00D048A3"/>
    <w:rsid w:val="00D049B7"/>
    <w:rsid w:val="00D05C1D"/>
    <w:rsid w:val="00D05D0E"/>
    <w:rsid w:val="00D05D7C"/>
    <w:rsid w:val="00D05DF1"/>
    <w:rsid w:val="00D05F1B"/>
    <w:rsid w:val="00D06615"/>
    <w:rsid w:val="00D06D2C"/>
    <w:rsid w:val="00D06DE6"/>
    <w:rsid w:val="00D07233"/>
    <w:rsid w:val="00D07525"/>
    <w:rsid w:val="00D10379"/>
    <w:rsid w:val="00D10A71"/>
    <w:rsid w:val="00D11147"/>
    <w:rsid w:val="00D1141C"/>
    <w:rsid w:val="00D12280"/>
    <w:rsid w:val="00D130EC"/>
    <w:rsid w:val="00D134D5"/>
    <w:rsid w:val="00D136A3"/>
    <w:rsid w:val="00D13BAE"/>
    <w:rsid w:val="00D1440B"/>
    <w:rsid w:val="00D1446F"/>
    <w:rsid w:val="00D144A2"/>
    <w:rsid w:val="00D161C5"/>
    <w:rsid w:val="00D16541"/>
    <w:rsid w:val="00D1661F"/>
    <w:rsid w:val="00D16CBE"/>
    <w:rsid w:val="00D17AC3"/>
    <w:rsid w:val="00D17B19"/>
    <w:rsid w:val="00D200D0"/>
    <w:rsid w:val="00D20361"/>
    <w:rsid w:val="00D20DDD"/>
    <w:rsid w:val="00D214E6"/>
    <w:rsid w:val="00D21A29"/>
    <w:rsid w:val="00D22132"/>
    <w:rsid w:val="00D22849"/>
    <w:rsid w:val="00D23FC4"/>
    <w:rsid w:val="00D25028"/>
    <w:rsid w:val="00D2519D"/>
    <w:rsid w:val="00D25387"/>
    <w:rsid w:val="00D2561F"/>
    <w:rsid w:val="00D25AF6"/>
    <w:rsid w:val="00D25D72"/>
    <w:rsid w:val="00D26A82"/>
    <w:rsid w:val="00D27038"/>
    <w:rsid w:val="00D275CB"/>
    <w:rsid w:val="00D277A2"/>
    <w:rsid w:val="00D31ABE"/>
    <w:rsid w:val="00D31FA0"/>
    <w:rsid w:val="00D32380"/>
    <w:rsid w:val="00D32731"/>
    <w:rsid w:val="00D337C3"/>
    <w:rsid w:val="00D33852"/>
    <w:rsid w:val="00D34441"/>
    <w:rsid w:val="00D348CB"/>
    <w:rsid w:val="00D349F8"/>
    <w:rsid w:val="00D34DE3"/>
    <w:rsid w:val="00D358B5"/>
    <w:rsid w:val="00D35970"/>
    <w:rsid w:val="00D35AB7"/>
    <w:rsid w:val="00D35D78"/>
    <w:rsid w:val="00D3631C"/>
    <w:rsid w:val="00D3677A"/>
    <w:rsid w:val="00D3697F"/>
    <w:rsid w:val="00D37A59"/>
    <w:rsid w:val="00D37B52"/>
    <w:rsid w:val="00D40134"/>
    <w:rsid w:val="00D41152"/>
    <w:rsid w:val="00D41920"/>
    <w:rsid w:val="00D41A3F"/>
    <w:rsid w:val="00D41B6A"/>
    <w:rsid w:val="00D41BA3"/>
    <w:rsid w:val="00D4205D"/>
    <w:rsid w:val="00D43319"/>
    <w:rsid w:val="00D43326"/>
    <w:rsid w:val="00D43F71"/>
    <w:rsid w:val="00D446F6"/>
    <w:rsid w:val="00D44B31"/>
    <w:rsid w:val="00D457CE"/>
    <w:rsid w:val="00D46000"/>
    <w:rsid w:val="00D46488"/>
    <w:rsid w:val="00D464CF"/>
    <w:rsid w:val="00D46B3E"/>
    <w:rsid w:val="00D4749B"/>
    <w:rsid w:val="00D47CE0"/>
    <w:rsid w:val="00D501B6"/>
    <w:rsid w:val="00D507E2"/>
    <w:rsid w:val="00D50A16"/>
    <w:rsid w:val="00D50C9B"/>
    <w:rsid w:val="00D50E32"/>
    <w:rsid w:val="00D51330"/>
    <w:rsid w:val="00D527F6"/>
    <w:rsid w:val="00D53452"/>
    <w:rsid w:val="00D535C8"/>
    <w:rsid w:val="00D53849"/>
    <w:rsid w:val="00D540DE"/>
    <w:rsid w:val="00D55200"/>
    <w:rsid w:val="00D552D9"/>
    <w:rsid w:val="00D55CB3"/>
    <w:rsid w:val="00D55EB7"/>
    <w:rsid w:val="00D5618E"/>
    <w:rsid w:val="00D568CE"/>
    <w:rsid w:val="00D56D6A"/>
    <w:rsid w:val="00D57081"/>
    <w:rsid w:val="00D60504"/>
    <w:rsid w:val="00D61CE4"/>
    <w:rsid w:val="00D61FCD"/>
    <w:rsid w:val="00D6225D"/>
    <w:rsid w:val="00D62544"/>
    <w:rsid w:val="00D62BB9"/>
    <w:rsid w:val="00D62C71"/>
    <w:rsid w:val="00D63B94"/>
    <w:rsid w:val="00D6411B"/>
    <w:rsid w:val="00D641F2"/>
    <w:rsid w:val="00D641FB"/>
    <w:rsid w:val="00D645CD"/>
    <w:rsid w:val="00D64606"/>
    <w:rsid w:val="00D64698"/>
    <w:rsid w:val="00D647F9"/>
    <w:rsid w:val="00D64820"/>
    <w:rsid w:val="00D6527D"/>
    <w:rsid w:val="00D659CA"/>
    <w:rsid w:val="00D65C9D"/>
    <w:rsid w:val="00D65DA5"/>
    <w:rsid w:val="00D66AA0"/>
    <w:rsid w:val="00D66FB5"/>
    <w:rsid w:val="00D66FFC"/>
    <w:rsid w:val="00D67378"/>
    <w:rsid w:val="00D6741B"/>
    <w:rsid w:val="00D67519"/>
    <w:rsid w:val="00D67DAC"/>
    <w:rsid w:val="00D7003A"/>
    <w:rsid w:val="00D7109B"/>
    <w:rsid w:val="00D71C34"/>
    <w:rsid w:val="00D7247F"/>
    <w:rsid w:val="00D7278F"/>
    <w:rsid w:val="00D73CD2"/>
    <w:rsid w:val="00D73DAB"/>
    <w:rsid w:val="00D742E4"/>
    <w:rsid w:val="00D76760"/>
    <w:rsid w:val="00D7701D"/>
    <w:rsid w:val="00D77DFB"/>
    <w:rsid w:val="00D802F3"/>
    <w:rsid w:val="00D8088D"/>
    <w:rsid w:val="00D80D96"/>
    <w:rsid w:val="00D81CAD"/>
    <w:rsid w:val="00D820F4"/>
    <w:rsid w:val="00D82417"/>
    <w:rsid w:val="00D82B24"/>
    <w:rsid w:val="00D832FF"/>
    <w:rsid w:val="00D83946"/>
    <w:rsid w:val="00D83BCD"/>
    <w:rsid w:val="00D83CCF"/>
    <w:rsid w:val="00D844EB"/>
    <w:rsid w:val="00D8459B"/>
    <w:rsid w:val="00D84B47"/>
    <w:rsid w:val="00D84C80"/>
    <w:rsid w:val="00D84CA0"/>
    <w:rsid w:val="00D84DFD"/>
    <w:rsid w:val="00D852ED"/>
    <w:rsid w:val="00D85A4A"/>
    <w:rsid w:val="00D85D84"/>
    <w:rsid w:val="00D86045"/>
    <w:rsid w:val="00D860FB"/>
    <w:rsid w:val="00D8627C"/>
    <w:rsid w:val="00D86C8C"/>
    <w:rsid w:val="00D87F05"/>
    <w:rsid w:val="00D900C0"/>
    <w:rsid w:val="00D9076A"/>
    <w:rsid w:val="00D914CA"/>
    <w:rsid w:val="00D91B61"/>
    <w:rsid w:val="00D92356"/>
    <w:rsid w:val="00D92822"/>
    <w:rsid w:val="00D92887"/>
    <w:rsid w:val="00D92B90"/>
    <w:rsid w:val="00D935F9"/>
    <w:rsid w:val="00D9402A"/>
    <w:rsid w:val="00D94B9B"/>
    <w:rsid w:val="00D9568B"/>
    <w:rsid w:val="00D95AA1"/>
    <w:rsid w:val="00D95D16"/>
    <w:rsid w:val="00D97C0A"/>
    <w:rsid w:val="00D97E05"/>
    <w:rsid w:val="00DA00F0"/>
    <w:rsid w:val="00DA0313"/>
    <w:rsid w:val="00DA03A5"/>
    <w:rsid w:val="00DA0982"/>
    <w:rsid w:val="00DA0E9A"/>
    <w:rsid w:val="00DA1CB7"/>
    <w:rsid w:val="00DA2300"/>
    <w:rsid w:val="00DA2C7E"/>
    <w:rsid w:val="00DA2E70"/>
    <w:rsid w:val="00DA2ECF"/>
    <w:rsid w:val="00DA3089"/>
    <w:rsid w:val="00DA30B1"/>
    <w:rsid w:val="00DA30C7"/>
    <w:rsid w:val="00DA33FC"/>
    <w:rsid w:val="00DA4BB4"/>
    <w:rsid w:val="00DA55DB"/>
    <w:rsid w:val="00DA5778"/>
    <w:rsid w:val="00DA58EB"/>
    <w:rsid w:val="00DA6BE1"/>
    <w:rsid w:val="00DA6DE1"/>
    <w:rsid w:val="00DA7313"/>
    <w:rsid w:val="00DA7535"/>
    <w:rsid w:val="00DA7820"/>
    <w:rsid w:val="00DA7C0A"/>
    <w:rsid w:val="00DB002E"/>
    <w:rsid w:val="00DB2571"/>
    <w:rsid w:val="00DB35A8"/>
    <w:rsid w:val="00DB41E6"/>
    <w:rsid w:val="00DB5F46"/>
    <w:rsid w:val="00DB5FD9"/>
    <w:rsid w:val="00DB61C4"/>
    <w:rsid w:val="00DB7314"/>
    <w:rsid w:val="00DB76BE"/>
    <w:rsid w:val="00DB7A5D"/>
    <w:rsid w:val="00DB7B3C"/>
    <w:rsid w:val="00DB7B4B"/>
    <w:rsid w:val="00DC06B1"/>
    <w:rsid w:val="00DC06D8"/>
    <w:rsid w:val="00DC0F04"/>
    <w:rsid w:val="00DC124E"/>
    <w:rsid w:val="00DC12CD"/>
    <w:rsid w:val="00DC22D9"/>
    <w:rsid w:val="00DC282E"/>
    <w:rsid w:val="00DC2DC2"/>
    <w:rsid w:val="00DC2E71"/>
    <w:rsid w:val="00DC33EA"/>
    <w:rsid w:val="00DC3C9A"/>
    <w:rsid w:val="00DC43C4"/>
    <w:rsid w:val="00DC4AD9"/>
    <w:rsid w:val="00DC4CCD"/>
    <w:rsid w:val="00DC559A"/>
    <w:rsid w:val="00DC5D15"/>
    <w:rsid w:val="00DC60B0"/>
    <w:rsid w:val="00DC6675"/>
    <w:rsid w:val="00DC66C9"/>
    <w:rsid w:val="00DC68DD"/>
    <w:rsid w:val="00DC6FE0"/>
    <w:rsid w:val="00DC7E5F"/>
    <w:rsid w:val="00DD08D1"/>
    <w:rsid w:val="00DD0D94"/>
    <w:rsid w:val="00DD0FD8"/>
    <w:rsid w:val="00DD18AE"/>
    <w:rsid w:val="00DD18F6"/>
    <w:rsid w:val="00DD1B2C"/>
    <w:rsid w:val="00DD2B05"/>
    <w:rsid w:val="00DD3763"/>
    <w:rsid w:val="00DD3951"/>
    <w:rsid w:val="00DD4593"/>
    <w:rsid w:val="00DD4C6B"/>
    <w:rsid w:val="00DD4D66"/>
    <w:rsid w:val="00DD4DA7"/>
    <w:rsid w:val="00DD4ED2"/>
    <w:rsid w:val="00DD5430"/>
    <w:rsid w:val="00DD5FF9"/>
    <w:rsid w:val="00DD6D82"/>
    <w:rsid w:val="00DD7048"/>
    <w:rsid w:val="00DD77FB"/>
    <w:rsid w:val="00DE0925"/>
    <w:rsid w:val="00DE193E"/>
    <w:rsid w:val="00DE1EAC"/>
    <w:rsid w:val="00DE24CF"/>
    <w:rsid w:val="00DE258F"/>
    <w:rsid w:val="00DE2AE1"/>
    <w:rsid w:val="00DE3BB7"/>
    <w:rsid w:val="00DE3C5B"/>
    <w:rsid w:val="00DE400A"/>
    <w:rsid w:val="00DE483E"/>
    <w:rsid w:val="00DE4A7C"/>
    <w:rsid w:val="00DE5FD7"/>
    <w:rsid w:val="00DE6DBA"/>
    <w:rsid w:val="00DE6E1B"/>
    <w:rsid w:val="00DE7490"/>
    <w:rsid w:val="00DE7993"/>
    <w:rsid w:val="00DF0CF4"/>
    <w:rsid w:val="00DF10C9"/>
    <w:rsid w:val="00DF1CBC"/>
    <w:rsid w:val="00DF1FAE"/>
    <w:rsid w:val="00DF31E1"/>
    <w:rsid w:val="00DF4075"/>
    <w:rsid w:val="00DF44FC"/>
    <w:rsid w:val="00DF49EA"/>
    <w:rsid w:val="00DF4A8D"/>
    <w:rsid w:val="00DF59D5"/>
    <w:rsid w:val="00DF6947"/>
    <w:rsid w:val="00DF6A8E"/>
    <w:rsid w:val="00DF6C17"/>
    <w:rsid w:val="00DF7B78"/>
    <w:rsid w:val="00DF7C99"/>
    <w:rsid w:val="00E008EF"/>
    <w:rsid w:val="00E00BD6"/>
    <w:rsid w:val="00E00E4D"/>
    <w:rsid w:val="00E01125"/>
    <w:rsid w:val="00E01506"/>
    <w:rsid w:val="00E01539"/>
    <w:rsid w:val="00E01F5D"/>
    <w:rsid w:val="00E01F81"/>
    <w:rsid w:val="00E02785"/>
    <w:rsid w:val="00E02878"/>
    <w:rsid w:val="00E02A5F"/>
    <w:rsid w:val="00E033A2"/>
    <w:rsid w:val="00E0392D"/>
    <w:rsid w:val="00E04326"/>
    <w:rsid w:val="00E04BA2"/>
    <w:rsid w:val="00E0684C"/>
    <w:rsid w:val="00E0701D"/>
    <w:rsid w:val="00E07A42"/>
    <w:rsid w:val="00E101ED"/>
    <w:rsid w:val="00E10247"/>
    <w:rsid w:val="00E103D2"/>
    <w:rsid w:val="00E10492"/>
    <w:rsid w:val="00E10EA5"/>
    <w:rsid w:val="00E11396"/>
    <w:rsid w:val="00E114C1"/>
    <w:rsid w:val="00E12FF1"/>
    <w:rsid w:val="00E13069"/>
    <w:rsid w:val="00E1341E"/>
    <w:rsid w:val="00E135DD"/>
    <w:rsid w:val="00E140B5"/>
    <w:rsid w:val="00E14136"/>
    <w:rsid w:val="00E1443E"/>
    <w:rsid w:val="00E15315"/>
    <w:rsid w:val="00E16CD8"/>
    <w:rsid w:val="00E170D3"/>
    <w:rsid w:val="00E1711B"/>
    <w:rsid w:val="00E17586"/>
    <w:rsid w:val="00E17CDC"/>
    <w:rsid w:val="00E20F34"/>
    <w:rsid w:val="00E217A8"/>
    <w:rsid w:val="00E2221A"/>
    <w:rsid w:val="00E22398"/>
    <w:rsid w:val="00E22581"/>
    <w:rsid w:val="00E23373"/>
    <w:rsid w:val="00E23AB3"/>
    <w:rsid w:val="00E24D0C"/>
    <w:rsid w:val="00E254C0"/>
    <w:rsid w:val="00E25F0A"/>
    <w:rsid w:val="00E266A0"/>
    <w:rsid w:val="00E26FCA"/>
    <w:rsid w:val="00E27975"/>
    <w:rsid w:val="00E27F48"/>
    <w:rsid w:val="00E3007B"/>
    <w:rsid w:val="00E30379"/>
    <w:rsid w:val="00E30464"/>
    <w:rsid w:val="00E30692"/>
    <w:rsid w:val="00E30753"/>
    <w:rsid w:val="00E30824"/>
    <w:rsid w:val="00E308C5"/>
    <w:rsid w:val="00E30D5B"/>
    <w:rsid w:val="00E312F2"/>
    <w:rsid w:val="00E3136A"/>
    <w:rsid w:val="00E31BFA"/>
    <w:rsid w:val="00E31D0E"/>
    <w:rsid w:val="00E32C2A"/>
    <w:rsid w:val="00E33726"/>
    <w:rsid w:val="00E33C86"/>
    <w:rsid w:val="00E33D51"/>
    <w:rsid w:val="00E34678"/>
    <w:rsid w:val="00E34B98"/>
    <w:rsid w:val="00E35071"/>
    <w:rsid w:val="00E3577D"/>
    <w:rsid w:val="00E35848"/>
    <w:rsid w:val="00E36034"/>
    <w:rsid w:val="00E362EA"/>
    <w:rsid w:val="00E36EA5"/>
    <w:rsid w:val="00E37795"/>
    <w:rsid w:val="00E37B93"/>
    <w:rsid w:val="00E37F94"/>
    <w:rsid w:val="00E401B7"/>
    <w:rsid w:val="00E40E96"/>
    <w:rsid w:val="00E41A24"/>
    <w:rsid w:val="00E4282D"/>
    <w:rsid w:val="00E4289F"/>
    <w:rsid w:val="00E42A27"/>
    <w:rsid w:val="00E43606"/>
    <w:rsid w:val="00E4445A"/>
    <w:rsid w:val="00E44BA3"/>
    <w:rsid w:val="00E44F04"/>
    <w:rsid w:val="00E45008"/>
    <w:rsid w:val="00E4572E"/>
    <w:rsid w:val="00E47031"/>
    <w:rsid w:val="00E474F5"/>
    <w:rsid w:val="00E475AA"/>
    <w:rsid w:val="00E47752"/>
    <w:rsid w:val="00E5054E"/>
    <w:rsid w:val="00E50E9C"/>
    <w:rsid w:val="00E5102C"/>
    <w:rsid w:val="00E51465"/>
    <w:rsid w:val="00E51D49"/>
    <w:rsid w:val="00E521CA"/>
    <w:rsid w:val="00E53556"/>
    <w:rsid w:val="00E5375C"/>
    <w:rsid w:val="00E53E01"/>
    <w:rsid w:val="00E54382"/>
    <w:rsid w:val="00E5482A"/>
    <w:rsid w:val="00E55EBC"/>
    <w:rsid w:val="00E567C4"/>
    <w:rsid w:val="00E56DBF"/>
    <w:rsid w:val="00E56FE4"/>
    <w:rsid w:val="00E57775"/>
    <w:rsid w:val="00E5785C"/>
    <w:rsid w:val="00E57C1E"/>
    <w:rsid w:val="00E60A31"/>
    <w:rsid w:val="00E620C3"/>
    <w:rsid w:val="00E62E79"/>
    <w:rsid w:val="00E639A8"/>
    <w:rsid w:val="00E64181"/>
    <w:rsid w:val="00E64319"/>
    <w:rsid w:val="00E64BD6"/>
    <w:rsid w:val="00E64CC6"/>
    <w:rsid w:val="00E6579F"/>
    <w:rsid w:val="00E6594E"/>
    <w:rsid w:val="00E6623E"/>
    <w:rsid w:val="00E669B9"/>
    <w:rsid w:val="00E66AD6"/>
    <w:rsid w:val="00E66D01"/>
    <w:rsid w:val="00E67177"/>
    <w:rsid w:val="00E67390"/>
    <w:rsid w:val="00E67B2E"/>
    <w:rsid w:val="00E67C6B"/>
    <w:rsid w:val="00E67C92"/>
    <w:rsid w:val="00E67D41"/>
    <w:rsid w:val="00E70759"/>
    <w:rsid w:val="00E71051"/>
    <w:rsid w:val="00E711E3"/>
    <w:rsid w:val="00E716B1"/>
    <w:rsid w:val="00E71A98"/>
    <w:rsid w:val="00E71BB3"/>
    <w:rsid w:val="00E71CA0"/>
    <w:rsid w:val="00E727EF"/>
    <w:rsid w:val="00E729AD"/>
    <w:rsid w:val="00E731D4"/>
    <w:rsid w:val="00E73CF9"/>
    <w:rsid w:val="00E73F28"/>
    <w:rsid w:val="00E7495A"/>
    <w:rsid w:val="00E74D6F"/>
    <w:rsid w:val="00E7536D"/>
    <w:rsid w:val="00E75424"/>
    <w:rsid w:val="00E75C23"/>
    <w:rsid w:val="00E76013"/>
    <w:rsid w:val="00E76CCE"/>
    <w:rsid w:val="00E772B6"/>
    <w:rsid w:val="00E77660"/>
    <w:rsid w:val="00E7785B"/>
    <w:rsid w:val="00E8003B"/>
    <w:rsid w:val="00E80515"/>
    <w:rsid w:val="00E81E5A"/>
    <w:rsid w:val="00E82CC1"/>
    <w:rsid w:val="00E82EDE"/>
    <w:rsid w:val="00E83052"/>
    <w:rsid w:val="00E836F9"/>
    <w:rsid w:val="00E83886"/>
    <w:rsid w:val="00E83CAC"/>
    <w:rsid w:val="00E8464A"/>
    <w:rsid w:val="00E84ED6"/>
    <w:rsid w:val="00E85402"/>
    <w:rsid w:val="00E85BFF"/>
    <w:rsid w:val="00E85F64"/>
    <w:rsid w:val="00E85FF4"/>
    <w:rsid w:val="00E86468"/>
    <w:rsid w:val="00E8662C"/>
    <w:rsid w:val="00E86F09"/>
    <w:rsid w:val="00E87419"/>
    <w:rsid w:val="00E87F68"/>
    <w:rsid w:val="00E9115B"/>
    <w:rsid w:val="00E9148E"/>
    <w:rsid w:val="00E91AE5"/>
    <w:rsid w:val="00E91CEC"/>
    <w:rsid w:val="00E91F61"/>
    <w:rsid w:val="00E923CF"/>
    <w:rsid w:val="00E92595"/>
    <w:rsid w:val="00E92A89"/>
    <w:rsid w:val="00E92D8D"/>
    <w:rsid w:val="00E937E8"/>
    <w:rsid w:val="00E938F8"/>
    <w:rsid w:val="00E94D1F"/>
    <w:rsid w:val="00E954BA"/>
    <w:rsid w:val="00E96E57"/>
    <w:rsid w:val="00E96FFC"/>
    <w:rsid w:val="00E97612"/>
    <w:rsid w:val="00E9788E"/>
    <w:rsid w:val="00E97B60"/>
    <w:rsid w:val="00EA0A13"/>
    <w:rsid w:val="00EA11E9"/>
    <w:rsid w:val="00EA20E8"/>
    <w:rsid w:val="00EA39B9"/>
    <w:rsid w:val="00EA39CF"/>
    <w:rsid w:val="00EA434B"/>
    <w:rsid w:val="00EA459B"/>
    <w:rsid w:val="00EA507E"/>
    <w:rsid w:val="00EA5464"/>
    <w:rsid w:val="00EA67FC"/>
    <w:rsid w:val="00EA6F60"/>
    <w:rsid w:val="00EA744D"/>
    <w:rsid w:val="00EA7729"/>
    <w:rsid w:val="00EB0300"/>
    <w:rsid w:val="00EB0454"/>
    <w:rsid w:val="00EB0735"/>
    <w:rsid w:val="00EB1095"/>
    <w:rsid w:val="00EB11BF"/>
    <w:rsid w:val="00EB1244"/>
    <w:rsid w:val="00EB1A6C"/>
    <w:rsid w:val="00EB1ACD"/>
    <w:rsid w:val="00EB1C43"/>
    <w:rsid w:val="00EB1E20"/>
    <w:rsid w:val="00EB1FF0"/>
    <w:rsid w:val="00EB206B"/>
    <w:rsid w:val="00EB2134"/>
    <w:rsid w:val="00EB2F77"/>
    <w:rsid w:val="00EB30AB"/>
    <w:rsid w:val="00EB37CE"/>
    <w:rsid w:val="00EB553E"/>
    <w:rsid w:val="00EB5B1F"/>
    <w:rsid w:val="00EB5EA2"/>
    <w:rsid w:val="00EB60BA"/>
    <w:rsid w:val="00EB6121"/>
    <w:rsid w:val="00EB6804"/>
    <w:rsid w:val="00EB690C"/>
    <w:rsid w:val="00EC1936"/>
    <w:rsid w:val="00EC25E4"/>
    <w:rsid w:val="00EC3767"/>
    <w:rsid w:val="00EC3B5C"/>
    <w:rsid w:val="00EC4140"/>
    <w:rsid w:val="00EC432E"/>
    <w:rsid w:val="00EC4D31"/>
    <w:rsid w:val="00EC4D75"/>
    <w:rsid w:val="00EC51DD"/>
    <w:rsid w:val="00EC54A6"/>
    <w:rsid w:val="00EC5F36"/>
    <w:rsid w:val="00EC67B6"/>
    <w:rsid w:val="00EC711E"/>
    <w:rsid w:val="00EC74C1"/>
    <w:rsid w:val="00EC78A1"/>
    <w:rsid w:val="00EC7DCA"/>
    <w:rsid w:val="00ED0454"/>
    <w:rsid w:val="00ED06D9"/>
    <w:rsid w:val="00ED20FA"/>
    <w:rsid w:val="00ED250C"/>
    <w:rsid w:val="00ED2C39"/>
    <w:rsid w:val="00ED30EE"/>
    <w:rsid w:val="00ED360E"/>
    <w:rsid w:val="00ED3691"/>
    <w:rsid w:val="00ED3706"/>
    <w:rsid w:val="00ED403F"/>
    <w:rsid w:val="00ED4D76"/>
    <w:rsid w:val="00ED6723"/>
    <w:rsid w:val="00ED6D8E"/>
    <w:rsid w:val="00ED6DD2"/>
    <w:rsid w:val="00ED711C"/>
    <w:rsid w:val="00ED7180"/>
    <w:rsid w:val="00ED7B3E"/>
    <w:rsid w:val="00ED7F96"/>
    <w:rsid w:val="00EE085B"/>
    <w:rsid w:val="00EE102D"/>
    <w:rsid w:val="00EE11AD"/>
    <w:rsid w:val="00EE12A9"/>
    <w:rsid w:val="00EE15B7"/>
    <w:rsid w:val="00EE167F"/>
    <w:rsid w:val="00EE27DE"/>
    <w:rsid w:val="00EE2C12"/>
    <w:rsid w:val="00EE3306"/>
    <w:rsid w:val="00EE3A58"/>
    <w:rsid w:val="00EE3F78"/>
    <w:rsid w:val="00EE59E7"/>
    <w:rsid w:val="00EE62EA"/>
    <w:rsid w:val="00EE6853"/>
    <w:rsid w:val="00EE6BF7"/>
    <w:rsid w:val="00EE78FC"/>
    <w:rsid w:val="00EE7B99"/>
    <w:rsid w:val="00EF0141"/>
    <w:rsid w:val="00EF0AF8"/>
    <w:rsid w:val="00EF138D"/>
    <w:rsid w:val="00EF17C1"/>
    <w:rsid w:val="00EF27A7"/>
    <w:rsid w:val="00EF2A50"/>
    <w:rsid w:val="00EF2AF2"/>
    <w:rsid w:val="00EF2D7D"/>
    <w:rsid w:val="00EF3875"/>
    <w:rsid w:val="00EF3C14"/>
    <w:rsid w:val="00EF4304"/>
    <w:rsid w:val="00EF4579"/>
    <w:rsid w:val="00EF4BEC"/>
    <w:rsid w:val="00EF56F2"/>
    <w:rsid w:val="00EF5791"/>
    <w:rsid w:val="00EF6079"/>
    <w:rsid w:val="00EF666D"/>
    <w:rsid w:val="00EF7352"/>
    <w:rsid w:val="00EF7594"/>
    <w:rsid w:val="00F00A7F"/>
    <w:rsid w:val="00F01452"/>
    <w:rsid w:val="00F02149"/>
    <w:rsid w:val="00F02F21"/>
    <w:rsid w:val="00F03A65"/>
    <w:rsid w:val="00F047FF"/>
    <w:rsid w:val="00F04951"/>
    <w:rsid w:val="00F04C33"/>
    <w:rsid w:val="00F056BA"/>
    <w:rsid w:val="00F05AF6"/>
    <w:rsid w:val="00F06683"/>
    <w:rsid w:val="00F06AF5"/>
    <w:rsid w:val="00F06D40"/>
    <w:rsid w:val="00F07778"/>
    <w:rsid w:val="00F112F9"/>
    <w:rsid w:val="00F11CFA"/>
    <w:rsid w:val="00F1334F"/>
    <w:rsid w:val="00F13649"/>
    <w:rsid w:val="00F1440D"/>
    <w:rsid w:val="00F158F9"/>
    <w:rsid w:val="00F15972"/>
    <w:rsid w:val="00F1620F"/>
    <w:rsid w:val="00F162AB"/>
    <w:rsid w:val="00F1748A"/>
    <w:rsid w:val="00F17925"/>
    <w:rsid w:val="00F207EA"/>
    <w:rsid w:val="00F20F21"/>
    <w:rsid w:val="00F21913"/>
    <w:rsid w:val="00F21C2B"/>
    <w:rsid w:val="00F22CDD"/>
    <w:rsid w:val="00F22D07"/>
    <w:rsid w:val="00F239E7"/>
    <w:rsid w:val="00F23AA6"/>
    <w:rsid w:val="00F245DF"/>
    <w:rsid w:val="00F24D56"/>
    <w:rsid w:val="00F252C5"/>
    <w:rsid w:val="00F2595D"/>
    <w:rsid w:val="00F26F09"/>
    <w:rsid w:val="00F274A1"/>
    <w:rsid w:val="00F31073"/>
    <w:rsid w:val="00F314CF"/>
    <w:rsid w:val="00F31BD4"/>
    <w:rsid w:val="00F31C0A"/>
    <w:rsid w:val="00F31F25"/>
    <w:rsid w:val="00F329E6"/>
    <w:rsid w:val="00F33009"/>
    <w:rsid w:val="00F33DA9"/>
    <w:rsid w:val="00F342BC"/>
    <w:rsid w:val="00F345FF"/>
    <w:rsid w:val="00F3465F"/>
    <w:rsid w:val="00F34A94"/>
    <w:rsid w:val="00F35051"/>
    <w:rsid w:val="00F356D7"/>
    <w:rsid w:val="00F35B7E"/>
    <w:rsid w:val="00F362ED"/>
    <w:rsid w:val="00F362FB"/>
    <w:rsid w:val="00F363CE"/>
    <w:rsid w:val="00F369CB"/>
    <w:rsid w:val="00F37E34"/>
    <w:rsid w:val="00F408B5"/>
    <w:rsid w:val="00F40B47"/>
    <w:rsid w:val="00F410CE"/>
    <w:rsid w:val="00F41A64"/>
    <w:rsid w:val="00F427CC"/>
    <w:rsid w:val="00F428E8"/>
    <w:rsid w:val="00F42A6E"/>
    <w:rsid w:val="00F4352F"/>
    <w:rsid w:val="00F43744"/>
    <w:rsid w:val="00F4431A"/>
    <w:rsid w:val="00F44511"/>
    <w:rsid w:val="00F44B9D"/>
    <w:rsid w:val="00F454F4"/>
    <w:rsid w:val="00F45C47"/>
    <w:rsid w:val="00F45DE8"/>
    <w:rsid w:val="00F46097"/>
    <w:rsid w:val="00F4620D"/>
    <w:rsid w:val="00F470B1"/>
    <w:rsid w:val="00F47BFE"/>
    <w:rsid w:val="00F507A5"/>
    <w:rsid w:val="00F518A6"/>
    <w:rsid w:val="00F51B41"/>
    <w:rsid w:val="00F51C1B"/>
    <w:rsid w:val="00F51EEA"/>
    <w:rsid w:val="00F52057"/>
    <w:rsid w:val="00F5224C"/>
    <w:rsid w:val="00F527AE"/>
    <w:rsid w:val="00F531F5"/>
    <w:rsid w:val="00F5352F"/>
    <w:rsid w:val="00F537A8"/>
    <w:rsid w:val="00F5477B"/>
    <w:rsid w:val="00F549B0"/>
    <w:rsid w:val="00F54D41"/>
    <w:rsid w:val="00F55D39"/>
    <w:rsid w:val="00F55F92"/>
    <w:rsid w:val="00F565CC"/>
    <w:rsid w:val="00F56B41"/>
    <w:rsid w:val="00F57D72"/>
    <w:rsid w:val="00F60120"/>
    <w:rsid w:val="00F6078F"/>
    <w:rsid w:val="00F60862"/>
    <w:rsid w:val="00F60B84"/>
    <w:rsid w:val="00F6134F"/>
    <w:rsid w:val="00F61528"/>
    <w:rsid w:val="00F618ED"/>
    <w:rsid w:val="00F6197D"/>
    <w:rsid w:val="00F6225C"/>
    <w:rsid w:val="00F62E10"/>
    <w:rsid w:val="00F63207"/>
    <w:rsid w:val="00F632A9"/>
    <w:rsid w:val="00F63778"/>
    <w:rsid w:val="00F63876"/>
    <w:rsid w:val="00F63AE5"/>
    <w:rsid w:val="00F6401B"/>
    <w:rsid w:val="00F64749"/>
    <w:rsid w:val="00F647D8"/>
    <w:rsid w:val="00F64FF8"/>
    <w:rsid w:val="00F65219"/>
    <w:rsid w:val="00F67046"/>
    <w:rsid w:val="00F67ACB"/>
    <w:rsid w:val="00F70A7D"/>
    <w:rsid w:val="00F70D8E"/>
    <w:rsid w:val="00F70E81"/>
    <w:rsid w:val="00F70F59"/>
    <w:rsid w:val="00F710E8"/>
    <w:rsid w:val="00F71DC6"/>
    <w:rsid w:val="00F728C6"/>
    <w:rsid w:val="00F72EE2"/>
    <w:rsid w:val="00F73398"/>
    <w:rsid w:val="00F7341A"/>
    <w:rsid w:val="00F74EB3"/>
    <w:rsid w:val="00F74ED1"/>
    <w:rsid w:val="00F75839"/>
    <w:rsid w:val="00F75BBC"/>
    <w:rsid w:val="00F75D63"/>
    <w:rsid w:val="00F75F36"/>
    <w:rsid w:val="00F761E9"/>
    <w:rsid w:val="00F766EF"/>
    <w:rsid w:val="00F7734D"/>
    <w:rsid w:val="00F773B6"/>
    <w:rsid w:val="00F7755A"/>
    <w:rsid w:val="00F80E23"/>
    <w:rsid w:val="00F816BD"/>
    <w:rsid w:val="00F81830"/>
    <w:rsid w:val="00F81ADE"/>
    <w:rsid w:val="00F827A8"/>
    <w:rsid w:val="00F82C2D"/>
    <w:rsid w:val="00F82C3E"/>
    <w:rsid w:val="00F831B6"/>
    <w:rsid w:val="00F8385C"/>
    <w:rsid w:val="00F83B2F"/>
    <w:rsid w:val="00F83E40"/>
    <w:rsid w:val="00F84127"/>
    <w:rsid w:val="00F842DC"/>
    <w:rsid w:val="00F84A65"/>
    <w:rsid w:val="00F8563A"/>
    <w:rsid w:val="00F861FB"/>
    <w:rsid w:val="00F865CC"/>
    <w:rsid w:val="00F87362"/>
    <w:rsid w:val="00F87B91"/>
    <w:rsid w:val="00F90584"/>
    <w:rsid w:val="00F90699"/>
    <w:rsid w:val="00F90E06"/>
    <w:rsid w:val="00F91BB5"/>
    <w:rsid w:val="00F91C08"/>
    <w:rsid w:val="00F91C30"/>
    <w:rsid w:val="00F92BD6"/>
    <w:rsid w:val="00F92D48"/>
    <w:rsid w:val="00F93926"/>
    <w:rsid w:val="00F940A9"/>
    <w:rsid w:val="00F949C0"/>
    <w:rsid w:val="00F95281"/>
    <w:rsid w:val="00F953E5"/>
    <w:rsid w:val="00F95435"/>
    <w:rsid w:val="00F95929"/>
    <w:rsid w:val="00F960F7"/>
    <w:rsid w:val="00F97A7C"/>
    <w:rsid w:val="00FA03C6"/>
    <w:rsid w:val="00FA0574"/>
    <w:rsid w:val="00FA0B9A"/>
    <w:rsid w:val="00FA155F"/>
    <w:rsid w:val="00FA1870"/>
    <w:rsid w:val="00FA1A92"/>
    <w:rsid w:val="00FA1FDF"/>
    <w:rsid w:val="00FA2536"/>
    <w:rsid w:val="00FA2AD9"/>
    <w:rsid w:val="00FA2D06"/>
    <w:rsid w:val="00FA31E4"/>
    <w:rsid w:val="00FA34EE"/>
    <w:rsid w:val="00FA3F6E"/>
    <w:rsid w:val="00FA42AC"/>
    <w:rsid w:val="00FA48D3"/>
    <w:rsid w:val="00FA4A8C"/>
    <w:rsid w:val="00FA5626"/>
    <w:rsid w:val="00FA5CD4"/>
    <w:rsid w:val="00FA6249"/>
    <w:rsid w:val="00FA6475"/>
    <w:rsid w:val="00FA657D"/>
    <w:rsid w:val="00FA7AA4"/>
    <w:rsid w:val="00FA7D30"/>
    <w:rsid w:val="00FB0325"/>
    <w:rsid w:val="00FB05DD"/>
    <w:rsid w:val="00FB06AA"/>
    <w:rsid w:val="00FB2FAC"/>
    <w:rsid w:val="00FB3734"/>
    <w:rsid w:val="00FB382C"/>
    <w:rsid w:val="00FB3E94"/>
    <w:rsid w:val="00FB4CF6"/>
    <w:rsid w:val="00FB5DA6"/>
    <w:rsid w:val="00FB5E9C"/>
    <w:rsid w:val="00FB6A7B"/>
    <w:rsid w:val="00FC07BE"/>
    <w:rsid w:val="00FC09A4"/>
    <w:rsid w:val="00FC0B37"/>
    <w:rsid w:val="00FC22F0"/>
    <w:rsid w:val="00FC236A"/>
    <w:rsid w:val="00FC242F"/>
    <w:rsid w:val="00FC28AB"/>
    <w:rsid w:val="00FC3651"/>
    <w:rsid w:val="00FC3C12"/>
    <w:rsid w:val="00FC4B01"/>
    <w:rsid w:val="00FC4BF5"/>
    <w:rsid w:val="00FC4C01"/>
    <w:rsid w:val="00FC5662"/>
    <w:rsid w:val="00FC5992"/>
    <w:rsid w:val="00FC6374"/>
    <w:rsid w:val="00FC63FA"/>
    <w:rsid w:val="00FC64DD"/>
    <w:rsid w:val="00FC665F"/>
    <w:rsid w:val="00FC6787"/>
    <w:rsid w:val="00FC68DF"/>
    <w:rsid w:val="00FC6E00"/>
    <w:rsid w:val="00FC7006"/>
    <w:rsid w:val="00FC70D8"/>
    <w:rsid w:val="00FC7309"/>
    <w:rsid w:val="00FC7370"/>
    <w:rsid w:val="00FC7996"/>
    <w:rsid w:val="00FC7BC9"/>
    <w:rsid w:val="00FD0806"/>
    <w:rsid w:val="00FD2294"/>
    <w:rsid w:val="00FD236D"/>
    <w:rsid w:val="00FD2397"/>
    <w:rsid w:val="00FD27F2"/>
    <w:rsid w:val="00FD357C"/>
    <w:rsid w:val="00FD371E"/>
    <w:rsid w:val="00FD4456"/>
    <w:rsid w:val="00FD5050"/>
    <w:rsid w:val="00FD520F"/>
    <w:rsid w:val="00FD5912"/>
    <w:rsid w:val="00FD61E2"/>
    <w:rsid w:val="00FD63B5"/>
    <w:rsid w:val="00FD6424"/>
    <w:rsid w:val="00FD6854"/>
    <w:rsid w:val="00FD6AF4"/>
    <w:rsid w:val="00FD6CED"/>
    <w:rsid w:val="00FD7533"/>
    <w:rsid w:val="00FD7DEB"/>
    <w:rsid w:val="00FE0A44"/>
    <w:rsid w:val="00FE1A79"/>
    <w:rsid w:val="00FE1C42"/>
    <w:rsid w:val="00FE2310"/>
    <w:rsid w:val="00FE29E5"/>
    <w:rsid w:val="00FE3143"/>
    <w:rsid w:val="00FE325A"/>
    <w:rsid w:val="00FE3715"/>
    <w:rsid w:val="00FE37FD"/>
    <w:rsid w:val="00FE46F2"/>
    <w:rsid w:val="00FE4B8C"/>
    <w:rsid w:val="00FE5A72"/>
    <w:rsid w:val="00FE6084"/>
    <w:rsid w:val="00FF053A"/>
    <w:rsid w:val="00FF1276"/>
    <w:rsid w:val="00FF1BAE"/>
    <w:rsid w:val="00FF1C8D"/>
    <w:rsid w:val="00FF1E50"/>
    <w:rsid w:val="00FF2236"/>
    <w:rsid w:val="00FF41ED"/>
    <w:rsid w:val="00FF470F"/>
    <w:rsid w:val="00FF505B"/>
    <w:rsid w:val="00FF577C"/>
    <w:rsid w:val="00FF64F8"/>
    <w:rsid w:val="00FF684C"/>
    <w:rsid w:val="00FF7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90E9FED"/>
  <w15:docId w15:val="{4A33FA7A-27AC-410E-94D0-4CD660CC5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2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50C8"/>
    <w:pPr>
      <w:jc w:val="both"/>
    </w:pPr>
    <w:rPr>
      <w:rFonts w:ascii="Verdana" w:hAnsi="Verdana"/>
      <w:sz w:val="18"/>
      <w:lang w:eastAsia="en-GB"/>
    </w:rPr>
  </w:style>
  <w:style w:type="paragraph" w:styleId="Heading1">
    <w:name w:val="heading 1"/>
    <w:basedOn w:val="Body"/>
    <w:next w:val="Normal"/>
    <w:link w:val="Heading1Char"/>
    <w:qFormat/>
    <w:rsid w:val="00F342BC"/>
    <w:pPr>
      <w:numPr>
        <w:numId w:val="12"/>
      </w:numPr>
      <w:spacing w:after="0"/>
      <w:ind w:left="709" w:hanging="709"/>
      <w:outlineLvl w:val="0"/>
    </w:pPr>
    <w:rPr>
      <w:b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basedOn w:val="Normal"/>
    <w:qFormat/>
    <w:rsid w:val="009C44F0"/>
    <w:pPr>
      <w:numPr>
        <w:numId w:val="9"/>
      </w:numPr>
      <w:spacing w:after="240"/>
    </w:pPr>
  </w:style>
  <w:style w:type="paragraph" w:customStyle="1" w:styleId="aDefinition">
    <w:name w:val="(a) Definition"/>
    <w:basedOn w:val="Body"/>
    <w:qFormat/>
    <w:rsid w:val="00F44B9D"/>
    <w:pPr>
      <w:numPr>
        <w:ilvl w:val="1"/>
      </w:numPr>
    </w:pPr>
  </w:style>
  <w:style w:type="paragraph" w:customStyle="1" w:styleId="iDefinition">
    <w:name w:val="(i) Definition"/>
    <w:basedOn w:val="Body"/>
    <w:qFormat/>
    <w:rsid w:val="005D221E"/>
    <w:pPr>
      <w:numPr>
        <w:ilvl w:val="2"/>
      </w:numPr>
      <w:tabs>
        <w:tab w:val="clear" w:pos="1843"/>
      </w:tabs>
    </w:pPr>
  </w:style>
  <w:style w:type="paragraph" w:customStyle="1" w:styleId="Body1">
    <w:name w:val="Body 1"/>
    <w:basedOn w:val="Body"/>
    <w:uiPriority w:val="2"/>
    <w:semiHidden/>
    <w:qFormat/>
    <w:rsid w:val="005D221E"/>
    <w:pPr>
      <w:ind w:left="851"/>
    </w:pPr>
  </w:style>
  <w:style w:type="paragraph" w:customStyle="1" w:styleId="Background">
    <w:name w:val="Background"/>
    <w:basedOn w:val="Body1"/>
    <w:uiPriority w:val="2"/>
    <w:semiHidden/>
    <w:qFormat/>
    <w:rsid w:val="005D221E"/>
    <w:pPr>
      <w:numPr>
        <w:numId w:val="1"/>
      </w:numPr>
    </w:pPr>
  </w:style>
  <w:style w:type="paragraph" w:customStyle="1" w:styleId="Body2">
    <w:name w:val="Body 2"/>
    <w:basedOn w:val="Body1"/>
    <w:uiPriority w:val="2"/>
    <w:semiHidden/>
    <w:qFormat/>
    <w:rsid w:val="005D221E"/>
  </w:style>
  <w:style w:type="paragraph" w:customStyle="1" w:styleId="Body3">
    <w:name w:val="Body 3"/>
    <w:basedOn w:val="Body2"/>
    <w:uiPriority w:val="2"/>
    <w:semiHidden/>
    <w:qFormat/>
    <w:rsid w:val="005D221E"/>
    <w:pPr>
      <w:ind w:left="1843"/>
    </w:pPr>
  </w:style>
  <w:style w:type="paragraph" w:customStyle="1" w:styleId="Body4">
    <w:name w:val="Body 4"/>
    <w:basedOn w:val="Body3"/>
    <w:uiPriority w:val="2"/>
    <w:semiHidden/>
    <w:qFormat/>
    <w:rsid w:val="005D221E"/>
    <w:pPr>
      <w:ind w:left="3119"/>
    </w:pPr>
  </w:style>
  <w:style w:type="paragraph" w:customStyle="1" w:styleId="Body5">
    <w:name w:val="Body 5"/>
    <w:basedOn w:val="Body3"/>
    <w:uiPriority w:val="2"/>
    <w:semiHidden/>
    <w:qFormat/>
    <w:rsid w:val="005D221E"/>
    <w:pPr>
      <w:ind w:left="3119"/>
    </w:pPr>
  </w:style>
  <w:style w:type="paragraph" w:customStyle="1" w:styleId="Bullet1">
    <w:name w:val="Bullet 1"/>
    <w:basedOn w:val="Body1"/>
    <w:uiPriority w:val="2"/>
    <w:semiHidden/>
    <w:qFormat/>
    <w:rsid w:val="005D221E"/>
    <w:pPr>
      <w:numPr>
        <w:numId w:val="2"/>
      </w:numPr>
    </w:pPr>
  </w:style>
  <w:style w:type="paragraph" w:customStyle="1" w:styleId="Bullet2">
    <w:name w:val="Bullet 2"/>
    <w:basedOn w:val="Body2"/>
    <w:uiPriority w:val="2"/>
    <w:semiHidden/>
    <w:qFormat/>
    <w:rsid w:val="005D221E"/>
    <w:pPr>
      <w:numPr>
        <w:ilvl w:val="1"/>
        <w:numId w:val="2"/>
      </w:numPr>
    </w:pPr>
  </w:style>
  <w:style w:type="paragraph" w:customStyle="1" w:styleId="Bullet3">
    <w:name w:val="Bullet 3"/>
    <w:basedOn w:val="Body3"/>
    <w:uiPriority w:val="2"/>
    <w:semiHidden/>
    <w:qFormat/>
    <w:rsid w:val="005D221E"/>
    <w:pPr>
      <w:numPr>
        <w:ilvl w:val="2"/>
        <w:numId w:val="2"/>
      </w:numPr>
    </w:pPr>
  </w:style>
  <w:style w:type="character" w:customStyle="1" w:styleId="CrossReference">
    <w:name w:val="Cross Reference"/>
    <w:basedOn w:val="DefaultParagraphFont"/>
    <w:uiPriority w:val="2"/>
    <w:semiHidden/>
    <w:qFormat/>
    <w:rsid w:val="005D221E"/>
    <w:rPr>
      <w:b/>
    </w:rPr>
  </w:style>
  <w:style w:type="paragraph" w:styleId="Footer">
    <w:name w:val="footer"/>
    <w:basedOn w:val="Normal"/>
    <w:uiPriority w:val="2"/>
    <w:semiHidden/>
    <w:rsid w:val="005D221E"/>
    <w:pPr>
      <w:tabs>
        <w:tab w:val="center" w:pos="4536"/>
      </w:tabs>
    </w:pPr>
    <w:rPr>
      <w:noProof/>
      <w:sz w:val="16"/>
    </w:rPr>
  </w:style>
  <w:style w:type="character" w:styleId="FootnoteReference">
    <w:name w:val="footnote reference"/>
    <w:basedOn w:val="DefaultParagraphFont"/>
    <w:rsid w:val="005D221E"/>
    <w:rPr>
      <w:rFonts w:ascii="Tahoma" w:hAnsi="Tahoma"/>
      <w:b/>
      <w:color w:val="auto"/>
      <w:sz w:val="20"/>
      <w:u w:val="none"/>
      <w:vertAlign w:val="superscript"/>
    </w:rPr>
  </w:style>
  <w:style w:type="paragraph" w:styleId="FootnoteText">
    <w:name w:val="footnote text"/>
    <w:basedOn w:val="Normal"/>
    <w:link w:val="FootnoteTextChar"/>
    <w:qFormat/>
    <w:rsid w:val="004A5265"/>
    <w:pPr>
      <w:ind w:left="142" w:hanging="142"/>
    </w:pPr>
    <w:rPr>
      <w:sz w:val="16"/>
      <w:lang w:val="et-EE"/>
    </w:rPr>
  </w:style>
  <w:style w:type="paragraph" w:styleId="Header">
    <w:name w:val="header"/>
    <w:basedOn w:val="Normal"/>
    <w:link w:val="HeaderChar"/>
    <w:uiPriority w:val="99"/>
    <w:rsid w:val="005D221E"/>
    <w:pPr>
      <w:tabs>
        <w:tab w:val="center" w:pos="4536"/>
        <w:tab w:val="right" w:pos="9072"/>
      </w:tabs>
    </w:pPr>
    <w:rPr>
      <w:noProof/>
      <w:sz w:val="16"/>
    </w:rPr>
  </w:style>
  <w:style w:type="paragraph" w:customStyle="1" w:styleId="Level1">
    <w:name w:val="Level 1"/>
    <w:basedOn w:val="ListParagraph"/>
    <w:link w:val="Level1Mrk"/>
    <w:qFormat/>
    <w:rsid w:val="00633735"/>
    <w:pPr>
      <w:numPr>
        <w:numId w:val="10"/>
      </w:numPr>
    </w:pPr>
    <w:rPr>
      <w:bCs/>
      <w:szCs w:val="18"/>
      <w:lang w:val="et-EE"/>
    </w:rPr>
  </w:style>
  <w:style w:type="character" w:customStyle="1" w:styleId="Level1asHeadingtext">
    <w:name w:val="Level 1 as Heading (text)"/>
    <w:basedOn w:val="DefaultParagraphFont"/>
    <w:uiPriority w:val="1"/>
    <w:rsid w:val="005D221E"/>
    <w:rPr>
      <w:b/>
    </w:rPr>
  </w:style>
  <w:style w:type="paragraph" w:customStyle="1" w:styleId="Level2">
    <w:name w:val="Level 2"/>
    <w:basedOn w:val="Body"/>
    <w:qFormat/>
    <w:rsid w:val="00791EF6"/>
    <w:pPr>
      <w:numPr>
        <w:ilvl w:val="1"/>
        <w:numId w:val="10"/>
      </w:numPr>
      <w:spacing w:after="0"/>
    </w:pPr>
    <w:rPr>
      <w:lang w:val="et-EE"/>
    </w:rPr>
  </w:style>
  <w:style w:type="character" w:customStyle="1" w:styleId="Level2asHeadingtext">
    <w:name w:val="Level 2 as Heading (text)"/>
    <w:basedOn w:val="DefaultParagraphFont"/>
    <w:uiPriority w:val="1"/>
    <w:rsid w:val="005D221E"/>
    <w:rPr>
      <w:b/>
    </w:rPr>
  </w:style>
  <w:style w:type="paragraph" w:customStyle="1" w:styleId="Level3">
    <w:name w:val="Level 3"/>
    <w:basedOn w:val="Level2"/>
    <w:qFormat/>
    <w:rsid w:val="00196ACE"/>
    <w:pPr>
      <w:numPr>
        <w:ilvl w:val="2"/>
      </w:numPr>
      <w:tabs>
        <w:tab w:val="clear" w:pos="720"/>
      </w:tabs>
      <w:spacing w:before="60"/>
    </w:pPr>
  </w:style>
  <w:style w:type="character" w:customStyle="1" w:styleId="Level3asHeadingtext">
    <w:name w:val="Level 3 as Heading (text)"/>
    <w:basedOn w:val="DefaultParagraphFont"/>
    <w:uiPriority w:val="1"/>
    <w:rsid w:val="005D221E"/>
    <w:rPr>
      <w:b/>
    </w:rPr>
  </w:style>
  <w:style w:type="paragraph" w:customStyle="1" w:styleId="Level4">
    <w:name w:val="Level 4"/>
    <w:basedOn w:val="Body4"/>
    <w:qFormat/>
    <w:rsid w:val="005D221E"/>
    <w:pPr>
      <w:numPr>
        <w:ilvl w:val="3"/>
        <w:numId w:val="3"/>
      </w:numPr>
      <w:outlineLvl w:val="3"/>
    </w:pPr>
  </w:style>
  <w:style w:type="paragraph" w:customStyle="1" w:styleId="Level5">
    <w:name w:val="Level 5"/>
    <w:basedOn w:val="Body5"/>
    <w:qFormat/>
    <w:rsid w:val="005D221E"/>
    <w:pPr>
      <w:numPr>
        <w:ilvl w:val="4"/>
        <w:numId w:val="3"/>
      </w:numPr>
      <w:outlineLvl w:val="4"/>
    </w:pPr>
  </w:style>
  <w:style w:type="character" w:styleId="PageNumber">
    <w:name w:val="page number"/>
    <w:basedOn w:val="DefaultParagraphFont"/>
    <w:uiPriority w:val="2"/>
    <w:semiHidden/>
    <w:rsid w:val="005D221E"/>
    <w:rPr>
      <w:sz w:val="16"/>
    </w:rPr>
  </w:style>
  <w:style w:type="paragraph" w:customStyle="1" w:styleId="Parties">
    <w:name w:val="Parties"/>
    <w:basedOn w:val="Body1"/>
    <w:uiPriority w:val="1"/>
    <w:semiHidden/>
    <w:qFormat/>
    <w:rsid w:val="005D221E"/>
    <w:pPr>
      <w:numPr>
        <w:numId w:val="4"/>
      </w:numPr>
    </w:pPr>
  </w:style>
  <w:style w:type="paragraph" w:customStyle="1" w:styleId="Rule1">
    <w:name w:val="Rule 1"/>
    <w:basedOn w:val="Body"/>
    <w:semiHidden/>
    <w:rsid w:val="005D221E"/>
    <w:pPr>
      <w:keepNext/>
      <w:numPr>
        <w:numId w:val="5"/>
      </w:numPr>
    </w:pPr>
    <w:rPr>
      <w:b/>
    </w:rPr>
  </w:style>
  <w:style w:type="paragraph" w:customStyle="1" w:styleId="Rule2">
    <w:name w:val="Rule 2"/>
    <w:basedOn w:val="Body2"/>
    <w:semiHidden/>
    <w:rsid w:val="005D221E"/>
    <w:pPr>
      <w:numPr>
        <w:ilvl w:val="1"/>
        <w:numId w:val="5"/>
      </w:numPr>
    </w:pPr>
  </w:style>
  <w:style w:type="paragraph" w:customStyle="1" w:styleId="Rule3">
    <w:name w:val="Rule 3"/>
    <w:basedOn w:val="Body3"/>
    <w:semiHidden/>
    <w:rsid w:val="005D221E"/>
    <w:pPr>
      <w:numPr>
        <w:ilvl w:val="2"/>
        <w:numId w:val="5"/>
      </w:numPr>
    </w:pPr>
  </w:style>
  <w:style w:type="paragraph" w:customStyle="1" w:styleId="Rule4">
    <w:name w:val="Rule 4"/>
    <w:basedOn w:val="Body4"/>
    <w:semiHidden/>
    <w:rsid w:val="005D221E"/>
    <w:pPr>
      <w:numPr>
        <w:ilvl w:val="3"/>
        <w:numId w:val="5"/>
      </w:numPr>
    </w:pPr>
  </w:style>
  <w:style w:type="paragraph" w:customStyle="1" w:styleId="Rule5">
    <w:name w:val="Rule 5"/>
    <w:basedOn w:val="Body5"/>
    <w:semiHidden/>
    <w:rsid w:val="005D221E"/>
    <w:pPr>
      <w:numPr>
        <w:ilvl w:val="4"/>
        <w:numId w:val="5"/>
      </w:numPr>
    </w:pPr>
  </w:style>
  <w:style w:type="paragraph" w:customStyle="1" w:styleId="Schedule">
    <w:name w:val="Schedule"/>
    <w:basedOn w:val="Normal"/>
    <w:semiHidden/>
    <w:rsid w:val="005D221E"/>
    <w:pPr>
      <w:keepNext/>
      <w:numPr>
        <w:numId w:val="6"/>
      </w:numPr>
      <w:spacing w:after="240"/>
      <w:jc w:val="center"/>
    </w:pPr>
    <w:rPr>
      <w:b/>
      <w:caps/>
      <w:sz w:val="24"/>
    </w:rPr>
  </w:style>
  <w:style w:type="paragraph" w:customStyle="1" w:styleId="ScheduleTitle">
    <w:name w:val="Schedule Title"/>
    <w:basedOn w:val="Body"/>
    <w:uiPriority w:val="2"/>
    <w:semiHidden/>
    <w:qFormat/>
    <w:rsid w:val="005D221E"/>
    <w:pPr>
      <w:keepNext/>
      <w:spacing w:after="480"/>
      <w:jc w:val="center"/>
    </w:pPr>
    <w:rPr>
      <w:b/>
    </w:rPr>
  </w:style>
  <w:style w:type="paragraph" w:customStyle="1" w:styleId="aBankingDefinition">
    <w:name w:val="(a) Banking Definition"/>
    <w:basedOn w:val="Body"/>
    <w:uiPriority w:val="2"/>
    <w:semiHidden/>
    <w:qFormat/>
    <w:rsid w:val="00F44B9D"/>
    <w:pPr>
      <w:numPr>
        <w:numId w:val="8"/>
      </w:numPr>
    </w:pPr>
  </w:style>
  <w:style w:type="paragraph" w:customStyle="1" w:styleId="Sideheading">
    <w:name w:val="Sideheading"/>
    <w:basedOn w:val="Body"/>
    <w:qFormat/>
    <w:rsid w:val="005D221E"/>
    <w:rPr>
      <w:b/>
      <w:caps/>
    </w:rPr>
  </w:style>
  <w:style w:type="paragraph" w:customStyle="1" w:styleId="iBankingDefinition">
    <w:name w:val="(i) Banking Definition"/>
    <w:basedOn w:val="aBankingDefinition"/>
    <w:uiPriority w:val="2"/>
    <w:semiHidden/>
    <w:qFormat/>
    <w:rsid w:val="000D0EB3"/>
    <w:pPr>
      <w:numPr>
        <w:ilvl w:val="1"/>
      </w:numPr>
    </w:pPr>
  </w:style>
  <w:style w:type="paragraph" w:styleId="TOC1">
    <w:name w:val="toc 1"/>
    <w:basedOn w:val="Body"/>
    <w:next w:val="Normal"/>
    <w:semiHidden/>
    <w:rsid w:val="005D221E"/>
    <w:pPr>
      <w:tabs>
        <w:tab w:val="right" w:leader="dot" w:pos="9072"/>
      </w:tabs>
      <w:spacing w:after="60"/>
      <w:ind w:left="851" w:right="851" w:hanging="851"/>
    </w:pPr>
    <w:rPr>
      <w:caps/>
      <w:noProof/>
    </w:rPr>
  </w:style>
  <w:style w:type="paragraph" w:styleId="TOC2">
    <w:name w:val="toc 2"/>
    <w:basedOn w:val="Body"/>
    <w:next w:val="Normal"/>
    <w:semiHidden/>
    <w:rsid w:val="005D221E"/>
    <w:pPr>
      <w:tabs>
        <w:tab w:val="left" w:pos="1680"/>
        <w:tab w:val="right" w:leader="dot" w:pos="9072"/>
      </w:tabs>
      <w:spacing w:after="60"/>
      <w:ind w:left="1680" w:right="851" w:hanging="829"/>
    </w:pPr>
    <w:rPr>
      <w:noProof/>
    </w:rPr>
  </w:style>
  <w:style w:type="paragraph" w:styleId="TOC3">
    <w:name w:val="toc 3"/>
    <w:basedOn w:val="Body"/>
    <w:next w:val="Normal"/>
    <w:semiHidden/>
    <w:rsid w:val="005D221E"/>
    <w:pPr>
      <w:tabs>
        <w:tab w:val="right" w:leader="dot" w:pos="9072"/>
      </w:tabs>
      <w:spacing w:after="60"/>
      <w:ind w:left="851" w:right="851" w:hanging="851"/>
    </w:pPr>
    <w:rPr>
      <w:noProof/>
    </w:rPr>
  </w:style>
  <w:style w:type="paragraph" w:styleId="TOC4">
    <w:name w:val="toc 4"/>
    <w:basedOn w:val="Body"/>
    <w:next w:val="Normal"/>
    <w:semiHidden/>
    <w:rsid w:val="005D221E"/>
    <w:pPr>
      <w:keepNext/>
      <w:spacing w:after="60"/>
      <w:ind w:right="851"/>
    </w:pPr>
    <w:rPr>
      <w:b/>
      <w:noProof/>
    </w:rPr>
  </w:style>
  <w:style w:type="paragraph" w:styleId="TOC5">
    <w:name w:val="toc 5"/>
    <w:basedOn w:val="TOC1"/>
    <w:next w:val="Normal"/>
    <w:semiHidden/>
    <w:rsid w:val="0079192D"/>
    <w:pPr>
      <w:ind w:firstLine="0"/>
    </w:pPr>
    <w:rPr>
      <w:caps w:val="0"/>
    </w:rPr>
  </w:style>
  <w:style w:type="paragraph" w:styleId="TOC6">
    <w:name w:val="toc 6"/>
    <w:basedOn w:val="Normal"/>
    <w:next w:val="Normal"/>
    <w:semiHidden/>
    <w:rsid w:val="005D221E"/>
    <w:pPr>
      <w:tabs>
        <w:tab w:val="right" w:leader="dot" w:pos="9072"/>
      </w:tabs>
      <w:ind w:left="2835" w:right="851" w:hanging="1134"/>
    </w:pPr>
    <w:rPr>
      <w:noProof/>
    </w:rPr>
  </w:style>
  <w:style w:type="paragraph" w:customStyle="1" w:styleId="FootnoteTextContinuation">
    <w:name w:val="Footnote Text Continuation"/>
    <w:basedOn w:val="FootnoteText"/>
    <w:uiPriority w:val="2"/>
    <w:semiHidden/>
    <w:rsid w:val="00A86EAF"/>
    <w:pPr>
      <w:ind w:firstLine="0"/>
    </w:pPr>
  </w:style>
  <w:style w:type="paragraph" w:customStyle="1" w:styleId="Part">
    <w:name w:val="Part"/>
    <w:basedOn w:val="Body"/>
    <w:uiPriority w:val="1"/>
    <w:semiHidden/>
    <w:qFormat/>
    <w:rsid w:val="003000F0"/>
    <w:pPr>
      <w:numPr>
        <w:numId w:val="7"/>
      </w:numPr>
      <w:spacing w:line="312" w:lineRule="auto"/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4D78C3"/>
    <w:rPr>
      <w:rFonts w:ascii="Verdana" w:hAnsi="Verdana"/>
      <w:noProof/>
      <w:sz w:val="16"/>
      <w:lang w:eastAsia="en-GB"/>
    </w:rPr>
  </w:style>
  <w:style w:type="table" w:styleId="TableGrid">
    <w:name w:val="Table Grid"/>
    <w:basedOn w:val="TableNormal"/>
    <w:uiPriority w:val="59"/>
    <w:rsid w:val="004D78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70BBB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0BBB"/>
    <w:rPr>
      <w:rFonts w:ascii="Segoe UI" w:hAnsi="Segoe UI" w:cs="Segoe UI"/>
      <w:sz w:val="18"/>
      <w:szCs w:val="18"/>
      <w:lang w:eastAsia="en-GB"/>
    </w:rPr>
  </w:style>
  <w:style w:type="paragraph" w:customStyle="1" w:styleId="ExtraInfo">
    <w:name w:val="ExtraInfo"/>
    <w:basedOn w:val="Normal"/>
    <w:uiPriority w:val="2"/>
    <w:semiHidden/>
    <w:rsid w:val="00470BBB"/>
    <w:pPr>
      <w:framePr w:w="2206" w:h="919" w:hSpace="181" w:wrap="around" w:vAnchor="page" w:hAnchor="page" w:x="9385" w:y="211"/>
      <w:shd w:val="clear" w:color="auto" w:fill="FFFFFF"/>
    </w:pPr>
    <w:rPr>
      <w:sz w:val="14"/>
      <w:szCs w:val="14"/>
    </w:rPr>
  </w:style>
  <w:style w:type="paragraph" w:customStyle="1" w:styleId="Default">
    <w:name w:val="Default"/>
    <w:rsid w:val="00EC78A1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61D81"/>
    <w:rPr>
      <w:color w:val="0000FF" w:themeColor="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469D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3E552B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  <w:lang w:val="et-EE" w:eastAsia="et-EE"/>
    </w:rPr>
  </w:style>
  <w:style w:type="table" w:customStyle="1" w:styleId="TableGrid2">
    <w:name w:val="Table Grid2"/>
    <w:basedOn w:val="TableNormal"/>
    <w:next w:val="TableGrid"/>
    <w:uiPriority w:val="59"/>
    <w:rsid w:val="009667D4"/>
    <w:rPr>
      <w:rFonts w:asciiTheme="minorHAnsi" w:hAnsiTheme="minorHAns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F507A5"/>
    <w:rPr>
      <w:color w:val="605E5C"/>
      <w:shd w:val="clear" w:color="auto" w:fill="E1DFDD"/>
    </w:rPr>
  </w:style>
  <w:style w:type="character" w:customStyle="1" w:styleId="FootnoteTextChar">
    <w:name w:val="Footnote Text Char"/>
    <w:basedOn w:val="DefaultParagraphFont"/>
    <w:link w:val="FootnoteText"/>
    <w:rsid w:val="004A5265"/>
    <w:rPr>
      <w:rFonts w:ascii="Verdana" w:hAnsi="Verdana"/>
      <w:sz w:val="16"/>
      <w:lang w:val="et-EE" w:eastAsia="en-GB"/>
    </w:rPr>
  </w:style>
  <w:style w:type="character" w:customStyle="1" w:styleId="Lahendamatamainimine2">
    <w:name w:val="Lahendamata mainimine2"/>
    <w:basedOn w:val="DefaultParagraphFont"/>
    <w:uiPriority w:val="99"/>
    <w:semiHidden/>
    <w:unhideWhenUsed/>
    <w:rsid w:val="00A66D51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rsid w:val="00F342BC"/>
    <w:rPr>
      <w:rFonts w:ascii="Verdana" w:hAnsi="Verdana"/>
      <w:b/>
      <w:sz w:val="18"/>
      <w:lang w:val="et-EE" w:eastAsia="en-GB"/>
    </w:rPr>
  </w:style>
  <w:style w:type="paragraph" w:customStyle="1" w:styleId="Lisadenimekiri">
    <w:name w:val="Lisade nimekiri"/>
    <w:basedOn w:val="Normal"/>
    <w:uiPriority w:val="1"/>
    <w:qFormat/>
    <w:rsid w:val="008F1361"/>
    <w:pPr>
      <w:tabs>
        <w:tab w:val="num" w:pos="720"/>
      </w:tabs>
      <w:outlineLvl w:val="0"/>
    </w:pPr>
    <w:rPr>
      <w:lang w:val="et-E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8F1361"/>
    <w:rPr>
      <w:rFonts w:ascii="Verdana" w:hAnsi="Verdana"/>
      <w:sz w:val="18"/>
      <w:lang w:eastAsia="en-GB"/>
    </w:rPr>
  </w:style>
  <w:style w:type="character" w:customStyle="1" w:styleId="Level1Mrk">
    <w:name w:val="Level 1 Märk"/>
    <w:basedOn w:val="ListParagraphChar"/>
    <w:link w:val="Level1"/>
    <w:uiPriority w:val="1"/>
    <w:rsid w:val="00633735"/>
    <w:rPr>
      <w:rFonts w:ascii="Verdana" w:hAnsi="Verdana"/>
      <w:bCs/>
      <w:sz w:val="18"/>
      <w:szCs w:val="18"/>
      <w:lang w:val="et-EE" w:eastAsia="en-GB"/>
    </w:rPr>
  </w:style>
  <w:style w:type="paragraph" w:customStyle="1" w:styleId="Level21">
    <w:name w:val="Level2.1"/>
    <w:basedOn w:val="Level2"/>
    <w:next w:val="Normal"/>
    <w:qFormat/>
    <w:rsid w:val="00D76760"/>
    <w:pPr>
      <w:numPr>
        <w:ilvl w:val="0"/>
        <w:numId w:val="0"/>
      </w:numPr>
      <w:ind w:left="709"/>
    </w:pPr>
    <w:rPr>
      <w:b/>
      <w:i/>
      <w:u w:val="single"/>
    </w:rPr>
  </w:style>
  <w:style w:type="paragraph" w:customStyle="1" w:styleId="Muu">
    <w:name w:val="Muu"/>
    <w:basedOn w:val="Level1"/>
    <w:link w:val="MuuMrk"/>
    <w:qFormat/>
    <w:rsid w:val="00B33FAF"/>
    <w:pPr>
      <w:numPr>
        <w:numId w:val="11"/>
      </w:numPr>
      <w:ind w:left="754" w:hanging="357"/>
    </w:pPr>
  </w:style>
  <w:style w:type="character" w:customStyle="1" w:styleId="MuuMrk">
    <w:name w:val="Muu Märk"/>
    <w:basedOn w:val="Level1Mrk"/>
    <w:link w:val="Muu"/>
    <w:rsid w:val="00B33FAF"/>
    <w:rPr>
      <w:rFonts w:ascii="Verdana" w:hAnsi="Verdana"/>
      <w:bCs/>
      <w:sz w:val="18"/>
      <w:szCs w:val="18"/>
      <w:lang w:val="et-EE" w:eastAsia="en-GB"/>
    </w:rPr>
  </w:style>
  <w:style w:type="character" w:customStyle="1" w:styleId="Lahendamatamainimine3">
    <w:name w:val="Lahendamata mainimine3"/>
    <w:basedOn w:val="DefaultParagraphFont"/>
    <w:uiPriority w:val="99"/>
    <w:semiHidden/>
    <w:unhideWhenUsed/>
    <w:rsid w:val="00EE11AD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BF74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741D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741D"/>
    <w:rPr>
      <w:rFonts w:ascii="Verdana" w:hAnsi="Verdana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74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741D"/>
    <w:rPr>
      <w:rFonts w:ascii="Verdana" w:hAnsi="Verdana"/>
      <w:b/>
      <w:bCs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4E2906"/>
    <w:rPr>
      <w:color w:val="605E5C"/>
      <w:shd w:val="clear" w:color="auto" w:fill="E1DFDD"/>
    </w:rPr>
  </w:style>
  <w:style w:type="paragraph" w:customStyle="1" w:styleId="text-3mezera">
    <w:name w:val="text - 3 mezera"/>
    <w:basedOn w:val="Normal"/>
    <w:uiPriority w:val="99"/>
    <w:rsid w:val="003F6CA3"/>
    <w:pPr>
      <w:spacing w:before="60" w:line="240" w:lineRule="exact"/>
    </w:pPr>
    <w:rPr>
      <w:rFonts w:ascii="Arial" w:eastAsiaTheme="minorHAnsi" w:hAnsi="Arial" w:cs="Arial"/>
      <w:sz w:val="24"/>
      <w:szCs w:val="24"/>
      <w:lang w:val="et-EE" w:eastAsia="ar-SA"/>
    </w:rPr>
  </w:style>
  <w:style w:type="table" w:customStyle="1" w:styleId="Kontuurtabel1">
    <w:name w:val="Kontuurtabel1"/>
    <w:basedOn w:val="TableNormal"/>
    <w:next w:val="TableGrid"/>
    <w:uiPriority w:val="39"/>
    <w:rsid w:val="00557BF4"/>
    <w:rPr>
      <w:rFonts w:ascii="Calibri" w:eastAsia="Calibri" w:hAnsi="Calibri"/>
      <w:sz w:val="22"/>
      <w:szCs w:val="22"/>
      <w:lang w:val="et-EE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767819"/>
    <w:rPr>
      <w:color w:val="800080" w:themeColor="followedHyperlink"/>
      <w:u w:val="single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003B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003BE"/>
    <w:rPr>
      <w:rFonts w:ascii="Verdana" w:hAnsi="Verdana"/>
      <w:sz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6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3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2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42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21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iiumaa@rmk.e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ndres.tammeveski@rmk.ee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lena\AppData\Roaming\Microsoft\Templates\Apellatsioonkaebu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267" row="7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5C4C3512-91B3-4261-8062-9A593173A587}">
  <we:reference id="wa104381077" version="1.0.0.3" store="et-EE" storeType="OMEX"/>
  <we:alternateReferences>
    <we:reference id="wa104381077" version="1.0.0.3" store="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35107F-77D8-4E55-AAB8-138A49EB7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Apellatsioonkaebus</Template>
  <TotalTime>3036</TotalTime>
  <Pages>2</Pages>
  <Words>423</Words>
  <Characters>3067</Characters>
  <Application>Microsoft Office Word</Application>
  <DocSecurity>0</DocSecurity>
  <Lines>25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House Style</vt:lpstr>
      <vt:lpstr>House Style</vt:lpstr>
    </vt:vector>
  </TitlesOfParts>
  <Company>Eversheds</Company>
  <LinksUpToDate>false</LinksUpToDate>
  <CharactersWithSpaces>3484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House Style</dc:title>
  <dc:subject/>
  <dc:creator>Eversheds Sutherland</dc:creator>
  <cp:keywords/>
  <dc:description/>
  <cp:lastModifiedBy>Toomas Pikamäe / Eversheds Sutherland</cp:lastModifiedBy>
  <cp:revision>806</cp:revision>
  <cp:lastPrinted>2021-03-10T13:30:00Z</cp:lastPrinted>
  <dcterms:created xsi:type="dcterms:W3CDTF">2021-07-19T10:15:00Z</dcterms:created>
  <dcterms:modified xsi:type="dcterms:W3CDTF">2024-04-11T08:04:00Z</dcterms:modified>
</cp:coreProperties>
</file>